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theme/themeOverride1.xml" ContentType="application/vnd.openxmlformats-officedocument.themeOverride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D0" w:rsidRPr="000733E7" w:rsidRDefault="005B69D0" w:rsidP="000733E7">
      <w:pPr>
        <w:spacing w:line="276" w:lineRule="auto"/>
        <w:jc w:val="center"/>
        <w:rPr>
          <w:b/>
          <w:sz w:val="24"/>
          <w:szCs w:val="24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SPRAWOZDANIE</w:t>
      </w: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</w:t>
      </w:r>
      <w:r w:rsidR="00CA3EDD" w:rsidRPr="00591A4B">
        <w:rPr>
          <w:b/>
          <w:sz w:val="72"/>
          <w:szCs w:val="72"/>
        </w:rPr>
        <w:t xml:space="preserve"> </w:t>
      </w:r>
      <w:r w:rsidRPr="00591A4B">
        <w:rPr>
          <w:b/>
          <w:sz w:val="72"/>
          <w:szCs w:val="72"/>
        </w:rPr>
        <w:t>DZIAŁALNOŚCI</w:t>
      </w:r>
    </w:p>
    <w:p w:rsidR="00CA3EDD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POWIATOWEGO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 xml:space="preserve"> URZĘDU PRACY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W OTWOCKU</w:t>
      </w:r>
    </w:p>
    <w:p w:rsidR="005B69D0" w:rsidRPr="00CA3EDD" w:rsidRDefault="005B69D0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5B69D0" w:rsidRPr="00591A4B" w:rsidRDefault="00C203BF" w:rsidP="00B232D3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ZA 20</w:t>
      </w:r>
      <w:r w:rsidR="00D53C5B" w:rsidRPr="00591A4B">
        <w:rPr>
          <w:b/>
          <w:sz w:val="72"/>
          <w:szCs w:val="72"/>
        </w:rPr>
        <w:t>1</w:t>
      </w:r>
      <w:r w:rsidR="00137898">
        <w:rPr>
          <w:b/>
          <w:sz w:val="72"/>
          <w:szCs w:val="72"/>
        </w:rPr>
        <w:t>7</w:t>
      </w:r>
      <w:r w:rsidR="005B69D0" w:rsidRPr="00591A4B">
        <w:rPr>
          <w:b/>
          <w:sz w:val="72"/>
          <w:szCs w:val="72"/>
        </w:rPr>
        <w:t xml:space="preserve"> ROK</w:t>
      </w: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Default="005B69D0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Pr="000733E7" w:rsidRDefault="00CA3EDD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sz w:val="24"/>
          <w:szCs w:val="24"/>
        </w:rPr>
      </w:pPr>
    </w:p>
    <w:p w:rsidR="005B69D0" w:rsidRPr="009553D8" w:rsidRDefault="005B69D0" w:rsidP="000733E7">
      <w:pPr>
        <w:pStyle w:val="Nagwek2"/>
        <w:numPr>
          <w:ilvl w:val="0"/>
          <w:numId w:val="0"/>
        </w:numPr>
        <w:spacing w:line="276" w:lineRule="auto"/>
        <w:jc w:val="center"/>
        <w:rPr>
          <w:rFonts w:ascii="Times New Roman" w:hAnsi="Times New Roman"/>
          <w:szCs w:val="24"/>
        </w:rPr>
      </w:pPr>
      <w:r w:rsidRPr="009553D8">
        <w:rPr>
          <w:rFonts w:ascii="Times New Roman" w:hAnsi="Times New Roman"/>
          <w:szCs w:val="24"/>
        </w:rPr>
        <w:lastRenderedPageBreak/>
        <w:t>Tel./fax (0-22) 779-37-14</w:t>
      </w:r>
    </w:p>
    <w:p w:rsidR="005B69D0" w:rsidRDefault="005B69D0" w:rsidP="000733E7">
      <w:pPr>
        <w:spacing w:line="276" w:lineRule="auto"/>
        <w:jc w:val="center"/>
        <w:rPr>
          <w:b/>
          <w:sz w:val="24"/>
          <w:szCs w:val="24"/>
          <w:lang w:val="en-US"/>
        </w:rPr>
      </w:pPr>
      <w:r w:rsidRPr="000733E7">
        <w:rPr>
          <w:b/>
          <w:sz w:val="24"/>
          <w:szCs w:val="24"/>
          <w:lang w:val="en-US"/>
        </w:rPr>
        <w:t xml:space="preserve">e-mail: </w:t>
      </w:r>
      <w:proofErr w:type="spellStart"/>
      <w:r w:rsidRPr="000733E7">
        <w:rPr>
          <w:b/>
          <w:sz w:val="24"/>
          <w:szCs w:val="24"/>
          <w:lang w:val="en-US"/>
        </w:rPr>
        <w:t>waot</w:t>
      </w:r>
      <w:proofErr w:type="spellEnd"/>
      <w:r w:rsidRPr="000733E7">
        <w:rPr>
          <w:b/>
          <w:sz w:val="24"/>
          <w:szCs w:val="24"/>
          <w:lang w:val="en-US"/>
        </w:rPr>
        <w:t xml:space="preserve"> @ praca.gov.pl</w:t>
      </w:r>
    </w:p>
    <w:p w:rsidR="000733E7" w:rsidRPr="000733E7" w:rsidRDefault="000733E7" w:rsidP="000733E7">
      <w:pPr>
        <w:spacing w:line="276" w:lineRule="auto"/>
        <w:jc w:val="center"/>
        <w:rPr>
          <w:sz w:val="24"/>
          <w:szCs w:val="24"/>
          <w:lang w:val="en-US"/>
        </w:rPr>
      </w:pPr>
    </w:p>
    <w:p w:rsidR="005B69D0" w:rsidRPr="000733E7" w:rsidRDefault="005B69D0" w:rsidP="00200914">
      <w:pPr>
        <w:pStyle w:val="Nagwek3"/>
        <w:rPr>
          <w:sz w:val="24"/>
          <w:szCs w:val="24"/>
        </w:rPr>
      </w:pPr>
      <w:r w:rsidRPr="000733E7">
        <w:rPr>
          <w:sz w:val="24"/>
          <w:szCs w:val="24"/>
        </w:rPr>
        <w:t>SPIS  TREŚCI</w:t>
      </w:r>
    </w:p>
    <w:p w:rsidR="005B69D0" w:rsidRPr="000733E7" w:rsidRDefault="00AF27D4" w:rsidP="00BF37F9">
      <w:pPr>
        <w:pStyle w:val="Nagwek3"/>
        <w:numPr>
          <w:ilvl w:val="0"/>
          <w:numId w:val="30"/>
        </w:numPr>
        <w:tabs>
          <w:tab w:val="clear" w:pos="360"/>
          <w:tab w:val="num" w:pos="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5B69D0" w:rsidRPr="000733E7">
        <w:rPr>
          <w:i/>
          <w:sz w:val="24"/>
          <w:szCs w:val="24"/>
        </w:rPr>
        <w:t>Informacja o stanie bezrobocia  ...............................................</w:t>
      </w:r>
      <w:r w:rsidR="00C17A92" w:rsidRPr="000733E7">
        <w:rPr>
          <w:i/>
          <w:sz w:val="24"/>
          <w:szCs w:val="24"/>
        </w:rPr>
        <w:t>.......</w:t>
      </w:r>
      <w:r w:rsidR="005B69D0" w:rsidRPr="000733E7">
        <w:rPr>
          <w:i/>
          <w:sz w:val="24"/>
          <w:szCs w:val="24"/>
        </w:rPr>
        <w:t>..................</w:t>
      </w:r>
      <w:r w:rsidR="00C17A92" w:rsidRPr="000733E7">
        <w:rPr>
          <w:i/>
          <w:sz w:val="24"/>
          <w:szCs w:val="24"/>
        </w:rPr>
        <w:t>.....</w:t>
      </w:r>
      <w:r w:rsidR="005B69D0" w:rsidRPr="000733E7">
        <w:rPr>
          <w:i/>
          <w:sz w:val="24"/>
          <w:szCs w:val="24"/>
        </w:rPr>
        <w:t>.</w:t>
      </w:r>
      <w:r w:rsidR="0062564A" w:rsidRPr="000733E7">
        <w:rPr>
          <w:i/>
          <w:sz w:val="24"/>
          <w:szCs w:val="24"/>
        </w:rPr>
        <w:t>........</w:t>
      </w:r>
      <w:r>
        <w:rPr>
          <w:i/>
          <w:sz w:val="24"/>
          <w:szCs w:val="24"/>
        </w:rPr>
        <w:t>..</w:t>
      </w:r>
      <w:r w:rsidR="0062564A" w:rsidRPr="000733E7">
        <w:rPr>
          <w:i/>
          <w:sz w:val="24"/>
          <w:szCs w:val="24"/>
        </w:rPr>
        <w:t>.</w:t>
      </w:r>
      <w:r w:rsidR="005B69D0" w:rsidRPr="000733E7">
        <w:rPr>
          <w:i/>
          <w:sz w:val="24"/>
          <w:szCs w:val="24"/>
        </w:rPr>
        <w:t>..4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Liczba bezrobotnych  ........................</w:t>
      </w:r>
      <w:r w:rsidR="00182DC0">
        <w:rPr>
          <w:sz w:val="24"/>
          <w:szCs w:val="24"/>
        </w:rPr>
        <w:t>.............</w:t>
      </w:r>
      <w:r w:rsidRPr="000733E7">
        <w:rPr>
          <w:sz w:val="24"/>
          <w:szCs w:val="24"/>
        </w:rPr>
        <w:t>....................................................................</w:t>
      </w:r>
      <w:r w:rsidR="00182DC0">
        <w:rPr>
          <w:sz w:val="24"/>
          <w:szCs w:val="24"/>
        </w:rPr>
        <w:t>....</w:t>
      </w:r>
      <w:r w:rsidRPr="000733E7">
        <w:rPr>
          <w:sz w:val="24"/>
          <w:szCs w:val="24"/>
        </w:rPr>
        <w:t>4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Stopa bezrobocia  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5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Zmiany w poziomie bezrobocia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</w:t>
      </w:r>
      <w:r w:rsidR="00E018BF">
        <w:rPr>
          <w:sz w:val="24"/>
          <w:szCs w:val="24"/>
        </w:rPr>
        <w:t>6</w:t>
      </w:r>
    </w:p>
    <w:p w:rsidR="005B69D0" w:rsidRPr="000733E7" w:rsidRDefault="00AF27D4" w:rsidP="00BF37F9">
      <w:pPr>
        <w:numPr>
          <w:ilvl w:val="0"/>
          <w:numId w:val="30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5B69D0" w:rsidRPr="000733E7">
        <w:rPr>
          <w:b/>
          <w:i/>
          <w:sz w:val="24"/>
          <w:szCs w:val="24"/>
        </w:rPr>
        <w:t>Wybrane kategorie bezrobotnych  .............................................................................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...</w:t>
      </w:r>
      <w:r>
        <w:rPr>
          <w:b/>
          <w:i/>
          <w:sz w:val="24"/>
          <w:szCs w:val="24"/>
        </w:rPr>
        <w:t>...</w:t>
      </w:r>
      <w:r w:rsidR="005B69D0" w:rsidRPr="000733E7">
        <w:rPr>
          <w:b/>
          <w:i/>
          <w:sz w:val="24"/>
          <w:szCs w:val="24"/>
        </w:rPr>
        <w:t>....</w:t>
      </w:r>
      <w:r w:rsidR="00756D9D">
        <w:rPr>
          <w:b/>
          <w:i/>
          <w:sz w:val="24"/>
          <w:szCs w:val="24"/>
        </w:rPr>
        <w:t>8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Kobiety  ......................................................................................................................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</w:t>
      </w:r>
      <w:r w:rsidR="00AF27D4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182DC0">
        <w:rPr>
          <w:sz w:val="24"/>
          <w:szCs w:val="24"/>
        </w:rPr>
        <w:t>.</w:t>
      </w:r>
      <w:r w:rsidR="00AF27D4">
        <w:rPr>
          <w:sz w:val="24"/>
          <w:szCs w:val="24"/>
        </w:rPr>
        <w:t>..</w:t>
      </w:r>
      <w:r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8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bez prawa do zasiłku  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</w:t>
      </w:r>
      <w:r w:rsidR="00E018BF">
        <w:rPr>
          <w:sz w:val="24"/>
          <w:szCs w:val="24"/>
        </w:rPr>
        <w:t>8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z prawem do zasiłku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="00756D9D">
        <w:rPr>
          <w:sz w:val="24"/>
          <w:szCs w:val="24"/>
        </w:rPr>
        <w:t>..</w:t>
      </w:r>
      <w:r w:rsidR="00182DC0">
        <w:rPr>
          <w:sz w:val="24"/>
          <w:szCs w:val="24"/>
        </w:rPr>
        <w:t>.</w:t>
      </w:r>
      <w:r w:rsidR="00756D9D">
        <w:rPr>
          <w:sz w:val="24"/>
          <w:szCs w:val="24"/>
        </w:rPr>
        <w:t>.</w:t>
      </w:r>
      <w:r w:rsidR="00E018BF">
        <w:rPr>
          <w:sz w:val="24"/>
          <w:szCs w:val="24"/>
        </w:rPr>
        <w:t>.9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Zwolnienia z przyczyn dotyczących zakładu pracy  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...10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Rejestrowane bezrobocie na wsi  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....1</w:t>
      </w:r>
      <w:r w:rsidR="00C71270">
        <w:rPr>
          <w:sz w:val="24"/>
          <w:szCs w:val="24"/>
        </w:rPr>
        <w:t>1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wieku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.......1</w:t>
      </w:r>
      <w:r w:rsidR="00E018BF">
        <w:rPr>
          <w:sz w:val="24"/>
          <w:szCs w:val="24"/>
        </w:rPr>
        <w:t>1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poziomu wykształcenia  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.....12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czasu pozostawania bez pracy  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.......1</w:t>
      </w:r>
      <w:r w:rsidR="00C71270">
        <w:rPr>
          <w:sz w:val="24"/>
          <w:szCs w:val="24"/>
        </w:rPr>
        <w:t>3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stażu pracy  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....1</w:t>
      </w:r>
      <w:r w:rsidR="00C71270">
        <w:rPr>
          <w:sz w:val="24"/>
          <w:szCs w:val="24"/>
        </w:rPr>
        <w:t>4</w:t>
      </w:r>
    </w:p>
    <w:p w:rsidR="005B69D0" w:rsidRPr="000733E7" w:rsidRDefault="00AF27D4" w:rsidP="00BF37F9">
      <w:pPr>
        <w:numPr>
          <w:ilvl w:val="0"/>
          <w:numId w:val="30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5B69D0" w:rsidRPr="000733E7">
        <w:rPr>
          <w:b/>
          <w:i/>
          <w:sz w:val="24"/>
          <w:szCs w:val="24"/>
        </w:rPr>
        <w:t xml:space="preserve"> Bezrobotni będący w szczególnej sytuacji na rynku pracy  ....................................</w:t>
      </w:r>
      <w:r>
        <w:rPr>
          <w:b/>
          <w:i/>
          <w:sz w:val="24"/>
          <w:szCs w:val="24"/>
        </w:rPr>
        <w:t>.....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</w:t>
      </w:r>
      <w:r w:rsidR="005B69D0" w:rsidRPr="000733E7">
        <w:rPr>
          <w:b/>
          <w:i/>
          <w:sz w:val="24"/>
          <w:szCs w:val="24"/>
        </w:rPr>
        <w:t>.....1</w:t>
      </w:r>
      <w:r w:rsidR="00E018BF">
        <w:rPr>
          <w:b/>
          <w:i/>
          <w:sz w:val="24"/>
          <w:szCs w:val="24"/>
        </w:rPr>
        <w:t>4</w:t>
      </w:r>
    </w:p>
    <w:p w:rsidR="00FF75AC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3.1 </w:t>
      </w:r>
      <w:r w:rsidR="00AF27D4">
        <w:rPr>
          <w:sz w:val="24"/>
          <w:szCs w:val="24"/>
        </w:rPr>
        <w:t xml:space="preserve">  </w:t>
      </w:r>
      <w:r w:rsidR="004D3E9A">
        <w:rPr>
          <w:sz w:val="24"/>
          <w:szCs w:val="24"/>
        </w:rPr>
        <w:t>Bezrobotni do 30</w:t>
      </w:r>
      <w:r w:rsidRPr="000733E7">
        <w:rPr>
          <w:sz w:val="24"/>
          <w:szCs w:val="24"/>
        </w:rPr>
        <w:t xml:space="preserve"> roku życia  ...................................................................................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</w:t>
      </w:r>
      <w:r w:rsidR="00C71270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3.2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Długotrwale bezrobotni ...........................................................................................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......1</w:t>
      </w:r>
      <w:r w:rsidR="00C71270">
        <w:rPr>
          <w:sz w:val="24"/>
          <w:szCs w:val="24"/>
        </w:rPr>
        <w:t>8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3.3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powyżej 50 roku życia  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....2</w:t>
      </w:r>
      <w:r w:rsidR="00C71270">
        <w:rPr>
          <w:sz w:val="24"/>
          <w:szCs w:val="24"/>
        </w:rPr>
        <w:t>1</w:t>
      </w:r>
    </w:p>
    <w:p w:rsidR="005B69D0" w:rsidRPr="000733E7" w:rsidRDefault="00C455E6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3.4</w:t>
      </w:r>
      <w:r w:rsidR="005B69D0"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="005B69D0" w:rsidRPr="000733E7">
        <w:rPr>
          <w:sz w:val="24"/>
          <w:szCs w:val="24"/>
        </w:rPr>
        <w:t>Bezrobotni niepełnosprawni  .....................................................................................</w:t>
      </w:r>
      <w:r w:rsidR="00AF27D4">
        <w:rPr>
          <w:sz w:val="24"/>
          <w:szCs w:val="24"/>
        </w:rPr>
        <w:t>..</w:t>
      </w:r>
      <w:r w:rsidR="005B69D0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="005B69D0" w:rsidRPr="000733E7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</w:t>
      </w:r>
      <w:r w:rsidR="00182DC0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2</w:t>
      </w:r>
      <w:r w:rsidR="0037404B">
        <w:rPr>
          <w:sz w:val="24"/>
          <w:szCs w:val="24"/>
        </w:rPr>
        <w:t>3</w:t>
      </w:r>
    </w:p>
    <w:p w:rsidR="005B69D0" w:rsidRPr="000733E7" w:rsidRDefault="00AF27D4" w:rsidP="00BF37F9">
      <w:pPr>
        <w:numPr>
          <w:ilvl w:val="0"/>
          <w:numId w:val="30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4D3E9A">
        <w:rPr>
          <w:b/>
          <w:i/>
          <w:sz w:val="24"/>
          <w:szCs w:val="24"/>
        </w:rPr>
        <w:t xml:space="preserve">Rynek </w:t>
      </w:r>
      <w:r w:rsidR="00756D9D">
        <w:rPr>
          <w:b/>
          <w:i/>
          <w:sz w:val="24"/>
          <w:szCs w:val="24"/>
        </w:rPr>
        <w:t>P</w:t>
      </w:r>
      <w:r w:rsidR="005B69D0" w:rsidRPr="000733E7">
        <w:rPr>
          <w:b/>
          <w:i/>
          <w:sz w:val="24"/>
          <w:szCs w:val="24"/>
        </w:rPr>
        <w:t>racy  ........................</w:t>
      </w:r>
      <w:r w:rsidR="00756D9D">
        <w:rPr>
          <w:b/>
          <w:i/>
          <w:sz w:val="24"/>
          <w:szCs w:val="24"/>
        </w:rPr>
        <w:t>.............</w:t>
      </w:r>
      <w:r w:rsidR="005B69D0" w:rsidRPr="000733E7">
        <w:rPr>
          <w:b/>
          <w:i/>
          <w:sz w:val="24"/>
          <w:szCs w:val="24"/>
        </w:rPr>
        <w:t>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..</w:t>
      </w:r>
      <w:r>
        <w:rPr>
          <w:b/>
          <w:i/>
          <w:sz w:val="24"/>
          <w:szCs w:val="24"/>
        </w:rPr>
        <w:t>.</w:t>
      </w:r>
      <w:r w:rsidR="004D3E9A">
        <w:rPr>
          <w:b/>
          <w:i/>
          <w:sz w:val="24"/>
          <w:szCs w:val="24"/>
        </w:rPr>
        <w:t>.....................</w:t>
      </w:r>
      <w:r>
        <w:rPr>
          <w:b/>
          <w:i/>
          <w:sz w:val="24"/>
          <w:szCs w:val="24"/>
        </w:rPr>
        <w:t>.</w:t>
      </w:r>
      <w:r w:rsidR="00FF75AC" w:rsidRPr="000733E7">
        <w:rPr>
          <w:b/>
          <w:i/>
          <w:sz w:val="24"/>
          <w:szCs w:val="24"/>
        </w:rPr>
        <w:t>....</w:t>
      </w:r>
      <w:r w:rsidR="00182DC0">
        <w:rPr>
          <w:b/>
          <w:i/>
          <w:sz w:val="24"/>
          <w:szCs w:val="24"/>
        </w:rPr>
        <w:t>.</w:t>
      </w:r>
      <w:r w:rsidR="00FF75AC" w:rsidRPr="000733E7">
        <w:rPr>
          <w:b/>
          <w:i/>
          <w:sz w:val="24"/>
          <w:szCs w:val="24"/>
        </w:rPr>
        <w:t>2</w:t>
      </w:r>
      <w:r w:rsidR="00C71270">
        <w:rPr>
          <w:b/>
          <w:i/>
          <w:sz w:val="24"/>
          <w:szCs w:val="24"/>
        </w:rPr>
        <w:t>4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Pośrednictwo pracy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182DC0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2</w:t>
      </w:r>
      <w:r w:rsidR="004D3E9A">
        <w:rPr>
          <w:sz w:val="24"/>
          <w:szCs w:val="24"/>
        </w:rPr>
        <w:t>4</w:t>
      </w:r>
    </w:p>
    <w:p w:rsidR="005B69D0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Podjęcia pracy  .................................................................................</w:t>
      </w:r>
      <w:r w:rsidR="001A38B6" w:rsidRPr="000733E7">
        <w:rPr>
          <w:sz w:val="24"/>
          <w:szCs w:val="24"/>
        </w:rPr>
        <w:t>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1A38B6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="00FA2C41" w:rsidRPr="000733E7">
        <w:rPr>
          <w:sz w:val="24"/>
          <w:szCs w:val="24"/>
        </w:rPr>
        <w:t>....</w:t>
      </w:r>
      <w:r w:rsidR="00182DC0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2</w:t>
      </w:r>
      <w:r w:rsidR="004D3E9A">
        <w:rPr>
          <w:sz w:val="24"/>
          <w:szCs w:val="24"/>
        </w:rPr>
        <w:t>7</w:t>
      </w:r>
    </w:p>
    <w:p w:rsidR="00756D9D" w:rsidRPr="000733E7" w:rsidRDefault="00AF27D4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56D9D">
        <w:rPr>
          <w:sz w:val="24"/>
          <w:szCs w:val="24"/>
        </w:rPr>
        <w:t xml:space="preserve">Zatrudnienie cudzoziemców </w:t>
      </w:r>
      <w:r w:rsidR="00E10C97" w:rsidRPr="000733E7">
        <w:rPr>
          <w:sz w:val="24"/>
          <w:szCs w:val="24"/>
        </w:rPr>
        <w:t>.................................................................................</w:t>
      </w:r>
      <w:r w:rsidR="00E10C97">
        <w:rPr>
          <w:sz w:val="24"/>
          <w:szCs w:val="24"/>
        </w:rPr>
        <w:t>................</w:t>
      </w:r>
      <w:r w:rsidR="00756D9D">
        <w:rPr>
          <w:sz w:val="24"/>
          <w:szCs w:val="24"/>
        </w:rPr>
        <w:t>2</w:t>
      </w:r>
      <w:r w:rsidR="004D3E9A">
        <w:rPr>
          <w:sz w:val="24"/>
          <w:szCs w:val="24"/>
        </w:rPr>
        <w:t>8</w:t>
      </w:r>
    </w:p>
    <w:p w:rsidR="005B69D0" w:rsidRPr="000733E7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Poradnictwo zawodowe  ...........................................................................................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D343CF">
        <w:rPr>
          <w:sz w:val="24"/>
          <w:szCs w:val="24"/>
        </w:rPr>
        <w:t>29</w:t>
      </w:r>
    </w:p>
    <w:p w:rsidR="005B69D0" w:rsidRPr="000733E7" w:rsidRDefault="005B69D0" w:rsidP="003C6314">
      <w:pPr>
        <w:numPr>
          <w:ilvl w:val="1"/>
          <w:numId w:val="30"/>
        </w:numPr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="003C6314" w:rsidRPr="003C6314">
        <w:rPr>
          <w:sz w:val="24"/>
          <w:szCs w:val="24"/>
        </w:rPr>
        <w:t xml:space="preserve">Szkolenia i przekwalifikowania  </w:t>
      </w:r>
      <w:r w:rsidR="003C6314">
        <w:rPr>
          <w:sz w:val="24"/>
          <w:szCs w:val="24"/>
        </w:rPr>
        <w:t>………...</w:t>
      </w:r>
      <w:r w:rsidR="00E018BF">
        <w:rPr>
          <w:sz w:val="24"/>
          <w:szCs w:val="24"/>
        </w:rPr>
        <w:t>……………....</w:t>
      </w:r>
      <w:r w:rsidRPr="000733E7">
        <w:rPr>
          <w:sz w:val="24"/>
          <w:szCs w:val="24"/>
        </w:rPr>
        <w:t>...............</w:t>
      </w:r>
      <w:r w:rsidR="001A38B6" w:rsidRPr="000733E7">
        <w:rPr>
          <w:sz w:val="24"/>
          <w:szCs w:val="24"/>
        </w:rPr>
        <w:t>...........................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..</w:t>
      </w:r>
      <w:r w:rsidR="001A38B6"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E10C97">
        <w:rPr>
          <w:sz w:val="24"/>
          <w:szCs w:val="24"/>
        </w:rPr>
        <w:t>.31</w:t>
      </w:r>
    </w:p>
    <w:p w:rsidR="00756D9D" w:rsidRDefault="005B69D0" w:rsidP="00BF37F9">
      <w:pPr>
        <w:numPr>
          <w:ilvl w:val="1"/>
          <w:numId w:val="30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="00756D9D">
        <w:rPr>
          <w:sz w:val="24"/>
          <w:szCs w:val="24"/>
        </w:rPr>
        <w:t xml:space="preserve">Instrumenty Rynku Pracy </w:t>
      </w:r>
      <w:r w:rsidR="00E10C97" w:rsidRPr="000733E7">
        <w:rPr>
          <w:sz w:val="24"/>
          <w:szCs w:val="24"/>
        </w:rPr>
        <w:t>.................................................................................</w:t>
      </w:r>
      <w:r w:rsidR="00E10C97">
        <w:rPr>
          <w:sz w:val="24"/>
          <w:szCs w:val="24"/>
        </w:rPr>
        <w:t>....................</w:t>
      </w:r>
      <w:r w:rsidR="00756D9D">
        <w:rPr>
          <w:sz w:val="24"/>
          <w:szCs w:val="24"/>
        </w:rPr>
        <w:t>3</w:t>
      </w:r>
      <w:r w:rsidR="00115014">
        <w:rPr>
          <w:sz w:val="24"/>
          <w:szCs w:val="24"/>
        </w:rPr>
        <w:t>3</w:t>
      </w:r>
    </w:p>
    <w:p w:rsidR="005B69D0" w:rsidRPr="00184712" w:rsidRDefault="00184712" w:rsidP="00184712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4.6.1.</w:t>
      </w:r>
      <w:r w:rsidR="00327815">
        <w:rPr>
          <w:sz w:val="24"/>
          <w:szCs w:val="24"/>
        </w:rPr>
        <w:t xml:space="preserve">   </w:t>
      </w:r>
      <w:r w:rsidR="005B69D0" w:rsidRPr="00184712">
        <w:rPr>
          <w:sz w:val="24"/>
          <w:szCs w:val="24"/>
        </w:rPr>
        <w:t>Prace interw</w:t>
      </w:r>
      <w:r w:rsidR="00756D9D" w:rsidRPr="00184712">
        <w:rPr>
          <w:sz w:val="24"/>
          <w:szCs w:val="24"/>
        </w:rPr>
        <w:t xml:space="preserve">encyjne </w:t>
      </w:r>
      <w:r w:rsidR="005B69D0" w:rsidRPr="00184712">
        <w:rPr>
          <w:sz w:val="24"/>
          <w:szCs w:val="24"/>
        </w:rPr>
        <w:t>...............</w:t>
      </w:r>
      <w:r w:rsidR="00756D9D" w:rsidRPr="00184712">
        <w:rPr>
          <w:sz w:val="24"/>
          <w:szCs w:val="24"/>
        </w:rPr>
        <w:t>.......................</w:t>
      </w:r>
      <w:r w:rsidR="005B69D0" w:rsidRPr="00184712">
        <w:rPr>
          <w:sz w:val="24"/>
          <w:szCs w:val="24"/>
        </w:rPr>
        <w:t>...................................................</w:t>
      </w:r>
      <w:r w:rsidR="00815211" w:rsidRPr="00184712">
        <w:rPr>
          <w:sz w:val="24"/>
          <w:szCs w:val="24"/>
        </w:rPr>
        <w:t>...</w:t>
      </w:r>
      <w:r w:rsidR="00FA2C41" w:rsidRPr="00184712">
        <w:rPr>
          <w:sz w:val="24"/>
          <w:szCs w:val="24"/>
        </w:rPr>
        <w:t>...</w:t>
      </w:r>
      <w:r w:rsidR="00AF27D4" w:rsidRPr="00184712">
        <w:rPr>
          <w:sz w:val="24"/>
          <w:szCs w:val="24"/>
        </w:rPr>
        <w:t>........</w:t>
      </w:r>
      <w:r w:rsidR="004C4EAF" w:rsidRPr="00184712">
        <w:rPr>
          <w:sz w:val="24"/>
          <w:szCs w:val="24"/>
        </w:rPr>
        <w:t>.</w:t>
      </w:r>
      <w:r w:rsidR="00AF27D4" w:rsidRPr="00184712">
        <w:rPr>
          <w:sz w:val="24"/>
          <w:szCs w:val="24"/>
        </w:rPr>
        <w:t>.</w:t>
      </w:r>
      <w:r w:rsidR="00FA2C41" w:rsidRPr="00184712">
        <w:rPr>
          <w:sz w:val="24"/>
          <w:szCs w:val="24"/>
        </w:rPr>
        <w:t>.</w:t>
      </w:r>
      <w:r w:rsidR="00115014">
        <w:rPr>
          <w:sz w:val="24"/>
          <w:szCs w:val="24"/>
        </w:rPr>
        <w:t>34</w:t>
      </w:r>
    </w:p>
    <w:p w:rsidR="005B69D0" w:rsidRPr="000733E7" w:rsidRDefault="00184712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4.6</w:t>
      </w:r>
      <w:r w:rsidR="00756D9D">
        <w:rPr>
          <w:sz w:val="24"/>
          <w:szCs w:val="24"/>
        </w:rPr>
        <w:t>.2.   Roboty publiczne  ....................</w:t>
      </w:r>
      <w:r w:rsidR="005B69D0" w:rsidRPr="000733E7">
        <w:rPr>
          <w:sz w:val="24"/>
          <w:szCs w:val="24"/>
        </w:rPr>
        <w:t>...................................................................</w:t>
      </w:r>
      <w:r w:rsidR="00AF27D4">
        <w:rPr>
          <w:sz w:val="24"/>
          <w:szCs w:val="24"/>
        </w:rPr>
        <w:t>..........</w:t>
      </w:r>
      <w:r w:rsidR="005B69D0" w:rsidRPr="000733E7">
        <w:rPr>
          <w:sz w:val="24"/>
          <w:szCs w:val="24"/>
        </w:rPr>
        <w:t>.....</w:t>
      </w:r>
      <w:r w:rsidR="0081521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5B69D0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115014">
        <w:rPr>
          <w:sz w:val="24"/>
          <w:szCs w:val="24"/>
        </w:rPr>
        <w:t>34</w:t>
      </w:r>
    </w:p>
    <w:p w:rsidR="005B69D0" w:rsidRPr="00756D9D" w:rsidRDefault="00184712" w:rsidP="004C4EAF">
      <w:pPr>
        <w:pStyle w:val="Akapitzlist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>4.6</w:t>
      </w:r>
      <w:r w:rsidR="004C4EAF">
        <w:rPr>
          <w:sz w:val="24"/>
          <w:szCs w:val="24"/>
        </w:rPr>
        <w:t xml:space="preserve">.3.   </w:t>
      </w:r>
      <w:r w:rsidR="0062564A" w:rsidRPr="00756D9D">
        <w:rPr>
          <w:sz w:val="24"/>
          <w:szCs w:val="24"/>
        </w:rPr>
        <w:t>Organizacja</w:t>
      </w:r>
      <w:r w:rsidR="004D3E9A">
        <w:rPr>
          <w:sz w:val="24"/>
          <w:szCs w:val="24"/>
        </w:rPr>
        <w:t xml:space="preserve"> stażu</w:t>
      </w:r>
      <w:r w:rsidR="005B69D0" w:rsidRPr="00756D9D">
        <w:rPr>
          <w:sz w:val="24"/>
          <w:szCs w:val="24"/>
        </w:rPr>
        <w:t>....</w:t>
      </w:r>
      <w:r w:rsidR="004D3E9A">
        <w:rPr>
          <w:sz w:val="24"/>
          <w:szCs w:val="24"/>
        </w:rPr>
        <w:t>...........................................................................</w:t>
      </w:r>
      <w:r w:rsidR="0062564A" w:rsidRPr="00756D9D">
        <w:rPr>
          <w:sz w:val="24"/>
          <w:szCs w:val="24"/>
        </w:rPr>
        <w:t>.....</w:t>
      </w:r>
      <w:r w:rsidR="00756D9D">
        <w:rPr>
          <w:sz w:val="24"/>
          <w:szCs w:val="24"/>
        </w:rPr>
        <w:t>........</w:t>
      </w:r>
      <w:r w:rsidR="00AF27D4">
        <w:rPr>
          <w:sz w:val="24"/>
          <w:szCs w:val="24"/>
        </w:rPr>
        <w:t>........</w:t>
      </w:r>
      <w:r w:rsidR="00756D9D">
        <w:rPr>
          <w:sz w:val="24"/>
          <w:szCs w:val="24"/>
        </w:rPr>
        <w:t>..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</w:t>
      </w:r>
      <w:r w:rsidR="00C2078B">
        <w:rPr>
          <w:sz w:val="24"/>
          <w:szCs w:val="24"/>
        </w:rPr>
        <w:t>34</w:t>
      </w:r>
    </w:p>
    <w:p w:rsidR="00C455E6" w:rsidRDefault="00C455E6" w:rsidP="004F76B2">
      <w:pPr>
        <w:pStyle w:val="Akapitzlist"/>
        <w:numPr>
          <w:ilvl w:val="2"/>
          <w:numId w:val="6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Dodatkowe Instrumenty aktywizacyjne dla osób bezrobotnych do 30 r.</w:t>
      </w:r>
      <w:r w:rsidR="00327815">
        <w:rPr>
          <w:sz w:val="24"/>
          <w:szCs w:val="24"/>
        </w:rPr>
        <w:t xml:space="preserve"> </w:t>
      </w:r>
      <w:r>
        <w:rPr>
          <w:sz w:val="24"/>
          <w:szCs w:val="24"/>
        </w:rPr>
        <w:t>ż</w:t>
      </w:r>
      <w:r w:rsidR="00E10C97">
        <w:rPr>
          <w:sz w:val="24"/>
          <w:szCs w:val="24"/>
        </w:rPr>
        <w:t>..........</w:t>
      </w:r>
      <w:r w:rsidR="00E10C97" w:rsidRPr="00756D9D">
        <w:rPr>
          <w:sz w:val="24"/>
          <w:szCs w:val="24"/>
        </w:rPr>
        <w:t>...</w:t>
      </w:r>
      <w:r w:rsidR="00E10C97">
        <w:rPr>
          <w:sz w:val="24"/>
          <w:szCs w:val="24"/>
        </w:rPr>
        <w:t>.</w:t>
      </w:r>
      <w:r w:rsidR="00E10C97" w:rsidRPr="00756D9D">
        <w:rPr>
          <w:sz w:val="24"/>
          <w:szCs w:val="24"/>
        </w:rPr>
        <w:t>.....</w:t>
      </w:r>
      <w:r w:rsidR="00C2078B">
        <w:rPr>
          <w:sz w:val="24"/>
          <w:szCs w:val="24"/>
        </w:rPr>
        <w:t>35</w:t>
      </w:r>
    </w:p>
    <w:p w:rsidR="00C455E6" w:rsidRDefault="00C455E6" w:rsidP="004F76B2">
      <w:pPr>
        <w:pStyle w:val="Akapitzlist"/>
        <w:numPr>
          <w:ilvl w:val="2"/>
          <w:numId w:val="6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Dofinansowanie wynagrodzenia </w:t>
      </w:r>
      <w:r w:rsidR="004D3E9A">
        <w:rPr>
          <w:sz w:val="24"/>
          <w:szCs w:val="24"/>
        </w:rPr>
        <w:t xml:space="preserve">pracodawcy za zatrudnionego </w:t>
      </w:r>
      <w:r>
        <w:rPr>
          <w:sz w:val="24"/>
          <w:szCs w:val="24"/>
        </w:rPr>
        <w:t xml:space="preserve">bezrobotnego powyżej </w:t>
      </w:r>
      <w:r w:rsidR="004D3E9A">
        <w:rPr>
          <w:sz w:val="24"/>
          <w:szCs w:val="24"/>
        </w:rPr>
        <w:br/>
      </w:r>
      <w:r>
        <w:rPr>
          <w:sz w:val="24"/>
          <w:szCs w:val="24"/>
        </w:rPr>
        <w:t>50 r. ż</w:t>
      </w:r>
      <w:r w:rsidR="00E10C97" w:rsidRPr="000733E7">
        <w:rPr>
          <w:sz w:val="24"/>
          <w:szCs w:val="24"/>
        </w:rPr>
        <w:t>.............................................................................................</w:t>
      </w:r>
      <w:r w:rsidR="00E10C97">
        <w:rPr>
          <w:sz w:val="24"/>
          <w:szCs w:val="24"/>
        </w:rPr>
        <w:t>....................</w:t>
      </w:r>
      <w:r w:rsidR="00E10C97" w:rsidRPr="000733E7">
        <w:rPr>
          <w:sz w:val="24"/>
          <w:szCs w:val="24"/>
        </w:rPr>
        <w:t>..............</w:t>
      </w:r>
      <w:r w:rsidR="00115014">
        <w:rPr>
          <w:sz w:val="24"/>
          <w:szCs w:val="24"/>
        </w:rPr>
        <w:t>..37</w:t>
      </w:r>
    </w:p>
    <w:p w:rsidR="00AE6123" w:rsidRDefault="00FF75AC" w:rsidP="004F76B2">
      <w:pPr>
        <w:pStyle w:val="Akapitzlist"/>
        <w:numPr>
          <w:ilvl w:val="2"/>
          <w:numId w:val="68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756D9D">
        <w:rPr>
          <w:sz w:val="24"/>
          <w:szCs w:val="24"/>
        </w:rPr>
        <w:t xml:space="preserve">Prace społecznie użyteczne </w:t>
      </w:r>
      <w:r w:rsidR="00756D9D">
        <w:rPr>
          <w:sz w:val="24"/>
          <w:szCs w:val="24"/>
        </w:rPr>
        <w:t xml:space="preserve"> ..............</w:t>
      </w:r>
      <w:r w:rsidRPr="00756D9D">
        <w:rPr>
          <w:sz w:val="24"/>
          <w:szCs w:val="24"/>
        </w:rPr>
        <w:t>...........</w:t>
      </w:r>
      <w:r w:rsidR="005B69D0" w:rsidRPr="00756D9D">
        <w:rPr>
          <w:sz w:val="24"/>
          <w:szCs w:val="24"/>
        </w:rPr>
        <w:t>........</w:t>
      </w:r>
      <w:r w:rsidRPr="00756D9D">
        <w:rPr>
          <w:sz w:val="24"/>
          <w:szCs w:val="24"/>
        </w:rPr>
        <w:t>...........</w:t>
      </w:r>
      <w:r w:rsidR="0062564A" w:rsidRPr="00756D9D">
        <w:rPr>
          <w:sz w:val="24"/>
          <w:szCs w:val="24"/>
        </w:rPr>
        <w:t>....</w:t>
      </w:r>
      <w:r w:rsidRPr="00756D9D">
        <w:rPr>
          <w:sz w:val="24"/>
          <w:szCs w:val="24"/>
        </w:rPr>
        <w:t>......</w:t>
      </w:r>
      <w:r w:rsidR="00C17A92" w:rsidRPr="00756D9D">
        <w:rPr>
          <w:sz w:val="24"/>
          <w:szCs w:val="24"/>
        </w:rPr>
        <w:t>................</w:t>
      </w:r>
      <w:r w:rsidR="00FA2C41" w:rsidRPr="00756D9D">
        <w:rPr>
          <w:sz w:val="24"/>
          <w:szCs w:val="24"/>
        </w:rPr>
        <w:t>....</w:t>
      </w:r>
      <w:r w:rsidR="00AF27D4">
        <w:rPr>
          <w:sz w:val="24"/>
          <w:szCs w:val="24"/>
        </w:rPr>
        <w:t>..............</w:t>
      </w:r>
      <w:r w:rsidR="00FA2C41" w:rsidRPr="00756D9D">
        <w:rPr>
          <w:sz w:val="24"/>
          <w:szCs w:val="24"/>
        </w:rPr>
        <w:t>..</w:t>
      </w:r>
      <w:r w:rsidR="00280531">
        <w:rPr>
          <w:sz w:val="24"/>
          <w:szCs w:val="24"/>
        </w:rPr>
        <w:t>..</w:t>
      </w:r>
      <w:r w:rsidR="004C4EAF">
        <w:rPr>
          <w:sz w:val="24"/>
          <w:szCs w:val="24"/>
        </w:rPr>
        <w:t>.</w:t>
      </w:r>
      <w:r w:rsidR="00115014">
        <w:rPr>
          <w:sz w:val="24"/>
          <w:szCs w:val="24"/>
        </w:rPr>
        <w:t>.37</w:t>
      </w:r>
    </w:p>
    <w:p w:rsidR="00476FA9" w:rsidRDefault="005B69D0" w:rsidP="004F76B2">
      <w:pPr>
        <w:pStyle w:val="Akapitzlist"/>
        <w:numPr>
          <w:ilvl w:val="2"/>
          <w:numId w:val="68"/>
        </w:numPr>
        <w:spacing w:line="360" w:lineRule="auto"/>
        <w:ind w:left="0" w:firstLine="0"/>
        <w:rPr>
          <w:sz w:val="24"/>
          <w:szCs w:val="24"/>
        </w:rPr>
      </w:pPr>
      <w:r w:rsidRPr="00AE6123">
        <w:rPr>
          <w:sz w:val="24"/>
          <w:szCs w:val="24"/>
        </w:rPr>
        <w:t>Jednorazowe środki dla bezrobotnych na podjęcie działalności gospodarczej</w:t>
      </w:r>
      <w:r w:rsidR="004D3E9A">
        <w:rPr>
          <w:sz w:val="24"/>
          <w:szCs w:val="24"/>
        </w:rPr>
        <w:t xml:space="preserve"> </w:t>
      </w:r>
      <w:r w:rsidR="00E10C97">
        <w:rPr>
          <w:sz w:val="24"/>
          <w:szCs w:val="24"/>
        </w:rPr>
        <w:t>.......</w:t>
      </w:r>
      <w:r w:rsidR="00E10C97" w:rsidRPr="00756D9D">
        <w:rPr>
          <w:sz w:val="24"/>
          <w:szCs w:val="24"/>
        </w:rPr>
        <w:t>...</w:t>
      </w:r>
      <w:r w:rsidR="00E10C97">
        <w:rPr>
          <w:sz w:val="24"/>
          <w:szCs w:val="24"/>
        </w:rPr>
        <w:t>.</w:t>
      </w:r>
      <w:r w:rsidR="00E10C97" w:rsidRPr="00756D9D">
        <w:rPr>
          <w:sz w:val="24"/>
          <w:szCs w:val="24"/>
        </w:rPr>
        <w:t>.....</w:t>
      </w:r>
      <w:r w:rsidR="00D343CF">
        <w:rPr>
          <w:sz w:val="24"/>
          <w:szCs w:val="24"/>
        </w:rPr>
        <w:t>37</w:t>
      </w:r>
      <w:r w:rsidR="00FF75AC" w:rsidRPr="00AE6123">
        <w:rPr>
          <w:sz w:val="24"/>
          <w:szCs w:val="24"/>
        </w:rPr>
        <w:t xml:space="preserve">  </w:t>
      </w:r>
    </w:p>
    <w:p w:rsidR="00476FA9" w:rsidRDefault="00476FA9" w:rsidP="004F76B2">
      <w:pPr>
        <w:pStyle w:val="Akapitzlist"/>
        <w:numPr>
          <w:ilvl w:val="2"/>
          <w:numId w:val="68"/>
        </w:numPr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R</w:t>
      </w:r>
      <w:r w:rsidR="005B69D0" w:rsidRPr="00AE6123">
        <w:rPr>
          <w:sz w:val="24"/>
          <w:szCs w:val="24"/>
        </w:rPr>
        <w:t xml:space="preserve">efundacja </w:t>
      </w:r>
      <w:r>
        <w:rPr>
          <w:sz w:val="24"/>
          <w:szCs w:val="24"/>
        </w:rPr>
        <w:t xml:space="preserve">kosztów </w:t>
      </w:r>
      <w:r w:rsidR="005B69D0" w:rsidRPr="00AE6123">
        <w:rPr>
          <w:sz w:val="24"/>
          <w:szCs w:val="24"/>
        </w:rPr>
        <w:t>wyposażenia lub doposa</w:t>
      </w:r>
      <w:r>
        <w:rPr>
          <w:sz w:val="24"/>
          <w:szCs w:val="24"/>
        </w:rPr>
        <w:t>żenia</w:t>
      </w:r>
      <w:r w:rsidR="00AE6123">
        <w:rPr>
          <w:sz w:val="24"/>
          <w:szCs w:val="24"/>
        </w:rPr>
        <w:t xml:space="preserve"> stanowisk</w:t>
      </w:r>
      <w:r>
        <w:rPr>
          <w:sz w:val="24"/>
          <w:szCs w:val="24"/>
        </w:rPr>
        <w:t>a</w:t>
      </w:r>
      <w:r w:rsidR="00AE6123">
        <w:rPr>
          <w:sz w:val="24"/>
          <w:szCs w:val="24"/>
        </w:rPr>
        <w:t xml:space="preserve"> pracy </w:t>
      </w:r>
      <w:r>
        <w:rPr>
          <w:sz w:val="24"/>
          <w:szCs w:val="24"/>
        </w:rPr>
        <w:t xml:space="preserve">dla osoby </w:t>
      </w:r>
    </w:p>
    <w:p w:rsidR="00AE6123" w:rsidRDefault="00476FA9" w:rsidP="00476FA9">
      <w:pPr>
        <w:pStyle w:val="Akapitzlist"/>
        <w:spacing w:line="360" w:lineRule="auto"/>
        <w:ind w:left="0" w:firstLine="708"/>
        <w:rPr>
          <w:sz w:val="24"/>
          <w:szCs w:val="24"/>
        </w:rPr>
      </w:pPr>
      <w:r>
        <w:rPr>
          <w:sz w:val="24"/>
          <w:szCs w:val="24"/>
        </w:rPr>
        <w:t>bezrobotnej</w:t>
      </w:r>
      <w:r w:rsidR="00182DC0">
        <w:rPr>
          <w:sz w:val="24"/>
          <w:szCs w:val="24"/>
        </w:rPr>
        <w:t xml:space="preserve"> </w:t>
      </w:r>
      <w:r w:rsidR="00E10C97">
        <w:rPr>
          <w:sz w:val="24"/>
          <w:szCs w:val="24"/>
        </w:rPr>
        <w:t>.............</w:t>
      </w:r>
      <w:r w:rsidR="00E10C97" w:rsidRPr="000733E7">
        <w:rPr>
          <w:sz w:val="24"/>
          <w:szCs w:val="24"/>
        </w:rPr>
        <w:t>......................................................</w:t>
      </w:r>
      <w:r w:rsidR="00E10C97">
        <w:rPr>
          <w:sz w:val="24"/>
          <w:szCs w:val="24"/>
        </w:rPr>
        <w:t>..............................</w:t>
      </w:r>
      <w:r w:rsidR="00E10C97" w:rsidRPr="000733E7">
        <w:rPr>
          <w:sz w:val="24"/>
          <w:szCs w:val="24"/>
        </w:rPr>
        <w:t>.............</w:t>
      </w:r>
      <w:r w:rsidR="00115014">
        <w:rPr>
          <w:sz w:val="24"/>
          <w:szCs w:val="24"/>
        </w:rPr>
        <w:t>..........39</w:t>
      </w:r>
    </w:p>
    <w:p w:rsidR="00AC533C" w:rsidRDefault="00AC533C" w:rsidP="004D3E9A">
      <w:pPr>
        <w:pStyle w:val="Akapitzlist"/>
        <w:numPr>
          <w:ilvl w:val="0"/>
          <w:numId w:val="3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Refundacja kosztów zatrudnienia osób do 30 roku </w:t>
      </w:r>
      <w:r w:rsidR="00E10C97">
        <w:rPr>
          <w:b/>
          <w:i/>
          <w:sz w:val="24"/>
          <w:szCs w:val="24"/>
        </w:rPr>
        <w:t>życia……………………………..……39</w:t>
      </w:r>
    </w:p>
    <w:p w:rsidR="00184712" w:rsidRPr="004D3E9A" w:rsidRDefault="00184712" w:rsidP="004D3E9A">
      <w:pPr>
        <w:pStyle w:val="Akapitzlist"/>
        <w:numPr>
          <w:ilvl w:val="0"/>
          <w:numId w:val="34"/>
        </w:numPr>
        <w:spacing w:line="360" w:lineRule="auto"/>
        <w:rPr>
          <w:b/>
          <w:i/>
          <w:sz w:val="24"/>
          <w:szCs w:val="24"/>
        </w:rPr>
      </w:pPr>
      <w:r w:rsidRPr="004D3E9A">
        <w:rPr>
          <w:b/>
          <w:i/>
          <w:sz w:val="24"/>
          <w:szCs w:val="24"/>
        </w:rPr>
        <w:t>Krajowy Fundusz Szkoleniowy………………………………………………</w:t>
      </w:r>
      <w:r w:rsidR="00E10C97">
        <w:rPr>
          <w:b/>
          <w:i/>
          <w:sz w:val="24"/>
          <w:szCs w:val="24"/>
        </w:rPr>
        <w:t>…..</w:t>
      </w:r>
      <w:r w:rsidRPr="004D3E9A">
        <w:rPr>
          <w:b/>
          <w:i/>
          <w:sz w:val="24"/>
          <w:szCs w:val="24"/>
        </w:rPr>
        <w:t>………….</w:t>
      </w:r>
      <w:r w:rsidR="00D343CF">
        <w:rPr>
          <w:b/>
          <w:i/>
          <w:sz w:val="24"/>
          <w:szCs w:val="24"/>
        </w:rPr>
        <w:t>39</w:t>
      </w:r>
    </w:p>
    <w:p w:rsidR="005B69D0" w:rsidRDefault="005B69D0" w:rsidP="00BF37F9">
      <w:pPr>
        <w:numPr>
          <w:ilvl w:val="0"/>
          <w:numId w:val="34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>Realizacja projektów współfinansowanych z Europejskiego Fundusz</w:t>
      </w:r>
      <w:r w:rsidR="00756D9D">
        <w:rPr>
          <w:b/>
          <w:i/>
          <w:sz w:val="24"/>
          <w:szCs w:val="24"/>
        </w:rPr>
        <w:t>u</w:t>
      </w:r>
      <w:r w:rsidR="0039375D" w:rsidRPr="000733E7">
        <w:rPr>
          <w:b/>
          <w:i/>
          <w:sz w:val="24"/>
          <w:szCs w:val="24"/>
        </w:rPr>
        <w:t xml:space="preserve"> Społecznego</w:t>
      </w:r>
      <w:r w:rsidR="00756D9D">
        <w:rPr>
          <w:b/>
          <w:i/>
          <w:sz w:val="24"/>
          <w:szCs w:val="24"/>
        </w:rPr>
        <w:t xml:space="preserve"> </w:t>
      </w:r>
      <w:r w:rsidR="00FA2C41" w:rsidRPr="000733E7">
        <w:rPr>
          <w:b/>
          <w:i/>
          <w:sz w:val="24"/>
          <w:szCs w:val="24"/>
        </w:rPr>
        <w:t>......</w:t>
      </w:r>
      <w:r w:rsidR="001B4765">
        <w:rPr>
          <w:b/>
          <w:i/>
          <w:sz w:val="24"/>
          <w:szCs w:val="24"/>
        </w:rPr>
        <w:t>40</w:t>
      </w:r>
    </w:p>
    <w:p w:rsidR="00756D9D" w:rsidRPr="00AF27D4" w:rsidRDefault="00115014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756D9D" w:rsidRPr="00AF27D4">
        <w:rPr>
          <w:sz w:val="24"/>
          <w:szCs w:val="24"/>
        </w:rPr>
        <w:t xml:space="preserve">.1. </w:t>
      </w:r>
      <w:r w:rsidR="00B46B42">
        <w:rPr>
          <w:sz w:val="24"/>
          <w:szCs w:val="24"/>
        </w:rPr>
        <w:t xml:space="preserve">Projekt </w:t>
      </w:r>
      <w:r w:rsidR="00B46B42" w:rsidRPr="00B46B42">
        <w:rPr>
          <w:sz w:val="24"/>
          <w:szCs w:val="24"/>
        </w:rPr>
        <w:t>„Aktywizacja osób młodych pozostających bez pracy w powiecie otwockim (I</w:t>
      </w:r>
      <w:r w:rsidR="00A13CF6">
        <w:rPr>
          <w:sz w:val="24"/>
          <w:szCs w:val="24"/>
        </w:rPr>
        <w:t>I</w:t>
      </w:r>
      <w:r w:rsidR="00B46B42" w:rsidRPr="00B46B42">
        <w:rPr>
          <w:sz w:val="24"/>
          <w:szCs w:val="24"/>
        </w:rPr>
        <w:t>)”</w:t>
      </w:r>
      <w:r w:rsidR="00A13CF6">
        <w:rPr>
          <w:sz w:val="24"/>
          <w:szCs w:val="24"/>
        </w:rPr>
        <w:t>.</w:t>
      </w:r>
      <w:r>
        <w:rPr>
          <w:sz w:val="24"/>
          <w:szCs w:val="24"/>
        </w:rPr>
        <w:t>.40</w:t>
      </w:r>
    </w:p>
    <w:p w:rsidR="006B10A1" w:rsidRDefault="00115014" w:rsidP="006B10A1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756D9D" w:rsidRPr="00AF27D4">
        <w:rPr>
          <w:sz w:val="24"/>
          <w:szCs w:val="24"/>
        </w:rPr>
        <w:t xml:space="preserve">.2. </w:t>
      </w:r>
      <w:r w:rsidR="006B10A1">
        <w:rPr>
          <w:sz w:val="24"/>
          <w:szCs w:val="24"/>
        </w:rPr>
        <w:t xml:space="preserve">Projekt „ Aktywizacja osób w wieku 30 lat i powyżej pozostających bez pracy w powiecie </w:t>
      </w:r>
    </w:p>
    <w:p w:rsidR="006B10A1" w:rsidRDefault="006B10A1" w:rsidP="006B10A1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otwockim (I)”</w:t>
      </w:r>
      <w:r w:rsidR="00E10C97" w:rsidRPr="00E10C97">
        <w:rPr>
          <w:sz w:val="24"/>
          <w:szCs w:val="24"/>
        </w:rPr>
        <w:t xml:space="preserve"> </w:t>
      </w:r>
      <w:r w:rsidR="00E10C97">
        <w:rPr>
          <w:sz w:val="24"/>
          <w:szCs w:val="24"/>
        </w:rPr>
        <w:t>.....</w:t>
      </w:r>
      <w:r w:rsidR="00E10C97" w:rsidRPr="000733E7">
        <w:rPr>
          <w:sz w:val="24"/>
          <w:szCs w:val="24"/>
        </w:rPr>
        <w:t>......................................................</w:t>
      </w:r>
      <w:r w:rsidR="00E10C97">
        <w:rPr>
          <w:sz w:val="24"/>
          <w:szCs w:val="24"/>
        </w:rPr>
        <w:t>................................................</w:t>
      </w:r>
      <w:r w:rsidR="00E10C97" w:rsidRPr="000733E7">
        <w:rPr>
          <w:sz w:val="24"/>
          <w:szCs w:val="24"/>
        </w:rPr>
        <w:t>............</w:t>
      </w:r>
      <w:r w:rsidR="00E10C97">
        <w:rPr>
          <w:sz w:val="24"/>
          <w:szCs w:val="24"/>
        </w:rPr>
        <w:t>4</w:t>
      </w:r>
      <w:r w:rsidR="00115014">
        <w:rPr>
          <w:sz w:val="24"/>
          <w:szCs w:val="24"/>
        </w:rPr>
        <w:t>3</w:t>
      </w:r>
    </w:p>
    <w:p w:rsidR="008A75C7" w:rsidRPr="008A75C7" w:rsidRDefault="004C4EAF" w:rsidP="008A75C7">
      <w:pPr>
        <w:pStyle w:val="Akapitzlist"/>
        <w:numPr>
          <w:ilvl w:val="0"/>
          <w:numId w:val="34"/>
        </w:num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 w:rsidRPr="008A75C7">
        <w:rPr>
          <w:b/>
          <w:i/>
          <w:sz w:val="24"/>
          <w:szCs w:val="24"/>
        </w:rPr>
        <w:t>Realizacja programów finansowanych z rezerwy Minis</w:t>
      </w:r>
      <w:r w:rsidR="00182DC0" w:rsidRPr="008A75C7">
        <w:rPr>
          <w:b/>
          <w:i/>
          <w:sz w:val="24"/>
          <w:szCs w:val="24"/>
        </w:rPr>
        <w:t>tra</w:t>
      </w:r>
      <w:r w:rsidR="008A75C7" w:rsidRPr="008A75C7">
        <w:rPr>
          <w:b/>
          <w:i/>
          <w:sz w:val="24"/>
          <w:szCs w:val="24"/>
        </w:rPr>
        <w:t xml:space="preserve"> Rodziny, Pracy i Polityki   </w:t>
      </w:r>
    </w:p>
    <w:p w:rsidR="004C4EAF" w:rsidRPr="008A75C7" w:rsidRDefault="008A75C7" w:rsidP="008A75C7">
      <w:pPr>
        <w:pStyle w:val="Akapitzlist"/>
        <w:tabs>
          <w:tab w:val="num" w:pos="0"/>
        </w:tabs>
        <w:spacing w:line="360" w:lineRule="auto"/>
        <w:ind w:left="360"/>
        <w:rPr>
          <w:b/>
          <w:i/>
          <w:sz w:val="24"/>
          <w:szCs w:val="24"/>
        </w:rPr>
      </w:pPr>
      <w:r w:rsidRPr="008A75C7">
        <w:rPr>
          <w:b/>
          <w:i/>
          <w:sz w:val="24"/>
          <w:szCs w:val="24"/>
        </w:rPr>
        <w:t>Społecznej</w:t>
      </w:r>
      <w:r>
        <w:rPr>
          <w:b/>
          <w:i/>
          <w:sz w:val="24"/>
          <w:szCs w:val="24"/>
        </w:rPr>
        <w:t>……</w:t>
      </w:r>
      <w:r w:rsidR="00E10C97">
        <w:rPr>
          <w:b/>
          <w:i/>
          <w:sz w:val="24"/>
          <w:szCs w:val="24"/>
        </w:rPr>
        <w:t>………………………………………………………………………………4</w:t>
      </w:r>
      <w:r w:rsidR="00115014">
        <w:rPr>
          <w:b/>
          <w:i/>
          <w:sz w:val="24"/>
          <w:szCs w:val="24"/>
        </w:rPr>
        <w:t>7</w:t>
      </w:r>
    </w:p>
    <w:p w:rsidR="00AF27D4" w:rsidRPr="00E018BF" w:rsidRDefault="00115014" w:rsidP="00AF27D4">
      <w:pPr>
        <w:tabs>
          <w:tab w:val="num" w:pos="0"/>
        </w:tabs>
        <w:spacing w:line="360" w:lineRule="auto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9</w:t>
      </w:r>
      <w:r w:rsidR="00F27642">
        <w:rPr>
          <w:b/>
          <w:i/>
          <w:sz w:val="24"/>
          <w:szCs w:val="24"/>
        </w:rPr>
        <w:t xml:space="preserve">.  </w:t>
      </w:r>
      <w:r w:rsidR="00AF27D4" w:rsidRPr="00AF27D4">
        <w:rPr>
          <w:b/>
          <w:i/>
          <w:sz w:val="24"/>
          <w:szCs w:val="24"/>
        </w:rPr>
        <w:t>Zatrudnienie i s</w:t>
      </w:r>
      <w:r w:rsidR="00AC533C">
        <w:rPr>
          <w:b/>
          <w:i/>
          <w:sz w:val="24"/>
          <w:szCs w:val="24"/>
        </w:rPr>
        <w:t>zkolenie pracowników PUP ………………</w:t>
      </w:r>
      <w:r w:rsidR="00AF27D4" w:rsidRPr="00AF27D4">
        <w:rPr>
          <w:b/>
          <w:i/>
          <w:sz w:val="24"/>
          <w:szCs w:val="24"/>
        </w:rPr>
        <w:t>…</w:t>
      </w:r>
      <w:r w:rsidR="00F27642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…………………</w:t>
      </w:r>
      <w:r w:rsidR="00AF27D4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……</w:t>
      </w:r>
      <w:r w:rsidR="00E10C97">
        <w:rPr>
          <w:b/>
          <w:i/>
          <w:sz w:val="24"/>
          <w:szCs w:val="24"/>
        </w:rPr>
        <w:t>..</w:t>
      </w:r>
      <w:r w:rsidR="00F27642">
        <w:rPr>
          <w:b/>
          <w:i/>
          <w:sz w:val="24"/>
          <w:szCs w:val="24"/>
        </w:rPr>
        <w:t>.</w:t>
      </w:r>
      <w:r w:rsidR="00B95405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..</w:t>
      </w:r>
      <w:r>
        <w:rPr>
          <w:b/>
          <w:i/>
          <w:sz w:val="24"/>
          <w:szCs w:val="24"/>
        </w:rPr>
        <w:t>47</w:t>
      </w:r>
    </w:p>
    <w:p w:rsidR="004C4EAF" w:rsidRDefault="00115014" w:rsidP="004C4EAF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8A75C7">
        <w:rPr>
          <w:sz w:val="24"/>
          <w:szCs w:val="24"/>
        </w:rPr>
        <w:t>.1</w:t>
      </w:r>
      <w:r w:rsidR="00E10C97">
        <w:rPr>
          <w:sz w:val="24"/>
          <w:szCs w:val="24"/>
        </w:rPr>
        <w:t xml:space="preserve">.  </w:t>
      </w:r>
      <w:r w:rsidR="005B69D0" w:rsidRPr="00AF27D4">
        <w:rPr>
          <w:sz w:val="24"/>
          <w:szCs w:val="24"/>
        </w:rPr>
        <w:t>Decyzje administracyjne, zaświadczenia, deklaracje podatkowe ......</w:t>
      </w:r>
      <w:r w:rsidR="00815211" w:rsidRPr="00AF27D4">
        <w:rPr>
          <w:sz w:val="24"/>
          <w:szCs w:val="24"/>
        </w:rPr>
        <w:t>.</w:t>
      </w:r>
      <w:r w:rsidR="00076F50" w:rsidRPr="00AF27D4">
        <w:rPr>
          <w:sz w:val="24"/>
          <w:szCs w:val="24"/>
        </w:rPr>
        <w:t>.</w:t>
      </w:r>
      <w:r w:rsidR="00AC533C">
        <w:rPr>
          <w:sz w:val="24"/>
          <w:szCs w:val="24"/>
        </w:rPr>
        <w:t>......</w:t>
      </w:r>
      <w:r w:rsidR="005E7B3D" w:rsidRPr="00AF27D4">
        <w:rPr>
          <w:sz w:val="24"/>
          <w:szCs w:val="24"/>
        </w:rPr>
        <w:t>...............</w:t>
      </w:r>
      <w:r w:rsidR="00E10C97">
        <w:rPr>
          <w:sz w:val="24"/>
          <w:szCs w:val="24"/>
        </w:rPr>
        <w:t>.</w:t>
      </w:r>
      <w:r w:rsidR="005E7B3D" w:rsidRPr="00AF27D4">
        <w:rPr>
          <w:sz w:val="24"/>
          <w:szCs w:val="24"/>
        </w:rPr>
        <w:t>.......</w:t>
      </w:r>
      <w:r w:rsidR="00F70F34">
        <w:rPr>
          <w:sz w:val="24"/>
          <w:szCs w:val="24"/>
        </w:rPr>
        <w:t>..</w:t>
      </w:r>
      <w:r>
        <w:rPr>
          <w:sz w:val="24"/>
          <w:szCs w:val="24"/>
        </w:rPr>
        <w:t>48</w:t>
      </w:r>
    </w:p>
    <w:p w:rsidR="004A6EDB" w:rsidRPr="000733E7" w:rsidRDefault="00115014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4C4EAF">
        <w:rPr>
          <w:sz w:val="24"/>
          <w:szCs w:val="24"/>
        </w:rPr>
        <w:t>.</w:t>
      </w:r>
      <w:r w:rsidR="008A75C7">
        <w:rPr>
          <w:sz w:val="24"/>
          <w:szCs w:val="24"/>
        </w:rPr>
        <w:t>2</w:t>
      </w:r>
      <w:r w:rsidR="00E10C97">
        <w:rPr>
          <w:sz w:val="24"/>
          <w:szCs w:val="24"/>
        </w:rPr>
        <w:t xml:space="preserve">.  </w:t>
      </w:r>
      <w:r w:rsidR="005B69D0" w:rsidRPr="000733E7">
        <w:rPr>
          <w:sz w:val="24"/>
          <w:szCs w:val="24"/>
        </w:rPr>
        <w:t xml:space="preserve">Rozpatrywanie </w:t>
      </w:r>
      <w:proofErr w:type="spellStart"/>
      <w:r w:rsidR="005B69D0" w:rsidRPr="000733E7">
        <w:rPr>
          <w:sz w:val="24"/>
          <w:szCs w:val="24"/>
        </w:rPr>
        <w:t>odwołań</w:t>
      </w:r>
      <w:proofErr w:type="spellEnd"/>
      <w:r w:rsidR="005B69D0" w:rsidRPr="000733E7">
        <w:rPr>
          <w:sz w:val="24"/>
          <w:szCs w:val="24"/>
        </w:rPr>
        <w:t xml:space="preserve"> .....................................</w:t>
      </w:r>
      <w:r w:rsidR="00AC533C">
        <w:rPr>
          <w:sz w:val="24"/>
          <w:szCs w:val="24"/>
        </w:rPr>
        <w:t>..............</w:t>
      </w:r>
      <w:r w:rsidR="005B69D0" w:rsidRPr="000733E7">
        <w:rPr>
          <w:sz w:val="24"/>
          <w:szCs w:val="24"/>
        </w:rPr>
        <w:t>................</w:t>
      </w:r>
      <w:r w:rsidR="00815211" w:rsidRPr="000733E7">
        <w:rPr>
          <w:sz w:val="24"/>
          <w:szCs w:val="24"/>
        </w:rPr>
        <w:t>.</w:t>
      </w:r>
      <w:r w:rsidR="00076F50" w:rsidRPr="000733E7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...................</w:t>
      </w:r>
      <w:r w:rsidR="006E2CFA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......</w:t>
      </w:r>
      <w:r w:rsidR="00E10C97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</w:t>
      </w:r>
      <w:r>
        <w:rPr>
          <w:sz w:val="24"/>
          <w:szCs w:val="24"/>
        </w:rPr>
        <w:t>49</w:t>
      </w:r>
    </w:p>
    <w:p w:rsidR="004A6EDB" w:rsidRDefault="00115014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10. </w:t>
      </w:r>
      <w:r w:rsidR="00AF27D4">
        <w:rPr>
          <w:b/>
          <w:i/>
          <w:sz w:val="24"/>
          <w:szCs w:val="24"/>
        </w:rPr>
        <w:t xml:space="preserve"> </w:t>
      </w:r>
      <w:r w:rsidR="00423F3E">
        <w:rPr>
          <w:b/>
          <w:i/>
          <w:sz w:val="24"/>
          <w:szCs w:val="24"/>
        </w:rPr>
        <w:t>Promocja urzędu …..</w:t>
      </w:r>
      <w:r w:rsidR="00182DC0">
        <w:rPr>
          <w:b/>
          <w:i/>
          <w:sz w:val="24"/>
          <w:szCs w:val="24"/>
        </w:rPr>
        <w:t>…………………………………………………………………….</w:t>
      </w:r>
      <w:r w:rsidR="00E10C97">
        <w:rPr>
          <w:b/>
          <w:i/>
          <w:sz w:val="24"/>
          <w:szCs w:val="24"/>
        </w:rPr>
        <w:t>.</w:t>
      </w:r>
      <w:r w:rsidR="00182DC0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49</w:t>
      </w:r>
    </w:p>
    <w:p w:rsidR="006D2212" w:rsidRDefault="00115014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="006D2212">
        <w:rPr>
          <w:sz w:val="24"/>
          <w:szCs w:val="24"/>
        </w:rPr>
        <w:t>.1.  Targi Pracy</w:t>
      </w:r>
      <w:r w:rsidR="008A75C7">
        <w:rPr>
          <w:sz w:val="24"/>
          <w:szCs w:val="24"/>
        </w:rPr>
        <w:t xml:space="preserve"> – Otwock 201</w:t>
      </w:r>
      <w:r w:rsidR="00D343CF">
        <w:rPr>
          <w:sz w:val="24"/>
          <w:szCs w:val="24"/>
        </w:rPr>
        <w:t>7</w:t>
      </w:r>
      <w:r w:rsidR="00E10C97" w:rsidRPr="000733E7">
        <w:rPr>
          <w:sz w:val="24"/>
          <w:szCs w:val="24"/>
        </w:rPr>
        <w:t>.........................</w:t>
      </w:r>
      <w:r w:rsidR="00E10C97">
        <w:rPr>
          <w:sz w:val="24"/>
          <w:szCs w:val="24"/>
        </w:rPr>
        <w:t>..............</w:t>
      </w:r>
      <w:r w:rsidR="00E10C97" w:rsidRPr="000733E7">
        <w:rPr>
          <w:sz w:val="24"/>
          <w:szCs w:val="24"/>
        </w:rPr>
        <w:t>...................</w:t>
      </w:r>
      <w:r w:rsidR="00E10C97">
        <w:rPr>
          <w:sz w:val="24"/>
          <w:szCs w:val="24"/>
        </w:rPr>
        <w:t>.................</w:t>
      </w:r>
      <w:r w:rsidR="00E10C97" w:rsidRPr="000733E7">
        <w:rPr>
          <w:sz w:val="24"/>
          <w:szCs w:val="24"/>
        </w:rPr>
        <w:t>..............</w:t>
      </w:r>
      <w:r w:rsidR="00E10C97">
        <w:rPr>
          <w:sz w:val="24"/>
          <w:szCs w:val="24"/>
        </w:rPr>
        <w:t>.</w:t>
      </w:r>
      <w:r w:rsidR="00E10C97" w:rsidRPr="000733E7">
        <w:rPr>
          <w:sz w:val="24"/>
          <w:szCs w:val="24"/>
        </w:rPr>
        <w:t>....</w:t>
      </w:r>
      <w:r w:rsidR="00E10C97">
        <w:rPr>
          <w:sz w:val="24"/>
          <w:szCs w:val="24"/>
        </w:rPr>
        <w:t>.</w:t>
      </w:r>
      <w:r w:rsidR="00E10C97" w:rsidRPr="000733E7">
        <w:rPr>
          <w:sz w:val="24"/>
          <w:szCs w:val="24"/>
        </w:rPr>
        <w:t>..</w:t>
      </w:r>
      <w:r>
        <w:rPr>
          <w:sz w:val="24"/>
          <w:szCs w:val="24"/>
        </w:rPr>
        <w:t>49</w:t>
      </w:r>
    </w:p>
    <w:p w:rsidR="006E2CFA" w:rsidRPr="006E2CFA" w:rsidRDefault="00115014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11</w:t>
      </w:r>
      <w:r w:rsidR="00423F3E">
        <w:rPr>
          <w:b/>
          <w:i/>
          <w:sz w:val="24"/>
          <w:szCs w:val="24"/>
        </w:rPr>
        <w:t xml:space="preserve">.    </w:t>
      </w:r>
      <w:r w:rsidR="005B69D0" w:rsidRPr="000733E7">
        <w:rPr>
          <w:b/>
          <w:i/>
          <w:sz w:val="24"/>
          <w:szCs w:val="24"/>
        </w:rPr>
        <w:t>Poziom i struktura wydat</w:t>
      </w:r>
      <w:r w:rsidR="00423F3E">
        <w:rPr>
          <w:b/>
          <w:i/>
          <w:sz w:val="24"/>
          <w:szCs w:val="24"/>
        </w:rPr>
        <w:t>ków z Funduszu Pracy ..........</w:t>
      </w:r>
      <w:r w:rsidR="006D2212">
        <w:rPr>
          <w:b/>
          <w:i/>
          <w:sz w:val="24"/>
          <w:szCs w:val="24"/>
        </w:rPr>
        <w:t>.........</w:t>
      </w:r>
      <w:r w:rsidR="005B69D0" w:rsidRPr="000733E7">
        <w:rPr>
          <w:b/>
          <w:i/>
          <w:sz w:val="24"/>
          <w:szCs w:val="24"/>
        </w:rPr>
        <w:t>.........</w:t>
      </w:r>
      <w:r w:rsidR="00815211" w:rsidRPr="000733E7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</w:t>
      </w:r>
      <w:r w:rsidR="006E2CFA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..................</w:t>
      </w:r>
      <w:r w:rsidR="00182DC0">
        <w:rPr>
          <w:b/>
          <w:i/>
          <w:sz w:val="24"/>
          <w:szCs w:val="24"/>
        </w:rPr>
        <w:t>.</w:t>
      </w:r>
      <w:r w:rsidR="00E018BF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50</w:t>
      </w:r>
    </w:p>
    <w:p w:rsidR="008A75C7" w:rsidRDefault="006D2212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115014">
        <w:rPr>
          <w:b/>
          <w:i/>
          <w:sz w:val="24"/>
          <w:szCs w:val="24"/>
        </w:rPr>
        <w:t>2</w:t>
      </w:r>
      <w:r w:rsidR="005B69D0" w:rsidRPr="006E2CFA">
        <w:rPr>
          <w:b/>
          <w:i/>
          <w:sz w:val="24"/>
          <w:szCs w:val="24"/>
        </w:rPr>
        <w:t xml:space="preserve">. </w:t>
      </w:r>
      <w:r w:rsidR="00AF27D4" w:rsidRPr="006E2CFA">
        <w:rPr>
          <w:b/>
          <w:i/>
          <w:sz w:val="24"/>
          <w:szCs w:val="24"/>
        </w:rPr>
        <w:t xml:space="preserve">   </w:t>
      </w:r>
      <w:r w:rsidR="005B69D0" w:rsidRPr="006E2CFA">
        <w:rPr>
          <w:b/>
          <w:i/>
          <w:sz w:val="24"/>
          <w:szCs w:val="24"/>
        </w:rPr>
        <w:t>Podsumowanie ....................................................................................</w:t>
      </w:r>
      <w:r w:rsidR="00F27642">
        <w:rPr>
          <w:b/>
          <w:i/>
          <w:sz w:val="24"/>
          <w:szCs w:val="24"/>
        </w:rPr>
        <w:t>...............</w:t>
      </w:r>
      <w:r w:rsidR="006E2CFA">
        <w:rPr>
          <w:b/>
          <w:i/>
          <w:sz w:val="24"/>
          <w:szCs w:val="24"/>
        </w:rPr>
        <w:t>.</w:t>
      </w:r>
      <w:r w:rsidR="005B69D0" w:rsidRPr="006E2CFA">
        <w:rPr>
          <w:b/>
          <w:i/>
          <w:sz w:val="24"/>
          <w:szCs w:val="24"/>
        </w:rPr>
        <w:t>.........</w:t>
      </w:r>
      <w:r w:rsidR="00815211" w:rsidRPr="006E2CFA">
        <w:rPr>
          <w:b/>
          <w:i/>
          <w:sz w:val="24"/>
          <w:szCs w:val="24"/>
        </w:rPr>
        <w:t>...</w:t>
      </w:r>
      <w:r w:rsidR="00182DC0">
        <w:rPr>
          <w:b/>
          <w:i/>
          <w:sz w:val="24"/>
          <w:szCs w:val="24"/>
        </w:rPr>
        <w:t>.</w:t>
      </w:r>
      <w:r w:rsidR="00B95405">
        <w:rPr>
          <w:b/>
          <w:i/>
          <w:sz w:val="24"/>
          <w:szCs w:val="24"/>
        </w:rPr>
        <w:t>.</w:t>
      </w:r>
      <w:r w:rsidR="00B87E1E">
        <w:rPr>
          <w:b/>
          <w:i/>
          <w:sz w:val="24"/>
          <w:szCs w:val="24"/>
        </w:rPr>
        <w:t>.</w:t>
      </w:r>
      <w:r w:rsidR="00115014">
        <w:rPr>
          <w:b/>
          <w:i/>
          <w:sz w:val="24"/>
          <w:szCs w:val="24"/>
        </w:rPr>
        <w:t>54</w:t>
      </w: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115014" w:rsidRDefault="00115014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Pr="004C0211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0733E7" w:rsidRPr="000D4DA2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D4DA2">
        <w:rPr>
          <w:b/>
          <w:i/>
          <w:sz w:val="24"/>
          <w:szCs w:val="24"/>
        </w:rPr>
        <w:lastRenderedPageBreak/>
        <w:t>1.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 xml:space="preserve"> 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>Informacja o stanie bezrobocia</w:t>
      </w:r>
    </w:p>
    <w:p w:rsidR="005B69D0" w:rsidRPr="000733E7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sz w:val="24"/>
          <w:szCs w:val="24"/>
        </w:rPr>
        <w:t>Powiatowy Urząd Pracy w Otwocku obejmuje s</w:t>
      </w:r>
      <w:r w:rsidR="00EC1321" w:rsidRPr="000733E7">
        <w:rPr>
          <w:sz w:val="24"/>
          <w:szCs w:val="24"/>
        </w:rPr>
        <w:t>woim zasięgiem osiem gmin</w:t>
      </w:r>
      <w:r w:rsidRPr="000733E7">
        <w:rPr>
          <w:sz w:val="24"/>
          <w:szCs w:val="24"/>
        </w:rPr>
        <w:t>:</w:t>
      </w:r>
      <w:r w:rsidRPr="000733E7">
        <w:rPr>
          <w:i/>
          <w:sz w:val="24"/>
          <w:szCs w:val="24"/>
        </w:rPr>
        <w:t xml:space="preserve"> Otwock, Józefów, Karczew, Wiązowna, Celestynów, Osieck, Kołbiel oraz Sobienie-Jeziory.</w:t>
      </w:r>
    </w:p>
    <w:p w:rsidR="00AD3B07" w:rsidRDefault="005B69D0" w:rsidP="00AD3B0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 otwocki zajmuje powierzchnię 615,</w:t>
      </w:r>
      <w:r w:rsidR="001F4378" w:rsidRPr="000733E7">
        <w:rPr>
          <w:szCs w:val="24"/>
        </w:rPr>
        <w:t xml:space="preserve">09 km kw., którą zamieszkuje </w:t>
      </w:r>
      <w:r w:rsidR="00F006D7">
        <w:rPr>
          <w:szCs w:val="24"/>
        </w:rPr>
        <w:t>123.443</w:t>
      </w:r>
      <w:r w:rsidR="00947F9B" w:rsidRPr="000733E7">
        <w:rPr>
          <w:szCs w:val="24"/>
        </w:rPr>
        <w:t xml:space="preserve"> </w:t>
      </w:r>
      <w:r w:rsidR="00DB52FC">
        <w:rPr>
          <w:szCs w:val="24"/>
        </w:rPr>
        <w:t xml:space="preserve">tys. </w:t>
      </w:r>
      <w:r w:rsidR="00947F9B" w:rsidRPr="000733E7">
        <w:rPr>
          <w:szCs w:val="24"/>
        </w:rPr>
        <w:t>mieszkańców</w:t>
      </w:r>
      <w:r w:rsidR="00F006D7">
        <w:rPr>
          <w:szCs w:val="24"/>
        </w:rPr>
        <w:t>.</w:t>
      </w:r>
      <w:r w:rsidR="00552B3E">
        <w:rPr>
          <w:szCs w:val="24"/>
        </w:rPr>
        <w:t xml:space="preserve"> </w:t>
      </w:r>
    </w:p>
    <w:p w:rsidR="003F5007" w:rsidRPr="00AD3B07" w:rsidRDefault="003F5007" w:rsidP="00AD3B07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7966C3" w:rsidP="00F75820">
      <w:pPr>
        <w:pStyle w:val="Tekstpodstawowywcity2"/>
        <w:numPr>
          <w:ilvl w:val="1"/>
          <w:numId w:val="38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Liczba bezrobotnych</w:t>
      </w:r>
    </w:p>
    <w:p w:rsidR="000733E7" w:rsidRPr="003F5007" w:rsidRDefault="001F4378" w:rsidP="003F500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</w:t>
      </w:r>
      <w:r w:rsidR="00EC1321" w:rsidRPr="000733E7">
        <w:rPr>
          <w:szCs w:val="24"/>
        </w:rPr>
        <w:t>1</w:t>
      </w:r>
      <w:r w:rsidR="00F006D7">
        <w:rPr>
          <w:szCs w:val="24"/>
        </w:rPr>
        <w:t>7</w:t>
      </w:r>
      <w:r w:rsidR="005B69D0" w:rsidRPr="000733E7">
        <w:rPr>
          <w:szCs w:val="24"/>
        </w:rPr>
        <w:t>r. liczba bezrobotnych zarejestrowanych w Powiatowym Urzędz</w:t>
      </w:r>
      <w:r w:rsidR="00947F9B" w:rsidRPr="000733E7">
        <w:rPr>
          <w:szCs w:val="24"/>
        </w:rPr>
        <w:t>i</w:t>
      </w:r>
      <w:r w:rsidRPr="000733E7">
        <w:rPr>
          <w:szCs w:val="24"/>
        </w:rPr>
        <w:t>e Pracy w Otwocku wyn</w:t>
      </w:r>
      <w:r w:rsidR="00AD3B07">
        <w:rPr>
          <w:szCs w:val="24"/>
        </w:rPr>
        <w:t>osiła</w:t>
      </w:r>
      <w:r w:rsidRPr="000733E7">
        <w:rPr>
          <w:szCs w:val="24"/>
        </w:rPr>
        <w:t xml:space="preserve">  </w:t>
      </w:r>
      <w:r w:rsidR="00F006D7">
        <w:rPr>
          <w:szCs w:val="24"/>
        </w:rPr>
        <w:t>2399</w:t>
      </w:r>
      <w:r w:rsidR="00947F9B" w:rsidRPr="000733E7">
        <w:rPr>
          <w:szCs w:val="24"/>
        </w:rPr>
        <w:t xml:space="preserve"> os</w:t>
      </w:r>
      <w:r w:rsidR="000367A0">
        <w:rPr>
          <w:szCs w:val="24"/>
        </w:rPr>
        <w:t>ób</w:t>
      </w:r>
      <w:r w:rsidR="005B69D0" w:rsidRPr="000733E7">
        <w:rPr>
          <w:szCs w:val="24"/>
        </w:rPr>
        <w:t>. W porównaniu z analogicznym okresem u</w:t>
      </w:r>
      <w:r w:rsidR="00160731" w:rsidRPr="000733E7">
        <w:rPr>
          <w:szCs w:val="24"/>
        </w:rPr>
        <w:t xml:space="preserve">biegłego roku była </w:t>
      </w:r>
      <w:r w:rsidR="00674805">
        <w:rPr>
          <w:szCs w:val="24"/>
        </w:rPr>
        <w:t>niższa</w:t>
      </w:r>
      <w:r w:rsidRPr="000733E7">
        <w:rPr>
          <w:szCs w:val="24"/>
        </w:rPr>
        <w:t xml:space="preserve"> o </w:t>
      </w:r>
      <w:r w:rsidR="00F006D7">
        <w:rPr>
          <w:szCs w:val="24"/>
        </w:rPr>
        <w:t>396</w:t>
      </w:r>
      <w:r w:rsidRPr="000733E7">
        <w:rPr>
          <w:szCs w:val="24"/>
        </w:rPr>
        <w:t xml:space="preserve"> os</w:t>
      </w:r>
      <w:r w:rsidR="00AD3B07">
        <w:rPr>
          <w:szCs w:val="24"/>
        </w:rPr>
        <w:t>ób</w:t>
      </w:r>
      <w:r w:rsidRPr="000733E7">
        <w:rPr>
          <w:szCs w:val="24"/>
        </w:rPr>
        <w:t xml:space="preserve">, tj. o </w:t>
      </w:r>
      <w:r w:rsidR="00F006D7">
        <w:rPr>
          <w:szCs w:val="24"/>
        </w:rPr>
        <w:t>14</w:t>
      </w:r>
      <w:r w:rsidR="00625B06">
        <w:rPr>
          <w:szCs w:val="24"/>
        </w:rPr>
        <w:t>,2</w:t>
      </w:r>
      <w:r w:rsidR="005B69D0" w:rsidRPr="000733E7">
        <w:rPr>
          <w:szCs w:val="24"/>
        </w:rPr>
        <w:t>%.</w:t>
      </w:r>
      <w:r w:rsidR="00D8389F">
        <w:rPr>
          <w:szCs w:val="24"/>
        </w:rPr>
        <w:t xml:space="preserve"> </w:t>
      </w:r>
    </w:p>
    <w:p w:rsidR="005B69D0" w:rsidRPr="000733E7" w:rsidRDefault="000733E7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1. </w:t>
      </w:r>
      <w:r w:rsidR="005B69D0" w:rsidRPr="000733E7">
        <w:rPr>
          <w:b/>
          <w:szCs w:val="24"/>
        </w:rPr>
        <w:t xml:space="preserve">Liczba bezrobotnych w poszczególnych gminach  </w:t>
      </w:r>
    </w:p>
    <w:tbl>
      <w:tblPr>
        <w:tblW w:w="10213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"/>
        <w:gridCol w:w="1134"/>
        <w:gridCol w:w="1481"/>
        <w:gridCol w:w="1276"/>
        <w:gridCol w:w="1275"/>
        <w:gridCol w:w="1276"/>
        <w:gridCol w:w="1276"/>
        <w:gridCol w:w="1354"/>
      </w:tblGrid>
      <w:tr w:rsidR="001F4378" w:rsidRPr="000733E7" w:rsidTr="009D6981">
        <w:trPr>
          <w:cantSplit/>
        </w:trPr>
        <w:tc>
          <w:tcPr>
            <w:tcW w:w="1141" w:type="dxa"/>
            <w:vMerge w:val="restart"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Gminy</w:t>
            </w:r>
          </w:p>
        </w:tc>
        <w:tc>
          <w:tcPr>
            <w:tcW w:w="2615" w:type="dxa"/>
            <w:gridSpan w:val="2"/>
            <w:shd w:val="clear" w:color="auto" w:fill="D6E3BC" w:themeFill="accent3" w:themeFillTint="66"/>
          </w:tcPr>
          <w:p w:rsidR="001F4378" w:rsidRPr="000733E7" w:rsidRDefault="001F4378" w:rsidP="00AD3B0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A75534" w:rsidRPr="000733E7">
              <w:rPr>
                <w:b/>
                <w:sz w:val="20"/>
              </w:rPr>
              <w:t>1</w:t>
            </w:r>
            <w:r w:rsidR="00F006D7">
              <w:rPr>
                <w:b/>
                <w:sz w:val="20"/>
              </w:rPr>
              <w:t>6</w:t>
            </w:r>
          </w:p>
        </w:tc>
        <w:tc>
          <w:tcPr>
            <w:tcW w:w="2551" w:type="dxa"/>
            <w:gridSpan w:val="2"/>
            <w:shd w:val="clear" w:color="auto" w:fill="D6E3BC" w:themeFill="accent3" w:themeFillTint="66"/>
          </w:tcPr>
          <w:p w:rsidR="001F4378" w:rsidRPr="000733E7" w:rsidRDefault="001F4378" w:rsidP="00AD3B0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EC1321" w:rsidRPr="000733E7">
              <w:rPr>
                <w:b/>
                <w:sz w:val="20"/>
              </w:rPr>
              <w:t>1</w:t>
            </w:r>
            <w:r w:rsidR="00F006D7">
              <w:rPr>
                <w:b/>
                <w:sz w:val="20"/>
              </w:rPr>
              <w:t>7</w:t>
            </w:r>
          </w:p>
        </w:tc>
        <w:tc>
          <w:tcPr>
            <w:tcW w:w="3906" w:type="dxa"/>
            <w:gridSpan w:val="3"/>
            <w:vMerge w:val="restart"/>
            <w:shd w:val="clear" w:color="auto" w:fill="D6E3BC" w:themeFill="accent3" w:themeFillTint="66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 xml:space="preserve">Wzrost / spadek </w:t>
            </w:r>
          </w:p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bezrobocia</w:t>
            </w:r>
          </w:p>
        </w:tc>
      </w:tr>
      <w:tr w:rsidR="001F4378" w:rsidRPr="000733E7" w:rsidTr="009D6981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2615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3906" w:type="dxa"/>
            <w:gridSpan w:val="3"/>
            <w:vMerge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</w:tr>
      <w:tr w:rsidR="001F4378" w:rsidRPr="000733E7" w:rsidTr="009D6981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481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35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             z danej gminy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Otwock</w:t>
            </w:r>
          </w:p>
        </w:tc>
        <w:tc>
          <w:tcPr>
            <w:tcW w:w="1134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1177</w:t>
            </w:r>
          </w:p>
        </w:tc>
        <w:tc>
          <w:tcPr>
            <w:tcW w:w="1481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992</w:t>
            </w:r>
          </w:p>
        </w:tc>
        <w:tc>
          <w:tcPr>
            <w:tcW w:w="1275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41,3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-185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-6,6</w:t>
            </w:r>
          </w:p>
        </w:tc>
        <w:tc>
          <w:tcPr>
            <w:tcW w:w="1354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-15,7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Józefów</w:t>
            </w:r>
          </w:p>
        </w:tc>
        <w:tc>
          <w:tcPr>
            <w:tcW w:w="1134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w="1481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14,6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356</w:t>
            </w:r>
          </w:p>
        </w:tc>
        <w:tc>
          <w:tcPr>
            <w:tcW w:w="1275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14,8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-51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-1,8</w:t>
            </w:r>
          </w:p>
        </w:tc>
        <w:tc>
          <w:tcPr>
            <w:tcW w:w="1354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-12,5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Karczew</w:t>
            </w:r>
          </w:p>
        </w:tc>
        <w:tc>
          <w:tcPr>
            <w:tcW w:w="1134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349</w:t>
            </w:r>
          </w:p>
        </w:tc>
        <w:tc>
          <w:tcPr>
            <w:tcW w:w="1481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  <w:tc>
          <w:tcPr>
            <w:tcW w:w="1275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13,9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-16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-0,6</w:t>
            </w:r>
          </w:p>
        </w:tc>
        <w:tc>
          <w:tcPr>
            <w:tcW w:w="1354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-4,6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Wiązowna</w:t>
            </w:r>
          </w:p>
        </w:tc>
        <w:tc>
          <w:tcPr>
            <w:tcW w:w="1134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481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1275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-55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-2,0</w:t>
            </w:r>
          </w:p>
        </w:tc>
        <w:tc>
          <w:tcPr>
            <w:tcW w:w="1354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-21,4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Celestynów</w:t>
            </w:r>
          </w:p>
        </w:tc>
        <w:tc>
          <w:tcPr>
            <w:tcW w:w="1134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1481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1275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  <w:tc>
          <w:tcPr>
            <w:tcW w:w="1276" w:type="dxa"/>
          </w:tcPr>
          <w:p w:rsidR="00625B06" w:rsidRPr="000733E7" w:rsidRDefault="00C302A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-46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-1,7</w:t>
            </w:r>
          </w:p>
        </w:tc>
        <w:tc>
          <w:tcPr>
            <w:tcW w:w="1354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-17,6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Kołbiel</w:t>
            </w:r>
          </w:p>
        </w:tc>
        <w:tc>
          <w:tcPr>
            <w:tcW w:w="1134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481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275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-36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-1,3</w:t>
            </w:r>
          </w:p>
        </w:tc>
        <w:tc>
          <w:tcPr>
            <w:tcW w:w="1354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-24,2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Osieck</w:t>
            </w:r>
          </w:p>
        </w:tc>
        <w:tc>
          <w:tcPr>
            <w:tcW w:w="1134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481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275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</w:t>
            </w:r>
          </w:p>
        </w:tc>
        <w:tc>
          <w:tcPr>
            <w:tcW w:w="1276" w:type="dxa"/>
          </w:tcPr>
          <w:p w:rsidR="00625B06" w:rsidRPr="000733E7" w:rsidRDefault="00F006D7" w:rsidP="000B011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+0,1</w:t>
            </w:r>
          </w:p>
        </w:tc>
        <w:tc>
          <w:tcPr>
            <w:tcW w:w="1354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+2,8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Sobienie- Jeziory</w:t>
            </w:r>
          </w:p>
        </w:tc>
        <w:tc>
          <w:tcPr>
            <w:tcW w:w="1134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481" w:type="dxa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275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-9</w:t>
            </w:r>
          </w:p>
        </w:tc>
        <w:tc>
          <w:tcPr>
            <w:tcW w:w="1276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354" w:type="dxa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-7,3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0D4DA2">
              <w:rPr>
                <w:b/>
                <w:i/>
                <w:sz w:val="20"/>
              </w:rPr>
              <w:t>RAZEM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625B06" w:rsidRPr="000733E7" w:rsidRDefault="00F006D7" w:rsidP="00C71F9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2795</w:t>
            </w:r>
          </w:p>
        </w:tc>
        <w:tc>
          <w:tcPr>
            <w:tcW w:w="1481" w:type="dxa"/>
            <w:shd w:val="clear" w:color="auto" w:fill="C2D69B" w:themeFill="accent3" w:themeFillTint="99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2399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-396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F006D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-14,2</w:t>
            </w:r>
          </w:p>
        </w:tc>
        <w:tc>
          <w:tcPr>
            <w:tcW w:w="1354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</w:tr>
    </w:tbl>
    <w:p w:rsidR="003A44DA" w:rsidRDefault="003A44DA" w:rsidP="009D6981">
      <w:pPr>
        <w:pStyle w:val="Tekstpodstawowywcity2"/>
        <w:spacing w:line="276" w:lineRule="auto"/>
        <w:ind w:left="0"/>
        <w:rPr>
          <w:szCs w:val="24"/>
        </w:rPr>
      </w:pPr>
    </w:p>
    <w:p w:rsidR="00EA12E9" w:rsidRDefault="003806A3" w:rsidP="009D6981">
      <w:pPr>
        <w:pStyle w:val="Tekstpodstawowywcity2"/>
        <w:spacing w:line="276" w:lineRule="auto"/>
        <w:ind w:left="0"/>
        <w:rPr>
          <w:b/>
          <w:szCs w:val="24"/>
        </w:rPr>
      </w:pPr>
      <w:r w:rsidRPr="003806A3">
        <w:rPr>
          <w:b/>
          <w:szCs w:val="24"/>
        </w:rPr>
        <w:t>Wykres 1. Liczba bezrobotnych według gmin w latach 201</w:t>
      </w:r>
      <w:r w:rsidR="00F006D7">
        <w:rPr>
          <w:b/>
          <w:szCs w:val="24"/>
        </w:rPr>
        <w:t>6</w:t>
      </w:r>
      <w:r w:rsidRPr="003806A3">
        <w:rPr>
          <w:b/>
          <w:szCs w:val="24"/>
        </w:rPr>
        <w:t xml:space="preserve"> – 201</w:t>
      </w:r>
      <w:r w:rsidR="00F006D7">
        <w:rPr>
          <w:b/>
          <w:szCs w:val="24"/>
        </w:rPr>
        <w:t>7</w:t>
      </w:r>
      <w:r w:rsidRPr="003806A3">
        <w:rPr>
          <w:b/>
          <w:szCs w:val="24"/>
        </w:rPr>
        <w:t xml:space="preserve"> (</w:t>
      </w:r>
      <w:r w:rsidR="003F5007">
        <w:rPr>
          <w:b/>
          <w:szCs w:val="24"/>
        </w:rPr>
        <w:t xml:space="preserve">stan na koniec </w:t>
      </w:r>
      <w:r w:rsidRPr="003806A3">
        <w:rPr>
          <w:b/>
          <w:szCs w:val="24"/>
        </w:rPr>
        <w:t>grudnia)</w:t>
      </w:r>
    </w:p>
    <w:p w:rsidR="003A44DA" w:rsidRPr="007E37A5" w:rsidRDefault="003A44DA" w:rsidP="009D6981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5969203" cy="2157984"/>
            <wp:effectExtent l="0" t="0" r="12700" b="13970"/>
            <wp:docPr id="14" name="Wykres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B69D0" w:rsidRPr="000733E7" w:rsidRDefault="00EC1321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powiecie otwockim</w:t>
      </w:r>
      <w:r w:rsidR="005B69D0" w:rsidRPr="000733E7">
        <w:rPr>
          <w:szCs w:val="24"/>
        </w:rPr>
        <w:t xml:space="preserve"> występuje znaczne zróżnicowanie przestrzenne poziomu bezrobocia. Najwyższą liczbę bez</w:t>
      </w:r>
      <w:r w:rsidR="00B6416D" w:rsidRPr="000733E7">
        <w:rPr>
          <w:szCs w:val="24"/>
        </w:rPr>
        <w:t>robotnych na koniec grudnia 20</w:t>
      </w:r>
      <w:r w:rsidRPr="000733E7">
        <w:rPr>
          <w:szCs w:val="24"/>
        </w:rPr>
        <w:t>1</w:t>
      </w:r>
      <w:r w:rsidR="006B0234">
        <w:rPr>
          <w:szCs w:val="24"/>
        </w:rPr>
        <w:t>7</w:t>
      </w:r>
      <w:r w:rsidR="005B69D0" w:rsidRPr="000733E7">
        <w:rPr>
          <w:szCs w:val="24"/>
        </w:rPr>
        <w:t>r. odnotowano w następujących gminach:</w:t>
      </w:r>
    </w:p>
    <w:p w:rsidR="005B69D0" w:rsidRPr="00AD78C1" w:rsidRDefault="00251F6F" w:rsidP="009D6981">
      <w:pPr>
        <w:pStyle w:val="Tekstpodstawowywcity2"/>
        <w:numPr>
          <w:ilvl w:val="0"/>
          <w:numId w:val="17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 xml:space="preserve">Otwock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-  </w:t>
      </w:r>
      <w:r w:rsidR="00FB4D01" w:rsidRPr="000733E7">
        <w:rPr>
          <w:szCs w:val="24"/>
        </w:rPr>
        <w:t xml:space="preserve"> </w:t>
      </w:r>
      <w:r w:rsidRPr="000733E7">
        <w:rPr>
          <w:szCs w:val="24"/>
        </w:rPr>
        <w:t xml:space="preserve">  </w:t>
      </w:r>
      <w:r w:rsidR="006B0234">
        <w:rPr>
          <w:szCs w:val="24"/>
        </w:rPr>
        <w:t>992</w:t>
      </w:r>
      <w:r w:rsidR="00B6416D" w:rsidRPr="000733E7">
        <w:rPr>
          <w:szCs w:val="24"/>
        </w:rPr>
        <w:t xml:space="preserve"> os</w:t>
      </w:r>
      <w:r w:rsidR="006B0234">
        <w:rPr>
          <w:szCs w:val="24"/>
        </w:rPr>
        <w:t>oby</w:t>
      </w:r>
      <w:r w:rsidR="003209D7">
        <w:rPr>
          <w:szCs w:val="24"/>
        </w:rPr>
        <w:t xml:space="preserve">, </w:t>
      </w:r>
      <w:r w:rsidR="00B6416D" w:rsidRPr="000733E7">
        <w:rPr>
          <w:szCs w:val="24"/>
        </w:rPr>
        <w:t xml:space="preserve">tj. </w:t>
      </w:r>
      <w:r w:rsidR="00EE4904">
        <w:rPr>
          <w:szCs w:val="24"/>
        </w:rPr>
        <w:t>4</w:t>
      </w:r>
      <w:r w:rsidR="006B0234">
        <w:rPr>
          <w:szCs w:val="24"/>
        </w:rPr>
        <w:t>1</w:t>
      </w:r>
      <w:r w:rsidR="00EE4904">
        <w:rPr>
          <w:szCs w:val="24"/>
        </w:rPr>
        <w:t>,</w:t>
      </w:r>
      <w:r w:rsidR="006B0234">
        <w:rPr>
          <w:szCs w:val="24"/>
        </w:rPr>
        <w:t>3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AD78C1" w:rsidRPr="00AD78C1" w:rsidRDefault="00751B97" w:rsidP="009D6981">
      <w:pPr>
        <w:pStyle w:val="Tekstpodstawowywcity2"/>
        <w:numPr>
          <w:ilvl w:val="0"/>
          <w:numId w:val="17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>
        <w:rPr>
          <w:szCs w:val="24"/>
        </w:rPr>
        <w:t>Józefów</w:t>
      </w:r>
      <w:r w:rsidR="00AD78C1" w:rsidRPr="000733E7">
        <w:rPr>
          <w:szCs w:val="24"/>
        </w:rPr>
        <w:tab/>
      </w:r>
      <w:r w:rsidR="00AD78C1" w:rsidRPr="000733E7">
        <w:rPr>
          <w:szCs w:val="24"/>
        </w:rPr>
        <w:tab/>
        <w:t xml:space="preserve">-     </w:t>
      </w:r>
      <w:r w:rsidR="006B0234">
        <w:rPr>
          <w:szCs w:val="24"/>
        </w:rPr>
        <w:t>356</w:t>
      </w:r>
      <w:r w:rsidR="003B70D8">
        <w:rPr>
          <w:szCs w:val="24"/>
        </w:rPr>
        <w:t xml:space="preserve"> </w:t>
      </w:r>
      <w:r w:rsidR="003209D7">
        <w:rPr>
          <w:szCs w:val="24"/>
        </w:rPr>
        <w:t>osób</w:t>
      </w:r>
      <w:r w:rsidR="00AD78C1" w:rsidRPr="000733E7">
        <w:rPr>
          <w:szCs w:val="24"/>
        </w:rPr>
        <w:t xml:space="preserve">,   tj. </w:t>
      </w:r>
      <w:r w:rsidR="003209D7">
        <w:rPr>
          <w:szCs w:val="24"/>
        </w:rPr>
        <w:t>14</w:t>
      </w:r>
      <w:r w:rsidR="006B0234">
        <w:rPr>
          <w:szCs w:val="24"/>
        </w:rPr>
        <w:t>,8</w:t>
      </w:r>
      <w:r w:rsidR="00AD78C1" w:rsidRPr="000733E7">
        <w:rPr>
          <w:szCs w:val="24"/>
        </w:rPr>
        <w:t xml:space="preserve">%    </w:t>
      </w:r>
      <w:r w:rsidR="00AD78C1" w:rsidRPr="000733E7">
        <w:rPr>
          <w:i/>
          <w:szCs w:val="24"/>
        </w:rPr>
        <w:t>ogółu bezrobotnych</w:t>
      </w:r>
    </w:p>
    <w:p w:rsidR="005B69D0" w:rsidRPr="000733E7" w:rsidRDefault="00751B97" w:rsidP="009D6981">
      <w:pPr>
        <w:pStyle w:val="Tekstpodstawowywcity2"/>
        <w:numPr>
          <w:ilvl w:val="0"/>
          <w:numId w:val="17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>
        <w:rPr>
          <w:szCs w:val="24"/>
        </w:rPr>
        <w:t>Karczew</w:t>
      </w:r>
      <w:r w:rsidR="00251F6F" w:rsidRPr="000733E7">
        <w:rPr>
          <w:szCs w:val="24"/>
        </w:rPr>
        <w:tab/>
      </w:r>
      <w:r w:rsidR="00251F6F" w:rsidRPr="000733E7">
        <w:rPr>
          <w:szCs w:val="24"/>
        </w:rPr>
        <w:tab/>
        <w:t>-</w:t>
      </w:r>
      <w:r w:rsidR="00FB4D01" w:rsidRPr="000733E7">
        <w:rPr>
          <w:szCs w:val="24"/>
        </w:rPr>
        <w:t xml:space="preserve">  </w:t>
      </w:r>
      <w:r w:rsidR="00251F6F" w:rsidRPr="000733E7">
        <w:rPr>
          <w:szCs w:val="24"/>
        </w:rPr>
        <w:t xml:space="preserve">   </w:t>
      </w:r>
      <w:r w:rsidR="006B0234">
        <w:rPr>
          <w:szCs w:val="24"/>
        </w:rPr>
        <w:t>333</w:t>
      </w:r>
      <w:r w:rsidR="00FB4D01" w:rsidRPr="000733E7">
        <w:rPr>
          <w:szCs w:val="24"/>
        </w:rPr>
        <w:t xml:space="preserve"> </w:t>
      </w:r>
      <w:r w:rsidR="00B6416D" w:rsidRPr="000733E7">
        <w:rPr>
          <w:szCs w:val="24"/>
        </w:rPr>
        <w:t>os</w:t>
      </w:r>
      <w:r w:rsidR="006B0234">
        <w:rPr>
          <w:szCs w:val="24"/>
        </w:rPr>
        <w:t>oby</w:t>
      </w:r>
      <w:r w:rsidR="00B6416D" w:rsidRPr="000733E7">
        <w:rPr>
          <w:szCs w:val="24"/>
        </w:rPr>
        <w:t xml:space="preserve">,   tj. </w:t>
      </w:r>
      <w:r w:rsidR="006B0234">
        <w:rPr>
          <w:szCs w:val="24"/>
        </w:rPr>
        <w:t>13</w:t>
      </w:r>
      <w:r w:rsidR="00AC2551" w:rsidRPr="000733E7">
        <w:rPr>
          <w:szCs w:val="24"/>
        </w:rPr>
        <w:t>,</w:t>
      </w:r>
      <w:r w:rsidR="006B0234">
        <w:rPr>
          <w:szCs w:val="24"/>
        </w:rPr>
        <w:t>9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5B69D0" w:rsidRPr="000733E7" w:rsidRDefault="005B69D0" w:rsidP="009D6981">
      <w:pPr>
        <w:pStyle w:val="Tekstpodstawowywcity2"/>
        <w:numPr>
          <w:ilvl w:val="0"/>
          <w:numId w:val="17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>Celestynów</w:t>
      </w:r>
      <w:r w:rsidRPr="000733E7">
        <w:rPr>
          <w:szCs w:val="24"/>
        </w:rPr>
        <w:tab/>
      </w:r>
      <w:r w:rsidR="00FB4D01" w:rsidRPr="000733E7">
        <w:rPr>
          <w:szCs w:val="24"/>
        </w:rPr>
        <w:t xml:space="preserve">-   </w:t>
      </w:r>
      <w:r w:rsidR="00251F6F" w:rsidRPr="000733E7">
        <w:rPr>
          <w:szCs w:val="24"/>
        </w:rPr>
        <w:t xml:space="preserve"> </w:t>
      </w:r>
      <w:r w:rsidR="00B6416D" w:rsidRPr="000733E7">
        <w:rPr>
          <w:szCs w:val="24"/>
        </w:rPr>
        <w:t xml:space="preserve"> </w:t>
      </w:r>
      <w:r w:rsidR="006B0234">
        <w:rPr>
          <w:szCs w:val="24"/>
        </w:rPr>
        <w:t>216</w:t>
      </w:r>
      <w:r w:rsidR="00B6416D" w:rsidRPr="000733E7">
        <w:rPr>
          <w:szCs w:val="24"/>
        </w:rPr>
        <w:t xml:space="preserve"> os</w:t>
      </w:r>
      <w:r w:rsidR="006B0234">
        <w:rPr>
          <w:szCs w:val="24"/>
        </w:rPr>
        <w:t>ób</w:t>
      </w:r>
      <w:r w:rsidR="00B6416D" w:rsidRPr="000733E7">
        <w:rPr>
          <w:szCs w:val="24"/>
        </w:rPr>
        <w:t xml:space="preserve">, </w:t>
      </w:r>
      <w:r w:rsidR="003209D7">
        <w:rPr>
          <w:szCs w:val="24"/>
        </w:rPr>
        <w:t xml:space="preserve"> </w:t>
      </w:r>
      <w:r w:rsidR="00B6416D" w:rsidRPr="000733E7">
        <w:rPr>
          <w:szCs w:val="24"/>
        </w:rPr>
        <w:t xml:space="preserve">tj. </w:t>
      </w:r>
      <w:r w:rsidR="006B0234">
        <w:rPr>
          <w:szCs w:val="24"/>
        </w:rPr>
        <w:t>9,0</w:t>
      </w:r>
      <w:r w:rsidRPr="000733E7">
        <w:rPr>
          <w:szCs w:val="24"/>
        </w:rPr>
        <w:t xml:space="preserve">%    </w:t>
      </w:r>
      <w:r w:rsidRPr="000733E7">
        <w:rPr>
          <w:i/>
          <w:szCs w:val="24"/>
        </w:rPr>
        <w:t>ogółu bezrobotnych</w:t>
      </w:r>
    </w:p>
    <w:p w:rsidR="00125D91" w:rsidRDefault="00B6416D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grudnia 20</w:t>
      </w:r>
      <w:r w:rsidR="00AC2551" w:rsidRPr="000733E7">
        <w:rPr>
          <w:szCs w:val="24"/>
        </w:rPr>
        <w:t>1</w:t>
      </w:r>
      <w:r w:rsidR="006B0234">
        <w:rPr>
          <w:szCs w:val="24"/>
        </w:rPr>
        <w:t>6</w:t>
      </w:r>
      <w:r w:rsidRPr="000733E7">
        <w:rPr>
          <w:szCs w:val="24"/>
        </w:rPr>
        <w:t xml:space="preserve">r. </w:t>
      </w:r>
      <w:r w:rsidR="006B0234">
        <w:rPr>
          <w:szCs w:val="24"/>
        </w:rPr>
        <w:t xml:space="preserve">tylko w gminie Osieck odnotowano nieznaczny wzrost liczby bezrobotnych o 2 osoby, tj. o 2,8% ogółu bezrobotnych z danej gminy. Natomiast w pozostałych gminach wystąpił spadek liczby bezrobotnych. </w:t>
      </w:r>
      <w:r w:rsidR="003B70D8">
        <w:rPr>
          <w:szCs w:val="24"/>
        </w:rPr>
        <w:t xml:space="preserve">Najwyższy spadek bezrobocia w liczbach bezwzględnych odnotowano w gminach: </w:t>
      </w:r>
      <w:r w:rsidR="00125D91">
        <w:rPr>
          <w:szCs w:val="24"/>
        </w:rPr>
        <w:t xml:space="preserve"> </w:t>
      </w:r>
      <w:r w:rsidR="003B70D8">
        <w:rPr>
          <w:szCs w:val="24"/>
        </w:rPr>
        <w:t>Otwock</w:t>
      </w:r>
      <w:r w:rsidR="00125D91">
        <w:rPr>
          <w:szCs w:val="24"/>
        </w:rPr>
        <w:t xml:space="preserve"> o </w:t>
      </w:r>
      <w:r w:rsidR="00541F12">
        <w:rPr>
          <w:szCs w:val="24"/>
        </w:rPr>
        <w:t>185</w:t>
      </w:r>
      <w:r w:rsidR="00125D91">
        <w:rPr>
          <w:szCs w:val="24"/>
        </w:rPr>
        <w:t xml:space="preserve"> os</w:t>
      </w:r>
      <w:r w:rsidR="00541F12">
        <w:rPr>
          <w:szCs w:val="24"/>
        </w:rPr>
        <w:t>ób</w:t>
      </w:r>
      <w:r w:rsidR="00751B97">
        <w:rPr>
          <w:szCs w:val="24"/>
        </w:rPr>
        <w:t xml:space="preserve">, </w:t>
      </w:r>
      <w:r w:rsidR="00541F12">
        <w:rPr>
          <w:szCs w:val="24"/>
        </w:rPr>
        <w:t xml:space="preserve">Wiązowna </w:t>
      </w:r>
      <w:r w:rsidR="00751B97">
        <w:rPr>
          <w:szCs w:val="24"/>
        </w:rPr>
        <w:t xml:space="preserve"> o </w:t>
      </w:r>
      <w:r w:rsidR="00541F12">
        <w:rPr>
          <w:szCs w:val="24"/>
        </w:rPr>
        <w:t>55</w:t>
      </w:r>
      <w:r w:rsidR="003B70D8">
        <w:rPr>
          <w:szCs w:val="24"/>
        </w:rPr>
        <w:t xml:space="preserve"> osób,</w:t>
      </w:r>
      <w:r w:rsidR="00E65BA1">
        <w:rPr>
          <w:szCs w:val="24"/>
        </w:rPr>
        <w:t xml:space="preserve"> </w:t>
      </w:r>
      <w:r w:rsidR="00751B97">
        <w:rPr>
          <w:szCs w:val="24"/>
        </w:rPr>
        <w:t xml:space="preserve"> </w:t>
      </w:r>
      <w:r w:rsidR="00541F12">
        <w:rPr>
          <w:szCs w:val="24"/>
        </w:rPr>
        <w:t>Józefów o 51</w:t>
      </w:r>
      <w:r w:rsidR="003B70D8">
        <w:rPr>
          <w:szCs w:val="24"/>
        </w:rPr>
        <w:t xml:space="preserve"> osób</w:t>
      </w:r>
      <w:r w:rsidR="00541F12">
        <w:rPr>
          <w:szCs w:val="24"/>
        </w:rPr>
        <w:t xml:space="preserve">, oraz Celestynów o 46 osób. </w:t>
      </w:r>
      <w:r w:rsidR="00125D91">
        <w:rPr>
          <w:szCs w:val="24"/>
        </w:rPr>
        <w:t xml:space="preserve"> </w:t>
      </w:r>
    </w:p>
    <w:p w:rsidR="00C738FB" w:rsidRPr="000733E7" w:rsidRDefault="00C738FB" w:rsidP="009D6981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7966C3" w:rsidP="00F75820">
      <w:pPr>
        <w:pStyle w:val="Tekstpodstawowywcity2"/>
        <w:numPr>
          <w:ilvl w:val="1"/>
          <w:numId w:val="38"/>
        </w:numPr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Stopa bezrobocia</w:t>
      </w:r>
    </w:p>
    <w:p w:rsidR="005B69D0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Stopa bezrobocia (udział osób bezrobotnych w stosunku do osób aktywnyc</w:t>
      </w:r>
      <w:r w:rsidR="00B6416D" w:rsidRPr="000733E7">
        <w:rPr>
          <w:szCs w:val="24"/>
        </w:rPr>
        <w:t>h zawodowo) w końcu grudnia 20</w:t>
      </w:r>
      <w:r w:rsidR="0048622C" w:rsidRPr="000733E7">
        <w:rPr>
          <w:szCs w:val="24"/>
        </w:rPr>
        <w:t>1</w:t>
      </w:r>
      <w:r w:rsidR="00541F12">
        <w:rPr>
          <w:szCs w:val="24"/>
        </w:rPr>
        <w:t>7</w:t>
      </w:r>
      <w:r w:rsidRPr="000733E7">
        <w:rPr>
          <w:szCs w:val="24"/>
        </w:rPr>
        <w:t>r. kształtowała się w</w:t>
      </w:r>
      <w:r w:rsidR="00FB4D01" w:rsidRPr="000733E7">
        <w:rPr>
          <w:szCs w:val="24"/>
        </w:rPr>
        <w:t xml:space="preserve"> powiecie otwockim n</w:t>
      </w:r>
      <w:r w:rsidR="00403D93" w:rsidRPr="000733E7">
        <w:rPr>
          <w:szCs w:val="24"/>
        </w:rPr>
        <w:t>a pozio</w:t>
      </w:r>
      <w:r w:rsidR="006E6EFF" w:rsidRPr="000733E7">
        <w:rPr>
          <w:szCs w:val="24"/>
        </w:rPr>
        <w:t>mie</w:t>
      </w:r>
      <w:r w:rsidR="00B6416D" w:rsidRPr="000733E7">
        <w:rPr>
          <w:szCs w:val="24"/>
        </w:rPr>
        <w:t xml:space="preserve"> </w:t>
      </w:r>
      <w:r w:rsidR="00C73B48">
        <w:rPr>
          <w:szCs w:val="24"/>
        </w:rPr>
        <w:t>4,9</w:t>
      </w:r>
      <w:r w:rsidR="00B6416D" w:rsidRPr="000733E7">
        <w:rPr>
          <w:szCs w:val="24"/>
        </w:rPr>
        <w:t xml:space="preserve">%. </w:t>
      </w:r>
      <w:r w:rsidR="0048622C" w:rsidRPr="000733E7">
        <w:rPr>
          <w:szCs w:val="24"/>
        </w:rPr>
        <w:t>W odniesieniu do grudnia 20</w:t>
      </w:r>
      <w:r w:rsidR="00AC2551" w:rsidRPr="000733E7">
        <w:rPr>
          <w:szCs w:val="24"/>
        </w:rPr>
        <w:t>1</w:t>
      </w:r>
      <w:r w:rsidR="00541F12">
        <w:rPr>
          <w:szCs w:val="24"/>
        </w:rPr>
        <w:t>6</w:t>
      </w:r>
      <w:r w:rsidR="00A60C60">
        <w:rPr>
          <w:szCs w:val="24"/>
        </w:rPr>
        <w:t xml:space="preserve">r. wystąpił </w:t>
      </w:r>
      <w:r w:rsidR="0048622C" w:rsidRPr="000733E7">
        <w:rPr>
          <w:szCs w:val="24"/>
        </w:rPr>
        <w:t xml:space="preserve"> </w:t>
      </w:r>
      <w:r w:rsidR="008A47AE">
        <w:rPr>
          <w:szCs w:val="24"/>
        </w:rPr>
        <w:t>spadek</w:t>
      </w:r>
      <w:r w:rsidR="0048622C" w:rsidRPr="000733E7">
        <w:rPr>
          <w:szCs w:val="24"/>
        </w:rPr>
        <w:t xml:space="preserve"> tego wskaźnika o </w:t>
      </w:r>
      <w:r w:rsidR="00C73B48">
        <w:rPr>
          <w:szCs w:val="24"/>
        </w:rPr>
        <w:t>1,1</w:t>
      </w:r>
      <w:r w:rsidR="0048622C" w:rsidRPr="000733E7">
        <w:rPr>
          <w:szCs w:val="24"/>
        </w:rPr>
        <w:t xml:space="preserve"> punktu procentowego.</w:t>
      </w:r>
    </w:p>
    <w:p w:rsidR="004B2209" w:rsidRPr="000733E7" w:rsidRDefault="004B2209" w:rsidP="009D6981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0733E7" w:rsidP="009D6981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2. </w:t>
      </w:r>
      <w:r w:rsidR="00B6416D" w:rsidRPr="000733E7">
        <w:rPr>
          <w:b/>
          <w:szCs w:val="24"/>
        </w:rPr>
        <w:t>Poziom i stopa bezrobocia w 20</w:t>
      </w:r>
      <w:r w:rsidR="0048622C" w:rsidRPr="000733E7">
        <w:rPr>
          <w:b/>
          <w:szCs w:val="24"/>
        </w:rPr>
        <w:t>1</w:t>
      </w:r>
      <w:r w:rsidR="00541F12">
        <w:rPr>
          <w:b/>
          <w:szCs w:val="24"/>
        </w:rPr>
        <w:t>7</w:t>
      </w:r>
      <w:r w:rsidR="005B69D0" w:rsidRPr="000733E7">
        <w:rPr>
          <w:b/>
          <w:szCs w:val="24"/>
        </w:rPr>
        <w:t xml:space="preserve">r.  </w:t>
      </w:r>
      <w:r w:rsidR="005B69D0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5"/>
      </w:tblGrid>
      <w:tr w:rsidR="005B69D0" w:rsidRPr="000733E7" w:rsidTr="009D6981">
        <w:trPr>
          <w:cantSplit/>
        </w:trPr>
        <w:tc>
          <w:tcPr>
            <w:tcW w:w="1535" w:type="dxa"/>
            <w:vMerge w:val="restart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gridSpan w:val="2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Liczba bezrobotnych</w:t>
            </w:r>
          </w:p>
        </w:tc>
        <w:tc>
          <w:tcPr>
            <w:tcW w:w="4605" w:type="dxa"/>
            <w:gridSpan w:val="3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Stopa bezrobocia</w:t>
            </w:r>
          </w:p>
        </w:tc>
      </w:tr>
      <w:tr w:rsidR="005B69D0" w:rsidRPr="000733E7" w:rsidTr="009D6981">
        <w:trPr>
          <w:cantSplit/>
        </w:trPr>
        <w:tc>
          <w:tcPr>
            <w:tcW w:w="1535" w:type="dxa"/>
            <w:vMerge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Ogółem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Kobiety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Powiat otwocki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Województwo mazowieckie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Kraj</w:t>
            </w:r>
          </w:p>
        </w:tc>
      </w:tr>
      <w:tr w:rsidR="00AE3ED7" w:rsidRPr="000733E7" w:rsidTr="009D6981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Styczeń</w:t>
            </w:r>
          </w:p>
        </w:tc>
        <w:tc>
          <w:tcPr>
            <w:tcW w:w="1535" w:type="dxa"/>
          </w:tcPr>
          <w:p w:rsidR="00AE3ED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2918</w:t>
            </w:r>
          </w:p>
        </w:tc>
        <w:tc>
          <w:tcPr>
            <w:tcW w:w="1535" w:type="dxa"/>
          </w:tcPr>
          <w:p w:rsidR="00AE3ED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1337</w:t>
            </w:r>
          </w:p>
        </w:tc>
        <w:tc>
          <w:tcPr>
            <w:tcW w:w="1535" w:type="dxa"/>
          </w:tcPr>
          <w:p w:rsidR="00AE3ED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1535" w:type="dxa"/>
          </w:tcPr>
          <w:p w:rsidR="00EA6815" w:rsidRPr="000733E7" w:rsidRDefault="00541F12" w:rsidP="00EA681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535" w:type="dxa"/>
          </w:tcPr>
          <w:p w:rsidR="00AE3ED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Luty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2931</w:t>
            </w:r>
          </w:p>
        </w:tc>
        <w:tc>
          <w:tcPr>
            <w:tcW w:w="1535" w:type="dxa"/>
          </w:tcPr>
          <w:p w:rsidR="00CE50E7" w:rsidRPr="000733E7" w:rsidRDefault="00541F12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1331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535" w:type="dxa"/>
          </w:tcPr>
          <w:p w:rsidR="00CE50E7" w:rsidRPr="000733E7" w:rsidRDefault="00541F12" w:rsidP="0077676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Marzec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2857</w:t>
            </w:r>
          </w:p>
        </w:tc>
        <w:tc>
          <w:tcPr>
            <w:tcW w:w="1535" w:type="dxa"/>
          </w:tcPr>
          <w:p w:rsidR="00CE50E7" w:rsidRPr="000733E7" w:rsidRDefault="00541F12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1299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Kwiecień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2755</w:t>
            </w:r>
          </w:p>
        </w:tc>
        <w:tc>
          <w:tcPr>
            <w:tcW w:w="1535" w:type="dxa"/>
          </w:tcPr>
          <w:p w:rsidR="00CE50E7" w:rsidRPr="000733E7" w:rsidRDefault="00541F12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1264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5,7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Maj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2661</w:t>
            </w:r>
          </w:p>
        </w:tc>
        <w:tc>
          <w:tcPr>
            <w:tcW w:w="1535" w:type="dxa"/>
          </w:tcPr>
          <w:p w:rsidR="00CE50E7" w:rsidRPr="000733E7" w:rsidRDefault="00541F12" w:rsidP="00F3647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7,3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Czerwiec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2595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1228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Lipiec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2589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1245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Sierpień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2601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1283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1535" w:type="dxa"/>
          </w:tcPr>
          <w:p w:rsidR="00CE50E7" w:rsidRPr="000733E7" w:rsidRDefault="00541F12" w:rsidP="00EA681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Wrzesień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2531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Październik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2417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1144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Listopad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2390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1129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4,9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</w:tr>
      <w:tr w:rsidR="00CE50E7" w:rsidRPr="000733E7" w:rsidTr="009D6981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Grudzień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2399</w:t>
            </w:r>
          </w:p>
        </w:tc>
        <w:tc>
          <w:tcPr>
            <w:tcW w:w="1535" w:type="dxa"/>
          </w:tcPr>
          <w:p w:rsidR="00CE50E7" w:rsidRPr="000733E7" w:rsidRDefault="00541F1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1097</w:t>
            </w:r>
          </w:p>
        </w:tc>
        <w:tc>
          <w:tcPr>
            <w:tcW w:w="1535" w:type="dxa"/>
          </w:tcPr>
          <w:p w:rsidR="00CE50E7" w:rsidRPr="000733E7" w:rsidRDefault="00C73B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4,9</w:t>
            </w:r>
          </w:p>
        </w:tc>
        <w:tc>
          <w:tcPr>
            <w:tcW w:w="1535" w:type="dxa"/>
          </w:tcPr>
          <w:p w:rsidR="00CE50E7" w:rsidRPr="000733E7" w:rsidRDefault="00C73B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1535" w:type="dxa"/>
          </w:tcPr>
          <w:p w:rsidR="00CE50E7" w:rsidRPr="000733E7" w:rsidRDefault="00C73B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</w:tr>
    </w:tbl>
    <w:p w:rsidR="00AC2551" w:rsidRDefault="00AC2551" w:rsidP="009D6981">
      <w:pPr>
        <w:pStyle w:val="Tekstpodstawowywcity2"/>
        <w:spacing w:line="276" w:lineRule="auto"/>
        <w:ind w:left="0"/>
        <w:rPr>
          <w:szCs w:val="24"/>
        </w:rPr>
      </w:pPr>
    </w:p>
    <w:p w:rsidR="00C738FB" w:rsidRDefault="00C738FB" w:rsidP="009D6981">
      <w:pPr>
        <w:pStyle w:val="Tekstpodstawowywcity2"/>
        <w:spacing w:line="276" w:lineRule="auto"/>
        <w:ind w:left="0"/>
        <w:rPr>
          <w:szCs w:val="24"/>
        </w:rPr>
      </w:pPr>
    </w:p>
    <w:p w:rsidR="00C738FB" w:rsidRDefault="00C738FB" w:rsidP="009D6981">
      <w:pPr>
        <w:pStyle w:val="Tekstpodstawowywcity2"/>
        <w:spacing w:line="276" w:lineRule="auto"/>
        <w:ind w:left="0"/>
        <w:rPr>
          <w:szCs w:val="24"/>
        </w:rPr>
      </w:pPr>
    </w:p>
    <w:p w:rsidR="00EA12E9" w:rsidRDefault="00EA12E9" w:rsidP="009D6981">
      <w:pPr>
        <w:pStyle w:val="Tekstpodstawowywcity2"/>
        <w:spacing w:line="276" w:lineRule="auto"/>
        <w:ind w:left="0"/>
        <w:rPr>
          <w:b/>
          <w:szCs w:val="24"/>
        </w:rPr>
      </w:pPr>
      <w:r w:rsidRPr="00EA12E9">
        <w:rPr>
          <w:b/>
          <w:szCs w:val="24"/>
        </w:rPr>
        <w:t xml:space="preserve">Wykres </w:t>
      </w:r>
      <w:r w:rsidR="003806A3">
        <w:rPr>
          <w:b/>
          <w:szCs w:val="24"/>
        </w:rPr>
        <w:t>2</w:t>
      </w:r>
      <w:r w:rsidRPr="00EA12E9">
        <w:rPr>
          <w:b/>
          <w:szCs w:val="24"/>
        </w:rPr>
        <w:t>. Stopa bezrobocia rejestrowanego w poszczególnych miesiącach w 201</w:t>
      </w:r>
      <w:r w:rsidR="00541F12">
        <w:rPr>
          <w:b/>
          <w:szCs w:val="24"/>
        </w:rPr>
        <w:t>7</w:t>
      </w:r>
      <w:r w:rsidRPr="00EA12E9">
        <w:rPr>
          <w:b/>
          <w:szCs w:val="24"/>
        </w:rPr>
        <w:t xml:space="preserve">r. </w:t>
      </w:r>
      <w:r w:rsidR="002C24D3">
        <w:rPr>
          <w:b/>
          <w:szCs w:val="24"/>
        </w:rPr>
        <w:t xml:space="preserve">                  </w:t>
      </w:r>
      <w:r w:rsidR="007532E8">
        <w:rPr>
          <w:b/>
          <w:szCs w:val="24"/>
        </w:rPr>
        <w:t xml:space="preserve">w </w:t>
      </w:r>
      <w:r w:rsidRPr="00EA12E9">
        <w:rPr>
          <w:b/>
          <w:szCs w:val="24"/>
        </w:rPr>
        <w:t>powiecie otwockim</w:t>
      </w:r>
    </w:p>
    <w:p w:rsidR="00EA12E9" w:rsidRPr="00064922" w:rsidRDefault="001510CF" w:rsidP="009D6981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6005779" cy="2816352"/>
            <wp:effectExtent l="0" t="0" r="14605" b="22225"/>
            <wp:docPr id="18" name="Wykres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D38B0" w:rsidRPr="000D38B0" w:rsidRDefault="000D38B0" w:rsidP="009D6981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9D6981">
      <w:pPr>
        <w:pStyle w:val="Tekstpodstawowywcity2"/>
        <w:spacing w:line="276" w:lineRule="auto"/>
        <w:ind w:left="0"/>
        <w:rPr>
          <w:b/>
          <w:szCs w:val="24"/>
        </w:rPr>
      </w:pPr>
      <w:r w:rsidRPr="002C24D3">
        <w:rPr>
          <w:b/>
          <w:szCs w:val="24"/>
        </w:rPr>
        <w:t>Wykres 3. Liczba bezrobotnych w poszczególnych miesiącach w latach 201</w:t>
      </w:r>
      <w:r w:rsidR="00541F12">
        <w:rPr>
          <w:b/>
          <w:szCs w:val="24"/>
        </w:rPr>
        <w:t>6</w:t>
      </w:r>
      <w:r w:rsidRPr="002C24D3">
        <w:rPr>
          <w:b/>
          <w:szCs w:val="24"/>
        </w:rPr>
        <w:t xml:space="preserve"> – 201</w:t>
      </w:r>
      <w:r w:rsidR="00541F12">
        <w:rPr>
          <w:b/>
          <w:szCs w:val="24"/>
        </w:rPr>
        <w:t>7</w:t>
      </w:r>
    </w:p>
    <w:p w:rsidR="00064922" w:rsidRPr="002C24D3" w:rsidRDefault="00064922" w:rsidP="009D6981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>
            <wp:extent cx="6005779" cy="2757830"/>
            <wp:effectExtent l="0" t="0" r="14605" b="23495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E37A5" w:rsidRPr="000733E7" w:rsidRDefault="007E37A5" w:rsidP="009D6981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7966C3" w:rsidP="00F75820">
      <w:pPr>
        <w:pStyle w:val="Tekstpodstawowywcity2"/>
        <w:numPr>
          <w:ilvl w:val="1"/>
          <w:numId w:val="38"/>
        </w:numPr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Zmiany w poziomie bezrobocia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Zmiany w poziomie bezrobocia stanowią wypadkową działania dwóch zmiennych: napływu do bezrobocia i odpływu z bezrobocia.</w:t>
      </w:r>
    </w:p>
    <w:p w:rsidR="005B69D0" w:rsidRPr="000733E7" w:rsidRDefault="00026E45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A46A46" w:rsidRPr="000733E7">
        <w:rPr>
          <w:szCs w:val="24"/>
        </w:rPr>
        <w:t>1</w:t>
      </w:r>
      <w:r w:rsidR="000B30D8">
        <w:rPr>
          <w:szCs w:val="24"/>
        </w:rPr>
        <w:t>7</w:t>
      </w:r>
      <w:r w:rsidR="005B69D0" w:rsidRPr="000733E7">
        <w:rPr>
          <w:szCs w:val="24"/>
        </w:rPr>
        <w:t>r. ruch bezrobotnych – „przypływy” i „odpływy” kształtował się następująco:</w:t>
      </w:r>
    </w:p>
    <w:p w:rsidR="005B69D0" w:rsidRPr="000733E7" w:rsidRDefault="005B69D0" w:rsidP="009D6981">
      <w:pPr>
        <w:pStyle w:val="Tekstpodstawowywcity2"/>
        <w:numPr>
          <w:ilvl w:val="0"/>
          <w:numId w:val="18"/>
        </w:numPr>
        <w:tabs>
          <w:tab w:val="clear" w:pos="737"/>
          <w:tab w:val="num" w:pos="340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 xml:space="preserve">Liczba bezrobotnych </w:t>
      </w:r>
      <w:proofErr w:type="spellStart"/>
      <w:r w:rsidRPr="000733E7">
        <w:rPr>
          <w:szCs w:val="24"/>
        </w:rPr>
        <w:t>no</w:t>
      </w:r>
      <w:r w:rsidR="00026E45" w:rsidRPr="000733E7">
        <w:rPr>
          <w:szCs w:val="24"/>
        </w:rPr>
        <w:t>wozarej</w:t>
      </w:r>
      <w:r w:rsidR="008255BF" w:rsidRPr="000733E7">
        <w:rPr>
          <w:szCs w:val="24"/>
        </w:rPr>
        <w:t>estrowanych</w:t>
      </w:r>
      <w:proofErr w:type="spellEnd"/>
      <w:r w:rsidR="008255BF" w:rsidRPr="000733E7">
        <w:rPr>
          <w:szCs w:val="24"/>
        </w:rPr>
        <w:t xml:space="preserve"> wyniosła </w:t>
      </w:r>
      <w:r w:rsidR="000B30D8">
        <w:rPr>
          <w:szCs w:val="24"/>
        </w:rPr>
        <w:t>4058</w:t>
      </w:r>
      <w:r w:rsidR="008255BF" w:rsidRPr="000733E7">
        <w:rPr>
          <w:szCs w:val="24"/>
        </w:rPr>
        <w:t xml:space="preserve"> os</w:t>
      </w:r>
      <w:r w:rsidR="00523DF7">
        <w:rPr>
          <w:szCs w:val="24"/>
        </w:rPr>
        <w:t>ób</w:t>
      </w:r>
      <w:r w:rsidR="00026E45" w:rsidRPr="000733E7">
        <w:rPr>
          <w:szCs w:val="24"/>
        </w:rPr>
        <w:t xml:space="preserve"> tj. o </w:t>
      </w:r>
      <w:r w:rsidR="000B30D8">
        <w:rPr>
          <w:szCs w:val="24"/>
        </w:rPr>
        <w:t>579</w:t>
      </w:r>
      <w:r w:rsidR="00026E45" w:rsidRPr="000733E7">
        <w:rPr>
          <w:szCs w:val="24"/>
        </w:rPr>
        <w:t xml:space="preserve"> os</w:t>
      </w:r>
      <w:r w:rsidR="000A1B6D">
        <w:rPr>
          <w:szCs w:val="24"/>
        </w:rPr>
        <w:t>ób</w:t>
      </w:r>
      <w:r w:rsidRPr="000733E7">
        <w:rPr>
          <w:szCs w:val="24"/>
        </w:rPr>
        <w:t xml:space="preserve"> </w:t>
      </w:r>
      <w:r w:rsidR="00064922">
        <w:rPr>
          <w:szCs w:val="24"/>
        </w:rPr>
        <w:t>mnie</w:t>
      </w:r>
      <w:r w:rsidR="000022F4">
        <w:rPr>
          <w:szCs w:val="24"/>
        </w:rPr>
        <w:t xml:space="preserve">j </w:t>
      </w:r>
      <w:r w:rsidRPr="000733E7">
        <w:rPr>
          <w:szCs w:val="24"/>
        </w:rPr>
        <w:t>niż w analogicznym okresie roku ubiegłego, w tym:</w:t>
      </w:r>
    </w:p>
    <w:p w:rsidR="005B69D0" w:rsidRPr="000733E7" w:rsidRDefault="000B30D8" w:rsidP="00F75820">
      <w:pPr>
        <w:pStyle w:val="Tekstpodstawowywcity2"/>
        <w:numPr>
          <w:ilvl w:val="0"/>
          <w:numId w:val="37"/>
        </w:numPr>
        <w:spacing w:line="360" w:lineRule="auto"/>
        <w:ind w:left="312"/>
        <w:rPr>
          <w:szCs w:val="24"/>
        </w:rPr>
      </w:pPr>
      <w:r>
        <w:rPr>
          <w:szCs w:val="24"/>
        </w:rPr>
        <w:lastRenderedPageBreak/>
        <w:t>1070</w:t>
      </w:r>
      <w:r w:rsidR="005B69D0" w:rsidRPr="000733E7">
        <w:rPr>
          <w:szCs w:val="24"/>
        </w:rPr>
        <w:t xml:space="preserve"> os</w:t>
      </w:r>
      <w:r w:rsidR="000A1B6D">
        <w:rPr>
          <w:szCs w:val="24"/>
        </w:rPr>
        <w:t>ób</w:t>
      </w:r>
      <w:r w:rsidR="005B69D0" w:rsidRPr="000733E7">
        <w:rPr>
          <w:szCs w:val="24"/>
        </w:rPr>
        <w:t xml:space="preserve"> został</w:t>
      </w:r>
      <w:r w:rsidR="000A1B6D">
        <w:rPr>
          <w:szCs w:val="24"/>
        </w:rPr>
        <w:t>o</w:t>
      </w:r>
      <w:r w:rsidR="005B69D0" w:rsidRPr="000733E7">
        <w:rPr>
          <w:szCs w:val="24"/>
        </w:rPr>
        <w:t xml:space="preserve"> zarejestrowan</w:t>
      </w:r>
      <w:r w:rsidR="000A1B6D">
        <w:rPr>
          <w:szCs w:val="24"/>
        </w:rPr>
        <w:t>ych</w:t>
      </w:r>
      <w:r w:rsidR="005B69D0" w:rsidRPr="000733E7">
        <w:rPr>
          <w:szCs w:val="24"/>
        </w:rPr>
        <w:t xml:space="preserve"> </w:t>
      </w:r>
      <w:r w:rsidR="00026E45" w:rsidRPr="000733E7">
        <w:rPr>
          <w:szCs w:val="24"/>
        </w:rPr>
        <w:t xml:space="preserve">po raz pierwszy, co stanowiło </w:t>
      </w:r>
      <w:r>
        <w:rPr>
          <w:szCs w:val="24"/>
        </w:rPr>
        <w:t>26</w:t>
      </w:r>
      <w:r w:rsidR="002612E5">
        <w:rPr>
          <w:szCs w:val="24"/>
        </w:rPr>
        <w:t>,4</w:t>
      </w:r>
      <w:r w:rsidR="005B69D0" w:rsidRPr="000733E7">
        <w:rPr>
          <w:szCs w:val="24"/>
        </w:rPr>
        <w:t>% ogółu nowo</w:t>
      </w:r>
      <w:r w:rsidR="006F0331">
        <w:rPr>
          <w:szCs w:val="24"/>
        </w:rPr>
        <w:t xml:space="preserve"> </w:t>
      </w:r>
      <w:r w:rsidR="005B69D0" w:rsidRPr="000733E7">
        <w:rPr>
          <w:szCs w:val="24"/>
        </w:rPr>
        <w:t>zarejestrowanych</w:t>
      </w:r>
    </w:p>
    <w:p w:rsidR="005B69D0" w:rsidRPr="000733E7" w:rsidRDefault="000B30D8" w:rsidP="00F75820">
      <w:pPr>
        <w:pStyle w:val="Tekstpodstawowywcity2"/>
        <w:numPr>
          <w:ilvl w:val="0"/>
          <w:numId w:val="37"/>
        </w:numPr>
        <w:spacing w:line="360" w:lineRule="auto"/>
        <w:ind w:left="312"/>
        <w:rPr>
          <w:szCs w:val="24"/>
        </w:rPr>
      </w:pPr>
      <w:r>
        <w:rPr>
          <w:szCs w:val="24"/>
        </w:rPr>
        <w:t>2988</w:t>
      </w:r>
      <w:r w:rsidR="00026E45" w:rsidRPr="000733E7">
        <w:rPr>
          <w:szCs w:val="24"/>
        </w:rPr>
        <w:t xml:space="preserve"> os</w:t>
      </w:r>
      <w:r w:rsidR="00EA1274">
        <w:rPr>
          <w:szCs w:val="24"/>
        </w:rPr>
        <w:t>ób</w:t>
      </w:r>
      <w:r w:rsidR="00026E45" w:rsidRPr="000733E7">
        <w:rPr>
          <w:szCs w:val="24"/>
        </w:rPr>
        <w:t xml:space="preserve"> bezrobotn</w:t>
      </w:r>
      <w:r w:rsidR="00EA1274">
        <w:rPr>
          <w:szCs w:val="24"/>
        </w:rPr>
        <w:t>ych</w:t>
      </w:r>
      <w:r w:rsidR="00026E45" w:rsidRPr="000733E7">
        <w:rPr>
          <w:szCs w:val="24"/>
        </w:rPr>
        <w:t xml:space="preserve"> powrócił</w:t>
      </w:r>
      <w:r w:rsidR="002612E5">
        <w:rPr>
          <w:szCs w:val="24"/>
        </w:rPr>
        <w:t>o</w:t>
      </w:r>
      <w:r w:rsidR="005B69D0" w:rsidRPr="000733E7">
        <w:rPr>
          <w:szCs w:val="24"/>
        </w:rPr>
        <w:t xml:space="preserve"> do rejestracji po raz kole</w:t>
      </w:r>
      <w:r w:rsidR="00026E45" w:rsidRPr="000733E7">
        <w:rPr>
          <w:szCs w:val="24"/>
        </w:rPr>
        <w:t xml:space="preserve">jny (od 1990r.), co stanowiło </w:t>
      </w:r>
      <w:r>
        <w:rPr>
          <w:szCs w:val="24"/>
        </w:rPr>
        <w:t>73</w:t>
      </w:r>
      <w:r w:rsidR="002612E5">
        <w:rPr>
          <w:szCs w:val="24"/>
        </w:rPr>
        <w:t>,6</w:t>
      </w:r>
      <w:r w:rsidR="005B69D0" w:rsidRPr="000733E7">
        <w:rPr>
          <w:szCs w:val="24"/>
        </w:rPr>
        <w:t>%</w:t>
      </w:r>
      <w:r w:rsidR="00EA1274">
        <w:rPr>
          <w:szCs w:val="24"/>
        </w:rPr>
        <w:t>.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populacji bezrob</w:t>
      </w:r>
      <w:r w:rsidR="00AE3ED7" w:rsidRPr="000733E7">
        <w:rPr>
          <w:szCs w:val="24"/>
        </w:rPr>
        <w:t xml:space="preserve">otnych </w:t>
      </w:r>
      <w:r w:rsidR="00C76033" w:rsidRPr="000733E7">
        <w:rPr>
          <w:szCs w:val="24"/>
        </w:rPr>
        <w:t>nowo zarejestrowanych</w:t>
      </w:r>
      <w:r w:rsidR="00026E45" w:rsidRPr="000733E7">
        <w:rPr>
          <w:szCs w:val="24"/>
        </w:rPr>
        <w:t xml:space="preserve"> </w:t>
      </w:r>
      <w:r w:rsidR="00660CA2">
        <w:rPr>
          <w:szCs w:val="24"/>
        </w:rPr>
        <w:t>znajdują się</w:t>
      </w:r>
      <w:r w:rsidR="00EA1274">
        <w:rPr>
          <w:szCs w:val="24"/>
        </w:rPr>
        <w:t xml:space="preserve"> </w:t>
      </w:r>
      <w:r w:rsidRPr="000733E7">
        <w:rPr>
          <w:szCs w:val="24"/>
        </w:rPr>
        <w:t>osob</w:t>
      </w:r>
      <w:r w:rsidR="00026E45" w:rsidRPr="000733E7">
        <w:rPr>
          <w:szCs w:val="24"/>
        </w:rPr>
        <w:t xml:space="preserve">y poprzednio pracujące </w:t>
      </w:r>
      <w:r w:rsidR="00660CA2">
        <w:rPr>
          <w:szCs w:val="24"/>
        </w:rPr>
        <w:t>(3510) o</w:t>
      </w:r>
      <w:r w:rsidR="009073C1">
        <w:rPr>
          <w:szCs w:val="24"/>
        </w:rPr>
        <w:t>raz osób</w:t>
      </w:r>
      <w:r w:rsidRPr="000733E7">
        <w:rPr>
          <w:szCs w:val="24"/>
        </w:rPr>
        <w:t>, które dotychczas nie pracowały</w:t>
      </w:r>
      <w:r w:rsidR="00660CA2">
        <w:rPr>
          <w:szCs w:val="24"/>
        </w:rPr>
        <w:t xml:space="preserve"> (548)</w:t>
      </w:r>
      <w:r w:rsidRPr="000733E7">
        <w:rPr>
          <w:szCs w:val="24"/>
        </w:rPr>
        <w:t>.</w:t>
      </w:r>
    </w:p>
    <w:p w:rsidR="005B69D0" w:rsidRPr="000733E7" w:rsidRDefault="005B69D0" w:rsidP="009D6981">
      <w:pPr>
        <w:pStyle w:val="Tekstpodstawowywcity2"/>
        <w:numPr>
          <w:ilvl w:val="0"/>
          <w:numId w:val="19"/>
        </w:numPr>
        <w:tabs>
          <w:tab w:val="clear" w:pos="737"/>
          <w:tab w:val="num" w:pos="340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>Z ewide</w:t>
      </w:r>
      <w:r w:rsidR="00026E45" w:rsidRPr="000733E7">
        <w:rPr>
          <w:szCs w:val="24"/>
        </w:rPr>
        <w:t>ncji</w:t>
      </w:r>
      <w:r w:rsidR="008255BF" w:rsidRPr="000733E7">
        <w:rPr>
          <w:szCs w:val="24"/>
        </w:rPr>
        <w:t xml:space="preserve"> bezrobotnych wyłączono </w:t>
      </w:r>
      <w:r w:rsidR="000B30D8">
        <w:rPr>
          <w:szCs w:val="24"/>
        </w:rPr>
        <w:t>4454</w:t>
      </w:r>
      <w:r w:rsidR="008255BF" w:rsidRPr="000733E7">
        <w:rPr>
          <w:szCs w:val="24"/>
        </w:rPr>
        <w:t xml:space="preserve"> os</w:t>
      </w:r>
      <w:r w:rsidR="000B30D8">
        <w:rPr>
          <w:szCs w:val="24"/>
        </w:rPr>
        <w:t>oby</w:t>
      </w:r>
      <w:r w:rsidR="00026E45" w:rsidRPr="000733E7">
        <w:rPr>
          <w:szCs w:val="24"/>
        </w:rPr>
        <w:t xml:space="preserve">, tj. o </w:t>
      </w:r>
      <w:r w:rsidR="000B30D8">
        <w:rPr>
          <w:szCs w:val="24"/>
        </w:rPr>
        <w:t>501</w:t>
      </w:r>
      <w:r w:rsidR="00026E45" w:rsidRPr="000733E7">
        <w:rPr>
          <w:szCs w:val="24"/>
        </w:rPr>
        <w:t xml:space="preserve"> os</w:t>
      </w:r>
      <w:r w:rsidR="00EA1274">
        <w:rPr>
          <w:szCs w:val="24"/>
        </w:rPr>
        <w:t>ób</w:t>
      </w:r>
      <w:r w:rsidR="00A55039">
        <w:rPr>
          <w:szCs w:val="24"/>
        </w:rPr>
        <w:t xml:space="preserve"> mniej</w:t>
      </w:r>
      <w:r w:rsidRPr="000733E7">
        <w:rPr>
          <w:szCs w:val="24"/>
        </w:rPr>
        <w:t xml:space="preserve"> niż w analogicznym okresie roku ubiegłego.</w:t>
      </w:r>
    </w:p>
    <w:p w:rsidR="00403D93" w:rsidRPr="000733E7" w:rsidRDefault="005B69D0" w:rsidP="009D6981">
      <w:pPr>
        <w:pStyle w:val="Tekstpodstawowywcity2"/>
        <w:spacing w:line="360" w:lineRule="auto"/>
        <w:ind w:left="311"/>
        <w:rPr>
          <w:szCs w:val="24"/>
        </w:rPr>
      </w:pPr>
      <w:r w:rsidRPr="000733E7">
        <w:rPr>
          <w:szCs w:val="24"/>
        </w:rPr>
        <w:t>Odpływ bezrobotnych spowodowany był: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po</w:t>
      </w:r>
      <w:r w:rsidR="00AE3ED7" w:rsidRPr="000733E7">
        <w:rPr>
          <w:szCs w:val="24"/>
        </w:rPr>
        <w:t>djęciem zatrudnienia</w:t>
      </w:r>
      <w:r w:rsidR="00AE3ED7" w:rsidRPr="000733E7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0B30D8">
        <w:rPr>
          <w:szCs w:val="24"/>
        </w:rPr>
        <w:t>2059</w:t>
      </w:r>
      <w:r w:rsidR="00026E45" w:rsidRPr="000733E7">
        <w:rPr>
          <w:szCs w:val="24"/>
        </w:rPr>
        <w:t xml:space="preserve"> os</w:t>
      </w:r>
      <w:r w:rsidR="00A55039">
        <w:rPr>
          <w:szCs w:val="24"/>
        </w:rPr>
        <w:t>ób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rozpoczę</w:t>
      </w:r>
      <w:r w:rsidR="00AE3ED7" w:rsidRPr="000733E7">
        <w:rPr>
          <w:szCs w:val="24"/>
        </w:rPr>
        <w:t>c</w:t>
      </w:r>
      <w:r w:rsidR="00D401A5" w:rsidRPr="000733E7">
        <w:rPr>
          <w:szCs w:val="24"/>
        </w:rPr>
        <w:t>iem szkolenia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        </w:t>
      </w:r>
      <w:r w:rsidR="004B2209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0B30D8">
        <w:rPr>
          <w:szCs w:val="24"/>
        </w:rPr>
        <w:t>120</w:t>
      </w:r>
      <w:r w:rsidR="00EA1274">
        <w:rPr>
          <w:szCs w:val="24"/>
        </w:rPr>
        <w:t xml:space="preserve"> </w:t>
      </w:r>
      <w:r w:rsidR="00AE3ED7" w:rsidRPr="000733E7">
        <w:rPr>
          <w:szCs w:val="24"/>
        </w:rPr>
        <w:t>os</w:t>
      </w:r>
      <w:r w:rsidR="00A55039">
        <w:rPr>
          <w:szCs w:val="24"/>
        </w:rPr>
        <w:t>ób</w:t>
      </w:r>
    </w:p>
    <w:p w:rsidR="005B69D0" w:rsidRDefault="007E37A5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>rozpoczęciem stażu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0022F4">
        <w:rPr>
          <w:szCs w:val="24"/>
        </w:rPr>
        <w:t xml:space="preserve"> </w:t>
      </w:r>
      <w:r w:rsidR="000B30D8">
        <w:rPr>
          <w:szCs w:val="24"/>
        </w:rPr>
        <w:t>170</w:t>
      </w:r>
      <w:r w:rsidR="00AE3ED7" w:rsidRPr="000733E7">
        <w:rPr>
          <w:szCs w:val="24"/>
        </w:rPr>
        <w:t xml:space="preserve"> os</w:t>
      </w:r>
      <w:r w:rsidR="000B30D8">
        <w:rPr>
          <w:szCs w:val="24"/>
        </w:rPr>
        <w:t>ób</w:t>
      </w:r>
    </w:p>
    <w:p w:rsidR="000022F4" w:rsidRPr="000733E7" w:rsidRDefault="000022F4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>podjęciem prac społecznie użytecznych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-  </w:t>
      </w:r>
      <w:r w:rsidR="000B30D8">
        <w:rPr>
          <w:szCs w:val="24"/>
        </w:rPr>
        <w:t>59 o</w:t>
      </w:r>
      <w:r w:rsidR="00EA1274">
        <w:rPr>
          <w:szCs w:val="24"/>
        </w:rPr>
        <w:t>sób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niepotwierdzeniem gotowości do podjęcia pra</w:t>
      </w:r>
      <w:r w:rsidR="007E37A5">
        <w:rPr>
          <w:szCs w:val="24"/>
        </w:rPr>
        <w:t>cy</w:t>
      </w:r>
      <w:r w:rsidR="007E37A5">
        <w:rPr>
          <w:szCs w:val="24"/>
        </w:rPr>
        <w:tab/>
      </w:r>
      <w:r w:rsidR="007E37A5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0B30D8">
        <w:rPr>
          <w:szCs w:val="24"/>
        </w:rPr>
        <w:t>1288</w:t>
      </w:r>
      <w:r w:rsidRPr="000733E7">
        <w:rPr>
          <w:szCs w:val="24"/>
        </w:rPr>
        <w:t xml:space="preserve"> os</w:t>
      </w:r>
      <w:r w:rsidR="00EA1274">
        <w:rPr>
          <w:szCs w:val="24"/>
        </w:rPr>
        <w:t>ób</w:t>
      </w:r>
    </w:p>
    <w:p w:rsidR="005B69D0" w:rsidRPr="000733E7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dobrowolną rezygnacj</w:t>
      </w:r>
      <w:r w:rsidR="00AE3ED7" w:rsidRPr="000733E7">
        <w:rPr>
          <w:szCs w:val="24"/>
        </w:rPr>
        <w:t>ą</w:t>
      </w:r>
      <w:r w:rsidR="00D401A5" w:rsidRPr="000733E7">
        <w:rPr>
          <w:szCs w:val="24"/>
        </w:rPr>
        <w:t xml:space="preserve"> ze statusu bezrobotnego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- </w:t>
      </w:r>
      <w:r w:rsidR="000B30D8">
        <w:rPr>
          <w:szCs w:val="24"/>
        </w:rPr>
        <w:t>223</w:t>
      </w:r>
      <w:r w:rsidR="00026E45" w:rsidRPr="000733E7">
        <w:rPr>
          <w:szCs w:val="24"/>
        </w:rPr>
        <w:t xml:space="preserve"> </w:t>
      </w:r>
      <w:r w:rsidR="00AE3ED7" w:rsidRPr="000733E7">
        <w:rPr>
          <w:szCs w:val="24"/>
        </w:rPr>
        <w:t>os</w:t>
      </w:r>
      <w:r w:rsidR="00C302AA">
        <w:rPr>
          <w:szCs w:val="24"/>
        </w:rPr>
        <w:t>oby</w:t>
      </w:r>
    </w:p>
    <w:p w:rsidR="005B69D0" w:rsidRDefault="005B69D0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nabyciem praw emer</w:t>
      </w:r>
      <w:r w:rsidR="00D401A5" w:rsidRPr="000733E7">
        <w:rPr>
          <w:szCs w:val="24"/>
        </w:rPr>
        <w:t>ytalnych lub rentowych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- </w:t>
      </w:r>
      <w:r w:rsidR="000B30D8">
        <w:rPr>
          <w:szCs w:val="24"/>
        </w:rPr>
        <w:t>34</w:t>
      </w:r>
      <w:r w:rsidR="00C302AA">
        <w:rPr>
          <w:szCs w:val="24"/>
        </w:rPr>
        <w:t xml:space="preserve"> osoby</w:t>
      </w:r>
    </w:p>
    <w:p w:rsidR="000B30D8" w:rsidRPr="000733E7" w:rsidRDefault="000B30D8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 xml:space="preserve">osiągnięciem wieku emerytalnego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- 112 osób</w:t>
      </w:r>
    </w:p>
    <w:p w:rsidR="00026E45" w:rsidRPr="000733E7" w:rsidRDefault="008255BF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odmową</w:t>
      </w:r>
      <w:r w:rsidR="00026E45" w:rsidRPr="000733E7">
        <w:rPr>
          <w:szCs w:val="24"/>
        </w:rPr>
        <w:t xml:space="preserve"> bez uzasadnionej przyczyny przyjęcia propozycji</w:t>
      </w:r>
      <w:r w:rsidRPr="000733E7">
        <w:rPr>
          <w:szCs w:val="24"/>
        </w:rPr>
        <w:t xml:space="preserve"> </w:t>
      </w:r>
      <w:r w:rsidR="004B2209">
        <w:rPr>
          <w:szCs w:val="24"/>
        </w:rPr>
        <w:tab/>
      </w:r>
    </w:p>
    <w:p w:rsidR="00026E45" w:rsidRPr="000733E7" w:rsidRDefault="00026E45" w:rsidP="009D6981">
      <w:pPr>
        <w:pStyle w:val="Tekstpodstawowywcity2"/>
        <w:spacing w:line="360" w:lineRule="auto"/>
        <w:ind w:left="323"/>
        <w:rPr>
          <w:szCs w:val="24"/>
        </w:rPr>
      </w:pPr>
      <w:r w:rsidRPr="000733E7">
        <w:rPr>
          <w:szCs w:val="24"/>
        </w:rPr>
        <w:t>odpowiednie</w:t>
      </w:r>
      <w:r w:rsidR="00A46A46" w:rsidRPr="000733E7">
        <w:rPr>
          <w:szCs w:val="24"/>
        </w:rPr>
        <w:t>j</w:t>
      </w:r>
      <w:r w:rsidRPr="000733E7">
        <w:rPr>
          <w:szCs w:val="24"/>
        </w:rPr>
        <w:t xml:space="preserve"> </w:t>
      </w:r>
      <w:r w:rsidR="00A46A46" w:rsidRPr="000733E7">
        <w:rPr>
          <w:szCs w:val="24"/>
        </w:rPr>
        <w:t xml:space="preserve">pracy </w:t>
      </w:r>
      <w:r w:rsidRPr="000733E7">
        <w:rPr>
          <w:szCs w:val="24"/>
        </w:rPr>
        <w:t xml:space="preserve">lub </w:t>
      </w:r>
      <w:r w:rsidR="00A46A46" w:rsidRPr="000733E7">
        <w:rPr>
          <w:szCs w:val="24"/>
        </w:rPr>
        <w:t xml:space="preserve">innej formy pomocy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="000B30D8">
        <w:rPr>
          <w:szCs w:val="24"/>
        </w:rPr>
        <w:t>- 64 osoby</w:t>
      </w:r>
    </w:p>
    <w:p w:rsidR="004B2209" w:rsidRDefault="000B30D8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>nabyciem</w:t>
      </w:r>
      <w:r w:rsidR="000022F4">
        <w:rPr>
          <w:szCs w:val="24"/>
        </w:rPr>
        <w:t xml:space="preserve"> praw do świadczenia przedemerytalnego</w:t>
      </w:r>
      <w:r w:rsidR="007E37A5">
        <w:rPr>
          <w:szCs w:val="24"/>
        </w:rPr>
        <w:tab/>
      </w:r>
      <w:r w:rsidR="007E37A5">
        <w:rPr>
          <w:szCs w:val="24"/>
        </w:rPr>
        <w:tab/>
      </w:r>
      <w:r w:rsidR="00A46A46" w:rsidRPr="000733E7">
        <w:rPr>
          <w:szCs w:val="24"/>
        </w:rPr>
        <w:t xml:space="preserve">- </w:t>
      </w:r>
      <w:r>
        <w:rPr>
          <w:szCs w:val="24"/>
        </w:rPr>
        <w:t>55</w:t>
      </w:r>
      <w:r w:rsidR="00A46A46" w:rsidRPr="000733E7">
        <w:rPr>
          <w:szCs w:val="24"/>
        </w:rPr>
        <w:t xml:space="preserve"> os</w:t>
      </w:r>
      <w:r w:rsidR="00EA1274">
        <w:rPr>
          <w:szCs w:val="24"/>
        </w:rPr>
        <w:t>ób</w:t>
      </w:r>
    </w:p>
    <w:p w:rsidR="00064922" w:rsidRPr="00200914" w:rsidRDefault="000B30D8" w:rsidP="00F75820">
      <w:pPr>
        <w:pStyle w:val="Tekstpodstawowywcity2"/>
        <w:numPr>
          <w:ilvl w:val="0"/>
          <w:numId w:val="36"/>
        </w:numPr>
        <w:spacing w:line="360" w:lineRule="auto"/>
        <w:ind w:left="323"/>
        <w:rPr>
          <w:szCs w:val="24"/>
        </w:rPr>
      </w:pPr>
      <w:r>
        <w:rPr>
          <w:szCs w:val="24"/>
        </w:rPr>
        <w:t>innymi przyczynami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- 268</w:t>
      </w:r>
      <w:r w:rsidR="00EA1274">
        <w:rPr>
          <w:szCs w:val="24"/>
        </w:rPr>
        <w:t xml:space="preserve"> osób</w:t>
      </w:r>
    </w:p>
    <w:p w:rsidR="000D38B0" w:rsidRPr="000733E7" w:rsidRDefault="000D38B0" w:rsidP="009D6981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9D6981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3. </w:t>
      </w:r>
      <w:r w:rsidR="005B69D0" w:rsidRPr="000733E7">
        <w:rPr>
          <w:b/>
          <w:szCs w:val="24"/>
        </w:rPr>
        <w:t>Napływ</w:t>
      </w:r>
      <w:r w:rsidR="00AE3ED7" w:rsidRPr="000733E7">
        <w:rPr>
          <w:b/>
          <w:szCs w:val="24"/>
        </w:rPr>
        <w:t xml:space="preserve"> i odpływ be</w:t>
      </w:r>
      <w:r w:rsidR="00026E45" w:rsidRPr="000733E7">
        <w:rPr>
          <w:b/>
          <w:szCs w:val="24"/>
        </w:rPr>
        <w:t>zrobotnych w 20</w:t>
      </w:r>
      <w:r w:rsidR="00A46A46" w:rsidRPr="000733E7">
        <w:rPr>
          <w:b/>
          <w:szCs w:val="24"/>
        </w:rPr>
        <w:t>1</w:t>
      </w:r>
      <w:r w:rsidR="000B30D8">
        <w:rPr>
          <w:b/>
          <w:szCs w:val="24"/>
        </w:rPr>
        <w:t>7</w:t>
      </w:r>
      <w:r w:rsidR="005B69D0" w:rsidRPr="000733E7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2"/>
        <w:gridCol w:w="1151"/>
        <w:gridCol w:w="1152"/>
        <w:gridCol w:w="1151"/>
        <w:gridCol w:w="1152"/>
        <w:gridCol w:w="1151"/>
        <w:gridCol w:w="1152"/>
      </w:tblGrid>
      <w:tr w:rsidR="005B69D0" w:rsidRPr="000733E7" w:rsidTr="009D6981">
        <w:trPr>
          <w:cantSplit/>
          <w:trHeight w:val="234"/>
        </w:trPr>
        <w:tc>
          <w:tcPr>
            <w:tcW w:w="1151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zarejestrowani w 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zarejestrowani w 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wyłączeni </w:t>
            </w: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z ewidencji w 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115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Wzrost / spadek bezrobocia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ogółem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pierwszy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kolejny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ogółem 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1152" w:type="dxa"/>
          </w:tcPr>
          <w:p w:rsidR="005B69D0" w:rsidRPr="004B2209" w:rsidRDefault="005E65F6" w:rsidP="00C77843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412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304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289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152" w:type="dxa"/>
          </w:tcPr>
          <w:p w:rsidR="00EB3145" w:rsidRPr="004B2209" w:rsidRDefault="005E65F6" w:rsidP="00EB31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+123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+13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272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424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-74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-102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321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236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415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-94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lastRenderedPageBreak/>
              <w:t>Czerwiec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289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218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355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152" w:type="dxa"/>
          </w:tcPr>
          <w:p w:rsidR="00EB3145" w:rsidRPr="004B2209" w:rsidRDefault="005E65F6" w:rsidP="00EB31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-66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248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356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-6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1152" w:type="dxa"/>
          </w:tcPr>
          <w:p w:rsidR="005B69D0" w:rsidRPr="004B2209" w:rsidRDefault="00C302A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  <w:r w:rsidR="005E65F6">
              <w:rPr>
                <w:sz w:val="20"/>
              </w:rPr>
              <w:t>0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233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1151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152" w:type="dxa"/>
          </w:tcPr>
          <w:p w:rsidR="005B69D0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+12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1152" w:type="dxa"/>
          </w:tcPr>
          <w:p w:rsidR="009334BB" w:rsidRPr="004B2209" w:rsidRDefault="00C302A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152" w:type="dxa"/>
          </w:tcPr>
          <w:p w:rsidR="009334BB" w:rsidRPr="004B2209" w:rsidRDefault="005E65F6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232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-70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363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152" w:type="dxa"/>
          </w:tcPr>
          <w:p w:rsidR="009334BB" w:rsidRPr="004B2209" w:rsidRDefault="005E65F6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265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477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248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-114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337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152" w:type="dxa"/>
          </w:tcPr>
          <w:p w:rsidR="009334BB" w:rsidRPr="004B2209" w:rsidRDefault="005E65F6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364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-27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323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52" w:type="dxa"/>
          </w:tcPr>
          <w:p w:rsidR="009334BB" w:rsidRPr="004B2209" w:rsidRDefault="005E65F6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249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314</w:t>
            </w:r>
          </w:p>
        </w:tc>
        <w:tc>
          <w:tcPr>
            <w:tcW w:w="1151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152" w:type="dxa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+9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4058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1771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1070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2988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4454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1972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5E65F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-396</w:t>
            </w:r>
          </w:p>
        </w:tc>
      </w:tr>
    </w:tbl>
    <w:p w:rsidR="00CC7776" w:rsidRDefault="00CC7776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4B2209" w:rsidRPr="0069407C" w:rsidRDefault="005B69D0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69407C">
        <w:rPr>
          <w:b/>
          <w:i/>
          <w:szCs w:val="24"/>
        </w:rPr>
        <w:t xml:space="preserve">2. </w:t>
      </w:r>
      <w:r w:rsidR="00200914">
        <w:rPr>
          <w:b/>
          <w:i/>
          <w:szCs w:val="24"/>
        </w:rPr>
        <w:t xml:space="preserve">  </w:t>
      </w:r>
      <w:r w:rsidRPr="0069407C">
        <w:rPr>
          <w:b/>
          <w:i/>
          <w:szCs w:val="24"/>
        </w:rPr>
        <w:t>Wybrane kategorie bezrobotnych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2.1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 xml:space="preserve"> Kobiety</w:t>
      </w:r>
    </w:p>
    <w:p w:rsidR="005B69D0" w:rsidRPr="000733E7" w:rsidRDefault="0073689A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A46A46" w:rsidRPr="000733E7">
        <w:rPr>
          <w:szCs w:val="24"/>
        </w:rPr>
        <w:t>1</w:t>
      </w:r>
      <w:r w:rsidR="005E65F6">
        <w:rPr>
          <w:szCs w:val="24"/>
        </w:rPr>
        <w:t>7</w:t>
      </w:r>
      <w:r w:rsidR="005B69D0" w:rsidRPr="000733E7">
        <w:rPr>
          <w:szCs w:val="24"/>
        </w:rPr>
        <w:t xml:space="preserve">r. w urzędzie </w:t>
      </w:r>
      <w:r w:rsidRPr="000733E7">
        <w:rPr>
          <w:szCs w:val="24"/>
        </w:rPr>
        <w:t>pracy był</w:t>
      </w:r>
      <w:r w:rsidR="001059B5">
        <w:rPr>
          <w:szCs w:val="24"/>
        </w:rPr>
        <w:t>o</w:t>
      </w:r>
      <w:r w:rsidRPr="000733E7">
        <w:rPr>
          <w:szCs w:val="24"/>
        </w:rPr>
        <w:t xml:space="preserve"> zarejestrowan</w:t>
      </w:r>
      <w:r w:rsidR="001059B5">
        <w:rPr>
          <w:szCs w:val="24"/>
        </w:rPr>
        <w:t>ych</w:t>
      </w:r>
      <w:r w:rsidRPr="000733E7">
        <w:rPr>
          <w:szCs w:val="24"/>
        </w:rPr>
        <w:t xml:space="preserve"> </w:t>
      </w:r>
      <w:r w:rsidR="005E65F6">
        <w:rPr>
          <w:szCs w:val="24"/>
        </w:rPr>
        <w:t>1097</w:t>
      </w:r>
      <w:r w:rsidR="005B69D0" w:rsidRPr="000733E7">
        <w:rPr>
          <w:szCs w:val="24"/>
        </w:rPr>
        <w:t xml:space="preserve"> kobiet. Procentowy udział kobiet w liczbie </w:t>
      </w:r>
      <w:r w:rsidRPr="000733E7">
        <w:rPr>
          <w:szCs w:val="24"/>
        </w:rPr>
        <w:t xml:space="preserve">bezrobotnych ogółem wyniósł </w:t>
      </w:r>
      <w:r w:rsidR="005E65F6">
        <w:rPr>
          <w:szCs w:val="24"/>
        </w:rPr>
        <w:t>45,7</w:t>
      </w:r>
      <w:r w:rsidR="005B69D0" w:rsidRPr="000733E7">
        <w:rPr>
          <w:szCs w:val="24"/>
        </w:rPr>
        <w:t>% (mężczyźni stanow</w:t>
      </w:r>
      <w:r w:rsidRPr="000733E7">
        <w:rPr>
          <w:szCs w:val="24"/>
        </w:rPr>
        <w:t xml:space="preserve">ili </w:t>
      </w:r>
      <w:r w:rsidR="005E65F6">
        <w:rPr>
          <w:szCs w:val="24"/>
        </w:rPr>
        <w:t>54,3</w:t>
      </w:r>
      <w:r w:rsidRPr="000733E7">
        <w:rPr>
          <w:szCs w:val="24"/>
        </w:rPr>
        <w:t xml:space="preserve">%). </w:t>
      </w:r>
      <w:r w:rsidR="004B2209">
        <w:rPr>
          <w:szCs w:val="24"/>
        </w:rPr>
        <w:t xml:space="preserve">             </w:t>
      </w:r>
      <w:r w:rsidRPr="000733E7">
        <w:rPr>
          <w:szCs w:val="24"/>
        </w:rPr>
        <w:t>W porównaniu z grudniem 20</w:t>
      </w:r>
      <w:r w:rsidR="00273D78" w:rsidRPr="000733E7">
        <w:rPr>
          <w:szCs w:val="24"/>
        </w:rPr>
        <w:t>1</w:t>
      </w:r>
      <w:r w:rsidR="005E65F6">
        <w:rPr>
          <w:szCs w:val="24"/>
        </w:rPr>
        <w:t>6</w:t>
      </w:r>
      <w:r w:rsidR="005B69D0" w:rsidRPr="000733E7">
        <w:rPr>
          <w:szCs w:val="24"/>
        </w:rPr>
        <w:t>r.</w:t>
      </w:r>
      <w:r w:rsidR="007D6C38" w:rsidRPr="000733E7">
        <w:rPr>
          <w:szCs w:val="24"/>
        </w:rPr>
        <w:t xml:space="preserve"> omawiana populacja </w:t>
      </w:r>
      <w:r w:rsidR="00EB3145">
        <w:rPr>
          <w:szCs w:val="24"/>
        </w:rPr>
        <w:t>spadła</w:t>
      </w:r>
      <w:r w:rsidR="00CF2F2A" w:rsidRPr="000733E7">
        <w:rPr>
          <w:szCs w:val="24"/>
        </w:rPr>
        <w:t xml:space="preserve"> o </w:t>
      </w:r>
      <w:r w:rsidR="005E65F6">
        <w:rPr>
          <w:szCs w:val="24"/>
        </w:rPr>
        <w:t>201</w:t>
      </w:r>
      <w:r w:rsidR="00CF2F2A" w:rsidRPr="000733E7">
        <w:rPr>
          <w:szCs w:val="24"/>
        </w:rPr>
        <w:t xml:space="preserve"> osób (tj. o </w:t>
      </w:r>
      <w:r w:rsidR="005E65F6">
        <w:rPr>
          <w:szCs w:val="24"/>
        </w:rPr>
        <w:t>15,5</w:t>
      </w:r>
      <w:r w:rsidR="005B69D0" w:rsidRPr="000733E7">
        <w:rPr>
          <w:szCs w:val="24"/>
        </w:rPr>
        <w:t>%).</w:t>
      </w:r>
    </w:p>
    <w:p w:rsidR="00950CEC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Najwyższy udział ko</w:t>
      </w:r>
      <w:r w:rsidR="007D6C38" w:rsidRPr="000733E7">
        <w:rPr>
          <w:szCs w:val="24"/>
        </w:rPr>
        <w:t xml:space="preserve">biet </w:t>
      </w:r>
      <w:r w:rsidR="00660CA2">
        <w:rPr>
          <w:szCs w:val="24"/>
        </w:rPr>
        <w:t xml:space="preserve">w stosunku do ogółu </w:t>
      </w:r>
      <w:r w:rsidR="007D6C38" w:rsidRPr="000733E7">
        <w:rPr>
          <w:szCs w:val="24"/>
        </w:rPr>
        <w:t xml:space="preserve">zanotowano w </w:t>
      </w:r>
      <w:r w:rsidR="00660CA2">
        <w:rPr>
          <w:szCs w:val="24"/>
        </w:rPr>
        <w:t>gm. Sobienie Jeziory</w:t>
      </w:r>
      <w:r w:rsidR="00CF2F2A" w:rsidRPr="000733E7">
        <w:rPr>
          <w:szCs w:val="24"/>
        </w:rPr>
        <w:t xml:space="preserve"> – </w:t>
      </w:r>
      <w:r w:rsidR="005E65F6">
        <w:rPr>
          <w:szCs w:val="24"/>
        </w:rPr>
        <w:t>54,4</w:t>
      </w:r>
      <w:r w:rsidRPr="000733E7">
        <w:rPr>
          <w:szCs w:val="24"/>
        </w:rPr>
        <w:t>%,</w:t>
      </w:r>
      <w:r w:rsidR="00E65BA1">
        <w:rPr>
          <w:szCs w:val="24"/>
        </w:rPr>
        <w:t xml:space="preserve"> </w:t>
      </w:r>
      <w:r w:rsidRPr="000733E7">
        <w:rPr>
          <w:szCs w:val="24"/>
        </w:rPr>
        <w:t>w</w:t>
      </w:r>
      <w:r w:rsidR="00660CA2">
        <w:rPr>
          <w:szCs w:val="24"/>
        </w:rPr>
        <w:t xml:space="preserve"> mieście</w:t>
      </w:r>
      <w:r w:rsidRPr="000733E7">
        <w:rPr>
          <w:szCs w:val="24"/>
        </w:rPr>
        <w:t xml:space="preserve"> </w:t>
      </w:r>
      <w:r w:rsidR="005E65F6">
        <w:rPr>
          <w:szCs w:val="24"/>
        </w:rPr>
        <w:t xml:space="preserve">Józefowie </w:t>
      </w:r>
      <w:r w:rsidR="00CF2F2A" w:rsidRPr="000733E7">
        <w:rPr>
          <w:szCs w:val="24"/>
        </w:rPr>
        <w:t xml:space="preserve"> </w:t>
      </w:r>
      <w:r w:rsidR="005E65F6">
        <w:rPr>
          <w:szCs w:val="24"/>
        </w:rPr>
        <w:t>52,0</w:t>
      </w:r>
      <w:r w:rsidR="00067324">
        <w:rPr>
          <w:szCs w:val="24"/>
        </w:rPr>
        <w:t>%</w:t>
      </w:r>
      <w:r w:rsidR="00874DDA">
        <w:rPr>
          <w:szCs w:val="24"/>
        </w:rPr>
        <w:t xml:space="preserve">, w </w:t>
      </w:r>
      <w:r w:rsidR="00660CA2">
        <w:rPr>
          <w:szCs w:val="24"/>
        </w:rPr>
        <w:t>gm. Kołbiel</w:t>
      </w:r>
      <w:r w:rsidR="005E65F6">
        <w:rPr>
          <w:szCs w:val="24"/>
        </w:rPr>
        <w:t xml:space="preserve"> 48,7</w:t>
      </w:r>
      <w:r w:rsidR="00874DDA">
        <w:rPr>
          <w:szCs w:val="24"/>
        </w:rPr>
        <w:t>%</w:t>
      </w:r>
      <w:r w:rsidR="0033521F">
        <w:rPr>
          <w:szCs w:val="24"/>
        </w:rPr>
        <w:t xml:space="preserve"> oraz w </w:t>
      </w:r>
      <w:r w:rsidR="00660CA2">
        <w:rPr>
          <w:szCs w:val="24"/>
        </w:rPr>
        <w:t xml:space="preserve">gm. </w:t>
      </w:r>
      <w:r w:rsidR="005E65F6">
        <w:rPr>
          <w:szCs w:val="24"/>
        </w:rPr>
        <w:t>Wiązownie – 48,0</w:t>
      </w:r>
      <w:r w:rsidR="0033521F">
        <w:rPr>
          <w:szCs w:val="24"/>
        </w:rPr>
        <w:t>%</w:t>
      </w:r>
      <w:r w:rsidR="00067324">
        <w:rPr>
          <w:szCs w:val="24"/>
        </w:rPr>
        <w:t>.</w:t>
      </w:r>
      <w:r w:rsidR="00273D78" w:rsidRPr="000733E7">
        <w:rPr>
          <w:szCs w:val="24"/>
        </w:rPr>
        <w:t xml:space="preserve"> </w:t>
      </w:r>
      <w:r w:rsidR="00DC2117" w:rsidRPr="000733E7">
        <w:rPr>
          <w:szCs w:val="24"/>
        </w:rPr>
        <w:t xml:space="preserve">Natomiast najniższy </w:t>
      </w:r>
      <w:r w:rsidRPr="000733E7">
        <w:rPr>
          <w:szCs w:val="24"/>
        </w:rPr>
        <w:t>udział kobi</w:t>
      </w:r>
      <w:r w:rsidR="007D6C38" w:rsidRPr="000733E7">
        <w:rPr>
          <w:szCs w:val="24"/>
        </w:rPr>
        <w:t>et</w:t>
      </w:r>
      <w:r w:rsidRPr="000733E7">
        <w:rPr>
          <w:szCs w:val="24"/>
        </w:rPr>
        <w:t xml:space="preserve"> </w:t>
      </w:r>
      <w:r w:rsidR="007D6C38" w:rsidRPr="000733E7">
        <w:rPr>
          <w:szCs w:val="24"/>
        </w:rPr>
        <w:t>wyst</w:t>
      </w:r>
      <w:r w:rsidR="00346ADA">
        <w:rPr>
          <w:szCs w:val="24"/>
        </w:rPr>
        <w:t>ąpił</w:t>
      </w:r>
      <w:r w:rsidR="007D6C38" w:rsidRPr="000733E7">
        <w:rPr>
          <w:szCs w:val="24"/>
        </w:rPr>
        <w:t xml:space="preserve"> w gminie</w:t>
      </w:r>
      <w:r w:rsidR="0033521F">
        <w:rPr>
          <w:szCs w:val="24"/>
        </w:rPr>
        <w:t xml:space="preserve"> Osieck</w:t>
      </w:r>
      <w:r w:rsidR="007D6C38" w:rsidRPr="000733E7">
        <w:rPr>
          <w:szCs w:val="24"/>
        </w:rPr>
        <w:t xml:space="preserve">– </w:t>
      </w:r>
      <w:r w:rsidR="00696ECC">
        <w:rPr>
          <w:szCs w:val="24"/>
        </w:rPr>
        <w:t>38,4</w:t>
      </w:r>
      <w:r w:rsidRPr="000733E7">
        <w:rPr>
          <w:szCs w:val="24"/>
        </w:rPr>
        <w:t>%.</w:t>
      </w:r>
    </w:p>
    <w:p w:rsidR="003B1E6F" w:rsidRPr="000733E7" w:rsidRDefault="003B1E6F" w:rsidP="009D6981">
      <w:pPr>
        <w:pStyle w:val="Tekstpodstawowywcity2"/>
        <w:ind w:left="0"/>
        <w:rPr>
          <w:szCs w:val="24"/>
        </w:rPr>
      </w:pPr>
    </w:p>
    <w:p w:rsidR="005B69D0" w:rsidRPr="004B2209" w:rsidRDefault="004B2209" w:rsidP="009D6981">
      <w:pPr>
        <w:pStyle w:val="Tekstpodstawowywcity2"/>
        <w:ind w:left="0"/>
        <w:rPr>
          <w:i/>
          <w:szCs w:val="24"/>
        </w:rPr>
      </w:pPr>
      <w:r>
        <w:rPr>
          <w:b/>
          <w:szCs w:val="24"/>
        </w:rPr>
        <w:t xml:space="preserve">Tabela 4. </w:t>
      </w:r>
      <w:r w:rsidR="00CF2F2A" w:rsidRPr="000733E7">
        <w:rPr>
          <w:b/>
          <w:szCs w:val="24"/>
        </w:rPr>
        <w:t>Bezrobotne kobiety w 20</w:t>
      </w:r>
      <w:r w:rsidR="000E2A47" w:rsidRPr="000733E7">
        <w:rPr>
          <w:b/>
          <w:szCs w:val="24"/>
        </w:rPr>
        <w:t>1</w:t>
      </w:r>
      <w:r w:rsidR="00696ECC">
        <w:rPr>
          <w:b/>
          <w:szCs w:val="24"/>
        </w:rPr>
        <w:t>7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  <w:r w:rsidR="00403D93" w:rsidRPr="000733E7">
        <w:rPr>
          <w:i/>
          <w:szCs w:val="24"/>
        </w:rPr>
        <w:t>(wg stanu na koniec miesiąca)</w:t>
      </w:r>
      <w:r w:rsidR="00403D93" w:rsidRPr="000733E7"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693"/>
        <w:gridCol w:w="2586"/>
        <w:gridCol w:w="2303"/>
      </w:tblGrid>
      <w:tr w:rsidR="005B69D0" w:rsidRPr="000733E7" w:rsidTr="0069407C">
        <w:trPr>
          <w:cantSplit/>
        </w:trPr>
        <w:tc>
          <w:tcPr>
            <w:tcW w:w="1630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69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Liczba bezrobotnych ogółem</w:t>
            </w:r>
          </w:p>
        </w:tc>
        <w:tc>
          <w:tcPr>
            <w:tcW w:w="4889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Liczba </w:t>
            </w:r>
            <w:r w:rsidR="00CF2F2A" w:rsidRPr="004B2209">
              <w:rPr>
                <w:b/>
                <w:sz w:val="20"/>
              </w:rPr>
              <w:t>bezrobotnych</w:t>
            </w:r>
            <w:r w:rsidRPr="004B2209">
              <w:rPr>
                <w:b/>
                <w:sz w:val="20"/>
              </w:rPr>
              <w:t xml:space="preserve"> kobiet:</w:t>
            </w:r>
          </w:p>
        </w:tc>
      </w:tr>
      <w:tr w:rsidR="005B69D0" w:rsidRPr="000733E7" w:rsidTr="0069407C">
        <w:trPr>
          <w:cantSplit/>
        </w:trPr>
        <w:tc>
          <w:tcPr>
            <w:tcW w:w="1630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586" w:type="dxa"/>
            <w:shd w:val="clear" w:color="auto" w:fill="D6E3BC" w:themeFill="accent3" w:themeFillTint="66"/>
          </w:tcPr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 xml:space="preserve">w liczbach </w:t>
            </w:r>
          </w:p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>bezwzględnych</w:t>
            </w:r>
          </w:p>
        </w:tc>
        <w:tc>
          <w:tcPr>
            <w:tcW w:w="2303" w:type="dxa"/>
            <w:shd w:val="clear" w:color="auto" w:fill="D6E3BC" w:themeFill="accent3" w:themeFillTint="66"/>
          </w:tcPr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2918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1337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2931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1331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45,4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2857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1299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2755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1264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45,9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2661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1244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2595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1228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2589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1245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48,1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2601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1283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49,3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2531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2417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1144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2390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1129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47,2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9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2399</w:t>
            </w:r>
          </w:p>
        </w:tc>
        <w:tc>
          <w:tcPr>
            <w:tcW w:w="2586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1097</w:t>
            </w:r>
          </w:p>
        </w:tc>
        <w:tc>
          <w:tcPr>
            <w:tcW w:w="2303" w:type="dxa"/>
          </w:tcPr>
          <w:p w:rsidR="005B69D0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45,7</w:t>
            </w:r>
          </w:p>
        </w:tc>
      </w:tr>
    </w:tbl>
    <w:p w:rsidR="0069407C" w:rsidRDefault="0069407C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9C3EE1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2.2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bez prawa do zasiłku</w:t>
      </w:r>
    </w:p>
    <w:p w:rsidR="005B69D0" w:rsidRDefault="00CF2F2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0E2A47" w:rsidRPr="000733E7">
        <w:rPr>
          <w:szCs w:val="24"/>
        </w:rPr>
        <w:t>1</w:t>
      </w:r>
      <w:r w:rsidR="00696ECC">
        <w:rPr>
          <w:szCs w:val="24"/>
        </w:rPr>
        <w:t>7</w:t>
      </w:r>
      <w:r w:rsidR="005B69D0" w:rsidRPr="000733E7">
        <w:rPr>
          <w:szCs w:val="24"/>
        </w:rPr>
        <w:t>r. w Powiatowym Urzędzi</w:t>
      </w:r>
      <w:r w:rsidRPr="000733E7">
        <w:rPr>
          <w:szCs w:val="24"/>
        </w:rPr>
        <w:t>e Pracy w Otwocku zarejestrował</w:t>
      </w:r>
      <w:r w:rsidR="007979CB">
        <w:rPr>
          <w:szCs w:val="24"/>
        </w:rPr>
        <w:t>o</w:t>
      </w:r>
      <w:r w:rsidRPr="000733E7">
        <w:rPr>
          <w:szCs w:val="24"/>
        </w:rPr>
        <w:t xml:space="preserve"> się </w:t>
      </w:r>
      <w:r w:rsidR="00696ECC">
        <w:rPr>
          <w:szCs w:val="24"/>
        </w:rPr>
        <w:t>3250</w:t>
      </w:r>
      <w:r w:rsidRPr="000733E7">
        <w:rPr>
          <w:szCs w:val="24"/>
        </w:rPr>
        <w:t xml:space="preserve"> os</w:t>
      </w:r>
      <w:r w:rsidR="007979CB">
        <w:rPr>
          <w:szCs w:val="24"/>
        </w:rPr>
        <w:t>ób</w:t>
      </w:r>
      <w:r w:rsidR="005B69D0" w:rsidRPr="000733E7">
        <w:rPr>
          <w:szCs w:val="24"/>
        </w:rPr>
        <w:t xml:space="preserve"> bez 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wa do zasiłku, co stanowiło </w:t>
      </w:r>
      <w:r w:rsidR="00696ECC">
        <w:rPr>
          <w:szCs w:val="24"/>
        </w:rPr>
        <w:t>80,1</w:t>
      </w:r>
      <w:r w:rsidR="005B69D0" w:rsidRPr="000733E7">
        <w:rPr>
          <w:szCs w:val="24"/>
        </w:rPr>
        <w:t xml:space="preserve">% ogółu zarejestrowanych w tym okresie. Natomiast na </w:t>
      </w:r>
      <w:r w:rsidR="005B69D0" w:rsidRPr="000733E7">
        <w:rPr>
          <w:szCs w:val="24"/>
        </w:rPr>
        <w:lastRenderedPageBreak/>
        <w:t>koniec grudnia 2</w:t>
      </w:r>
      <w:r w:rsidRPr="000733E7">
        <w:rPr>
          <w:szCs w:val="24"/>
        </w:rPr>
        <w:t>0</w:t>
      </w:r>
      <w:r w:rsidR="00696ECC">
        <w:rPr>
          <w:szCs w:val="24"/>
        </w:rPr>
        <w:t>17</w:t>
      </w:r>
      <w:r w:rsidR="006252CC" w:rsidRPr="000733E7">
        <w:rPr>
          <w:szCs w:val="24"/>
        </w:rPr>
        <w:t>r</w:t>
      </w:r>
      <w:r w:rsidRPr="000733E7">
        <w:rPr>
          <w:szCs w:val="24"/>
        </w:rPr>
        <w:t>. w ewidencji urzędu figurował</w:t>
      </w:r>
      <w:r w:rsidR="00696ECC">
        <w:rPr>
          <w:szCs w:val="24"/>
        </w:rPr>
        <w:t>o 2014</w:t>
      </w:r>
      <w:r w:rsidRPr="000733E7">
        <w:rPr>
          <w:szCs w:val="24"/>
        </w:rPr>
        <w:t xml:space="preserve"> os</w:t>
      </w:r>
      <w:r w:rsidR="00696ECC">
        <w:rPr>
          <w:szCs w:val="24"/>
        </w:rPr>
        <w:t>ób</w:t>
      </w:r>
      <w:r w:rsidR="005B69D0" w:rsidRPr="000733E7">
        <w:rPr>
          <w:szCs w:val="24"/>
        </w:rPr>
        <w:t xml:space="preserve"> be</w:t>
      </w:r>
      <w:r w:rsidRPr="000733E7">
        <w:rPr>
          <w:szCs w:val="24"/>
        </w:rPr>
        <w:t xml:space="preserve">z prawa do zasiłku, stanowiąc </w:t>
      </w:r>
      <w:r w:rsidR="00696ECC">
        <w:rPr>
          <w:szCs w:val="24"/>
        </w:rPr>
        <w:t>84,0</w:t>
      </w:r>
      <w:r w:rsidR="005B69D0" w:rsidRPr="000733E7">
        <w:rPr>
          <w:szCs w:val="24"/>
        </w:rPr>
        <w:t>% ogółu bezrobot</w:t>
      </w:r>
      <w:r w:rsidRPr="000733E7">
        <w:rPr>
          <w:szCs w:val="24"/>
        </w:rPr>
        <w:t>nych. W stosunku do grudnia 20</w:t>
      </w:r>
      <w:r w:rsidR="0083114E" w:rsidRPr="000733E7">
        <w:rPr>
          <w:szCs w:val="24"/>
        </w:rPr>
        <w:t>1</w:t>
      </w:r>
      <w:r w:rsidR="00696ECC">
        <w:rPr>
          <w:szCs w:val="24"/>
        </w:rPr>
        <w:t>6</w:t>
      </w:r>
      <w:r w:rsidR="005B69D0" w:rsidRPr="000733E7">
        <w:rPr>
          <w:szCs w:val="24"/>
        </w:rPr>
        <w:t xml:space="preserve"> roku nast</w:t>
      </w:r>
      <w:r w:rsidRPr="000733E7">
        <w:rPr>
          <w:szCs w:val="24"/>
        </w:rPr>
        <w:t xml:space="preserve">ąpił </w:t>
      </w:r>
      <w:r w:rsidR="00CA4A58">
        <w:rPr>
          <w:szCs w:val="24"/>
        </w:rPr>
        <w:t>spadek</w:t>
      </w:r>
      <w:r w:rsidRPr="000733E7">
        <w:rPr>
          <w:szCs w:val="24"/>
        </w:rPr>
        <w:t xml:space="preserve"> tej populacji o </w:t>
      </w:r>
      <w:r w:rsidR="00696ECC">
        <w:rPr>
          <w:szCs w:val="24"/>
        </w:rPr>
        <w:t>328</w:t>
      </w:r>
      <w:r w:rsidRPr="000733E7">
        <w:rPr>
          <w:szCs w:val="24"/>
        </w:rPr>
        <w:t xml:space="preserve"> os</w:t>
      </w:r>
      <w:r w:rsidR="005027C0">
        <w:rPr>
          <w:szCs w:val="24"/>
        </w:rPr>
        <w:t>ób</w:t>
      </w:r>
      <w:r w:rsidRPr="000733E7">
        <w:rPr>
          <w:szCs w:val="24"/>
        </w:rPr>
        <w:t xml:space="preserve"> (tj. o </w:t>
      </w:r>
      <w:r w:rsidR="00696ECC">
        <w:rPr>
          <w:szCs w:val="24"/>
        </w:rPr>
        <w:t>14,0</w:t>
      </w:r>
      <w:r w:rsidR="005B69D0" w:rsidRPr="000733E7">
        <w:rPr>
          <w:szCs w:val="24"/>
        </w:rPr>
        <w:t xml:space="preserve">%). Na kształtowanie się omawianej populacji miała wpływ przede wszystkim rejestracja osób, które nie posiadają udokumentowanych okresów zatrudnienia na przestrzeni 18 miesięcy </w:t>
      </w:r>
      <w:r w:rsidR="009D6981">
        <w:rPr>
          <w:szCs w:val="24"/>
        </w:rPr>
        <w:t xml:space="preserve">bezpośrednio </w:t>
      </w:r>
      <w:r w:rsidR="005B69D0" w:rsidRPr="000733E7">
        <w:rPr>
          <w:szCs w:val="24"/>
        </w:rPr>
        <w:t>poprzedzających dzień rejestracji oraz utrata prawa do zasiłku z powodu upływu okresu jego pobierania.</w:t>
      </w:r>
      <w:r w:rsidR="007979CB">
        <w:rPr>
          <w:szCs w:val="24"/>
        </w:rPr>
        <w:t xml:space="preserve"> Najwyższy</w:t>
      </w:r>
      <w:r w:rsidR="0083114E" w:rsidRPr="000733E7">
        <w:rPr>
          <w:szCs w:val="24"/>
        </w:rPr>
        <w:t xml:space="preserve"> procentowy udział bezrobotnych bez prawa do zasiłku </w:t>
      </w:r>
      <w:r w:rsidR="00660CA2">
        <w:rPr>
          <w:szCs w:val="24"/>
        </w:rPr>
        <w:t xml:space="preserve">w stosunku do ogółu zarejestrowanych </w:t>
      </w:r>
      <w:r w:rsidR="0083114E" w:rsidRPr="000733E7">
        <w:rPr>
          <w:szCs w:val="24"/>
        </w:rPr>
        <w:t xml:space="preserve">występował w: </w:t>
      </w:r>
      <w:r w:rsidR="00660CA2">
        <w:rPr>
          <w:szCs w:val="24"/>
        </w:rPr>
        <w:t>Józefowie</w:t>
      </w:r>
      <w:r w:rsidR="0083114E" w:rsidRPr="000733E7">
        <w:rPr>
          <w:szCs w:val="24"/>
        </w:rPr>
        <w:t xml:space="preserve"> – </w:t>
      </w:r>
      <w:r w:rsidR="009A4CF8">
        <w:rPr>
          <w:szCs w:val="24"/>
        </w:rPr>
        <w:t>86</w:t>
      </w:r>
      <w:r w:rsidR="00696ECC">
        <w:rPr>
          <w:szCs w:val="24"/>
        </w:rPr>
        <w:t>,8</w:t>
      </w:r>
      <w:r w:rsidR="0083114E" w:rsidRPr="000733E7">
        <w:rPr>
          <w:szCs w:val="24"/>
        </w:rPr>
        <w:t xml:space="preserve">%, </w:t>
      </w:r>
      <w:r w:rsidR="00696ECC">
        <w:rPr>
          <w:szCs w:val="24"/>
        </w:rPr>
        <w:t>Otwock</w:t>
      </w:r>
      <w:r w:rsidR="00660CA2">
        <w:rPr>
          <w:szCs w:val="24"/>
        </w:rPr>
        <w:t>u</w:t>
      </w:r>
      <w:r w:rsidR="0083114E" w:rsidRPr="000733E7">
        <w:rPr>
          <w:szCs w:val="24"/>
        </w:rPr>
        <w:t xml:space="preserve"> – </w:t>
      </w:r>
      <w:r w:rsidR="00696ECC">
        <w:rPr>
          <w:szCs w:val="24"/>
        </w:rPr>
        <w:t>86,2%</w:t>
      </w:r>
      <w:r w:rsidR="007979CB">
        <w:rPr>
          <w:szCs w:val="24"/>
        </w:rPr>
        <w:t xml:space="preserve">, </w:t>
      </w:r>
      <w:r w:rsidR="00660CA2">
        <w:rPr>
          <w:szCs w:val="24"/>
        </w:rPr>
        <w:t>Sobieniach Jeziorach</w:t>
      </w:r>
      <w:r w:rsidR="0083114E" w:rsidRPr="000733E7">
        <w:rPr>
          <w:szCs w:val="24"/>
        </w:rPr>
        <w:t xml:space="preserve"> – </w:t>
      </w:r>
      <w:r w:rsidR="00696ECC">
        <w:rPr>
          <w:szCs w:val="24"/>
        </w:rPr>
        <w:t>83,3</w:t>
      </w:r>
      <w:r w:rsidR="007979CB">
        <w:rPr>
          <w:szCs w:val="24"/>
        </w:rPr>
        <w:t xml:space="preserve">% oraz </w:t>
      </w:r>
      <w:r w:rsidR="00696ECC">
        <w:rPr>
          <w:szCs w:val="24"/>
        </w:rPr>
        <w:t>Kołbiel</w:t>
      </w:r>
      <w:r w:rsidR="00660CA2">
        <w:rPr>
          <w:szCs w:val="24"/>
        </w:rPr>
        <w:t>i</w:t>
      </w:r>
      <w:r w:rsidR="00696ECC">
        <w:rPr>
          <w:szCs w:val="24"/>
        </w:rPr>
        <w:t xml:space="preserve"> – 83,2</w:t>
      </w:r>
      <w:r w:rsidR="007979CB">
        <w:rPr>
          <w:szCs w:val="24"/>
        </w:rPr>
        <w:t>%.</w:t>
      </w:r>
    </w:p>
    <w:p w:rsidR="005B69D0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5. </w:t>
      </w:r>
      <w:r w:rsidR="005B69D0" w:rsidRPr="000733E7">
        <w:rPr>
          <w:b/>
          <w:szCs w:val="24"/>
        </w:rPr>
        <w:t>Liczba bezrobotnych bez prawa do zasi</w:t>
      </w:r>
      <w:r w:rsidR="00CF2F2A" w:rsidRPr="000733E7">
        <w:rPr>
          <w:b/>
          <w:szCs w:val="24"/>
        </w:rPr>
        <w:t>łku w 20</w:t>
      </w:r>
      <w:r w:rsidR="006E07C7" w:rsidRPr="000733E7">
        <w:rPr>
          <w:b/>
          <w:szCs w:val="24"/>
        </w:rPr>
        <w:t>1</w:t>
      </w:r>
      <w:r w:rsidR="00696ECC">
        <w:rPr>
          <w:b/>
          <w:szCs w:val="24"/>
        </w:rPr>
        <w:t>7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2323"/>
        <w:gridCol w:w="2323"/>
        <w:gridCol w:w="2323"/>
      </w:tblGrid>
      <w:tr w:rsidR="005B69D0" w:rsidRPr="000733E7" w:rsidTr="00534748">
        <w:trPr>
          <w:cantSplit/>
          <w:trHeight w:val="243"/>
        </w:trPr>
        <w:tc>
          <w:tcPr>
            <w:tcW w:w="232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6969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bez prawa do zasiłku</w:t>
            </w:r>
          </w:p>
        </w:tc>
      </w:tr>
      <w:tr w:rsidR="005B69D0" w:rsidRPr="000733E7" w:rsidTr="0069407C">
        <w:trPr>
          <w:cantSplit/>
          <w:trHeight w:val="150"/>
        </w:trPr>
        <w:tc>
          <w:tcPr>
            <w:tcW w:w="2323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6252CC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Stan w końcu m-ca </w:t>
            </w:r>
            <w:r w:rsidR="005B69D0" w:rsidRPr="004B2209">
              <w:rPr>
                <w:i/>
                <w:sz w:val="20"/>
              </w:rPr>
              <w:t>sprawozdawczego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% do ogółu bezrobotnych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w </w:t>
            </w:r>
            <w:r w:rsidR="006252CC" w:rsidRPr="004B2209">
              <w:rPr>
                <w:i/>
                <w:sz w:val="20"/>
              </w:rPr>
              <w:t>m-</w:t>
            </w:r>
            <w:proofErr w:type="spellStart"/>
            <w:r w:rsidR="006252CC" w:rsidRPr="004B2209">
              <w:rPr>
                <w:i/>
                <w:sz w:val="20"/>
              </w:rPr>
              <w:t>cu</w:t>
            </w:r>
            <w:proofErr w:type="spellEnd"/>
            <w:r w:rsidRPr="004B2209">
              <w:rPr>
                <w:i/>
                <w:sz w:val="20"/>
              </w:rPr>
              <w:t xml:space="preserve"> sprawozdawczym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2448</w:t>
            </w:r>
          </w:p>
        </w:tc>
        <w:tc>
          <w:tcPr>
            <w:tcW w:w="2323" w:type="dxa"/>
          </w:tcPr>
          <w:p w:rsidR="00534748" w:rsidRPr="004B2209" w:rsidRDefault="00696EC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83,9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317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2467</w:t>
            </w:r>
          </w:p>
        </w:tc>
        <w:tc>
          <w:tcPr>
            <w:tcW w:w="2323" w:type="dxa"/>
          </w:tcPr>
          <w:p w:rsidR="00534748" w:rsidRPr="004B2209" w:rsidRDefault="00696ECC" w:rsidP="006C25D1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84,2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2417</w:t>
            </w:r>
          </w:p>
        </w:tc>
        <w:tc>
          <w:tcPr>
            <w:tcW w:w="2323" w:type="dxa"/>
          </w:tcPr>
          <w:p w:rsidR="00534748" w:rsidRPr="004B2209" w:rsidRDefault="00696EC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84,6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288</w:t>
            </w:r>
          </w:p>
        </w:tc>
      </w:tr>
      <w:tr w:rsidR="00534748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2327</w:t>
            </w:r>
          </w:p>
        </w:tc>
        <w:tc>
          <w:tcPr>
            <w:tcW w:w="2323" w:type="dxa"/>
          </w:tcPr>
          <w:p w:rsidR="00534748" w:rsidRPr="004B2209" w:rsidRDefault="00696EC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84,5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</w:t>
            </w:r>
          </w:p>
        </w:tc>
      </w:tr>
      <w:tr w:rsidR="00534748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2265</w:t>
            </w:r>
          </w:p>
        </w:tc>
        <w:tc>
          <w:tcPr>
            <w:tcW w:w="2323" w:type="dxa"/>
          </w:tcPr>
          <w:p w:rsidR="00534748" w:rsidRPr="004B2209" w:rsidRDefault="00696EC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85,1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264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2203</w:t>
            </w:r>
          </w:p>
        </w:tc>
        <w:tc>
          <w:tcPr>
            <w:tcW w:w="2323" w:type="dxa"/>
          </w:tcPr>
          <w:p w:rsidR="00534748" w:rsidRPr="004B2209" w:rsidRDefault="00696EC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84,9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235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2182</w:t>
            </w:r>
          </w:p>
        </w:tc>
        <w:tc>
          <w:tcPr>
            <w:tcW w:w="2323" w:type="dxa"/>
          </w:tcPr>
          <w:p w:rsidR="00534748" w:rsidRPr="004B2209" w:rsidRDefault="00696EC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84,3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267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323" w:type="dxa"/>
          </w:tcPr>
          <w:p w:rsidR="00534748" w:rsidRPr="004B2209" w:rsidRDefault="00C302AA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2197</w:t>
            </w:r>
          </w:p>
        </w:tc>
        <w:tc>
          <w:tcPr>
            <w:tcW w:w="2323" w:type="dxa"/>
          </w:tcPr>
          <w:p w:rsidR="00534748" w:rsidRPr="004B2209" w:rsidRDefault="00696ECC" w:rsidP="00CA4A5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84,5</w:t>
            </w:r>
          </w:p>
        </w:tc>
        <w:tc>
          <w:tcPr>
            <w:tcW w:w="2323" w:type="dxa"/>
          </w:tcPr>
          <w:p w:rsidR="00534748" w:rsidRPr="004B2209" w:rsidRDefault="00696ECC" w:rsidP="008303D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268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2133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84,3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272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2039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</w:tr>
      <w:tr w:rsidR="00534748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84,1</w:t>
            </w:r>
          </w:p>
        </w:tc>
        <w:tc>
          <w:tcPr>
            <w:tcW w:w="2323" w:type="dxa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272</w:t>
            </w:r>
          </w:p>
        </w:tc>
      </w:tr>
      <w:tr w:rsidR="00534748" w:rsidRPr="000733E7" w:rsidTr="0069407C">
        <w:trPr>
          <w:trHeight w:val="232"/>
        </w:trPr>
        <w:tc>
          <w:tcPr>
            <w:tcW w:w="232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84,0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264</w:t>
            </w:r>
          </w:p>
        </w:tc>
      </w:tr>
      <w:tr w:rsidR="00534748" w:rsidRPr="000733E7" w:rsidTr="0069407C">
        <w:trPr>
          <w:trHeight w:val="243"/>
        </w:trPr>
        <w:tc>
          <w:tcPr>
            <w:tcW w:w="232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RAZEM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534748" w:rsidRPr="004B2209" w:rsidRDefault="00696EC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</w:tr>
    </w:tbl>
    <w:p w:rsidR="009C3EE1" w:rsidRPr="000733E7" w:rsidRDefault="009C3EE1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2.3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Bezrobotni z prawem do zasiłku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6471E6" w:rsidRPr="000733E7">
        <w:rPr>
          <w:szCs w:val="24"/>
        </w:rPr>
        <w:t>1</w:t>
      </w:r>
      <w:r w:rsidR="00696ECC">
        <w:rPr>
          <w:szCs w:val="24"/>
        </w:rPr>
        <w:t>7</w:t>
      </w:r>
      <w:r w:rsidR="005B69D0" w:rsidRPr="000733E7">
        <w:rPr>
          <w:szCs w:val="24"/>
        </w:rPr>
        <w:t>r. w urzędzie pr</w:t>
      </w:r>
      <w:r w:rsidRPr="000733E7">
        <w:rPr>
          <w:szCs w:val="24"/>
        </w:rPr>
        <w:t>acy został</w:t>
      </w:r>
      <w:r w:rsidR="00981DDA">
        <w:rPr>
          <w:szCs w:val="24"/>
        </w:rPr>
        <w:t>o</w:t>
      </w:r>
      <w:r w:rsidRPr="000733E7">
        <w:rPr>
          <w:szCs w:val="24"/>
        </w:rPr>
        <w:t xml:space="preserve"> zarejestrowan</w:t>
      </w:r>
      <w:r w:rsidR="00981DDA">
        <w:rPr>
          <w:szCs w:val="24"/>
        </w:rPr>
        <w:t>ych</w:t>
      </w:r>
      <w:r w:rsidRPr="000733E7">
        <w:rPr>
          <w:szCs w:val="24"/>
        </w:rPr>
        <w:t xml:space="preserve"> </w:t>
      </w:r>
      <w:r w:rsidR="00696ECC">
        <w:rPr>
          <w:szCs w:val="24"/>
        </w:rPr>
        <w:t>808</w:t>
      </w:r>
      <w:r w:rsidR="005B69D0" w:rsidRPr="000733E7">
        <w:rPr>
          <w:szCs w:val="24"/>
        </w:rPr>
        <w:t xml:space="preserve"> os</w:t>
      </w:r>
      <w:r w:rsidR="00981DDA">
        <w:rPr>
          <w:szCs w:val="24"/>
        </w:rPr>
        <w:t>ób</w:t>
      </w:r>
      <w:r w:rsidR="005B69D0" w:rsidRPr="000733E7">
        <w:rPr>
          <w:szCs w:val="24"/>
        </w:rPr>
        <w:t xml:space="preserve"> z pr</w:t>
      </w:r>
      <w:r w:rsidR="006252CC" w:rsidRPr="000733E7">
        <w:rPr>
          <w:szCs w:val="24"/>
        </w:rPr>
        <w:t>aw</w:t>
      </w:r>
      <w:r w:rsidRPr="000733E7">
        <w:rPr>
          <w:szCs w:val="24"/>
        </w:rPr>
        <w:t xml:space="preserve">em do zasiłku, co stanowiło </w:t>
      </w:r>
      <w:r w:rsidR="00696ECC">
        <w:rPr>
          <w:szCs w:val="24"/>
        </w:rPr>
        <w:t>19,9</w:t>
      </w:r>
      <w:r w:rsidR="005B69D0" w:rsidRPr="000733E7">
        <w:rPr>
          <w:szCs w:val="24"/>
        </w:rPr>
        <w:t>% ogółu zarejestrowanych w tym okresie.</w:t>
      </w:r>
    </w:p>
    <w:p w:rsidR="004B2209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Natomiast na koniec grudnia 20</w:t>
      </w:r>
      <w:r w:rsidR="00696ECC">
        <w:rPr>
          <w:szCs w:val="24"/>
        </w:rPr>
        <w:t>17</w:t>
      </w:r>
      <w:r w:rsidR="005B69D0" w:rsidRPr="000733E7">
        <w:rPr>
          <w:szCs w:val="24"/>
        </w:rPr>
        <w:t>r. osoby up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wnione do zasiłku stanowiły </w:t>
      </w:r>
      <w:r w:rsidR="006C25D1">
        <w:rPr>
          <w:szCs w:val="24"/>
        </w:rPr>
        <w:t>16</w:t>
      </w:r>
      <w:r w:rsidR="008303DB">
        <w:rPr>
          <w:szCs w:val="24"/>
        </w:rPr>
        <w:t>,</w:t>
      </w:r>
      <w:r w:rsidR="00696ECC">
        <w:rPr>
          <w:szCs w:val="24"/>
        </w:rPr>
        <w:t>0</w:t>
      </w:r>
      <w:r w:rsidRPr="000733E7">
        <w:rPr>
          <w:szCs w:val="24"/>
        </w:rPr>
        <w:t xml:space="preserve">% ogółu bezrobotnych (tj. </w:t>
      </w:r>
      <w:r w:rsidR="00696ECC">
        <w:rPr>
          <w:szCs w:val="24"/>
        </w:rPr>
        <w:t>385</w:t>
      </w:r>
      <w:r w:rsidR="005B69D0" w:rsidRPr="000733E7">
        <w:rPr>
          <w:szCs w:val="24"/>
        </w:rPr>
        <w:t xml:space="preserve"> os</w:t>
      </w:r>
      <w:r w:rsidR="00696ECC">
        <w:rPr>
          <w:szCs w:val="24"/>
        </w:rPr>
        <w:t>ób</w:t>
      </w:r>
      <w:r w:rsidR="005B69D0" w:rsidRPr="000733E7">
        <w:rPr>
          <w:szCs w:val="24"/>
        </w:rPr>
        <w:t>). W od</w:t>
      </w:r>
      <w:r w:rsidR="006252CC" w:rsidRPr="000733E7">
        <w:rPr>
          <w:szCs w:val="24"/>
        </w:rPr>
        <w:t xml:space="preserve">niesieniu do grudnia </w:t>
      </w:r>
      <w:r w:rsidRPr="000733E7">
        <w:rPr>
          <w:szCs w:val="24"/>
        </w:rPr>
        <w:t>20</w:t>
      </w:r>
      <w:r w:rsidR="00676288" w:rsidRPr="000733E7">
        <w:rPr>
          <w:szCs w:val="24"/>
        </w:rPr>
        <w:t>1</w:t>
      </w:r>
      <w:r w:rsidR="00696ECC">
        <w:rPr>
          <w:szCs w:val="24"/>
        </w:rPr>
        <w:t>6</w:t>
      </w:r>
      <w:r w:rsidR="005B69D0" w:rsidRPr="000733E7">
        <w:rPr>
          <w:szCs w:val="24"/>
        </w:rPr>
        <w:t>r. liczba bezrobotnych posiadający</w:t>
      </w:r>
      <w:r w:rsidR="006252CC" w:rsidRPr="000733E7">
        <w:rPr>
          <w:szCs w:val="24"/>
        </w:rPr>
        <w:t xml:space="preserve">ch prawo do zasiłku </w:t>
      </w:r>
      <w:r w:rsidR="008303DB">
        <w:rPr>
          <w:szCs w:val="24"/>
        </w:rPr>
        <w:t>spadła</w:t>
      </w:r>
      <w:r w:rsidRPr="000733E7">
        <w:rPr>
          <w:szCs w:val="24"/>
        </w:rPr>
        <w:t xml:space="preserve"> o </w:t>
      </w:r>
      <w:r w:rsidR="00696ECC">
        <w:rPr>
          <w:szCs w:val="24"/>
        </w:rPr>
        <w:t>68</w:t>
      </w:r>
      <w:r w:rsidRPr="000733E7">
        <w:rPr>
          <w:szCs w:val="24"/>
        </w:rPr>
        <w:t xml:space="preserve"> os</w:t>
      </w:r>
      <w:r w:rsidR="00696ECC">
        <w:rPr>
          <w:szCs w:val="24"/>
        </w:rPr>
        <w:t>ób</w:t>
      </w:r>
      <w:r w:rsidRPr="000733E7">
        <w:rPr>
          <w:szCs w:val="24"/>
        </w:rPr>
        <w:t xml:space="preserve"> (tj. o </w:t>
      </w:r>
      <w:r w:rsidR="00696ECC">
        <w:rPr>
          <w:szCs w:val="24"/>
        </w:rPr>
        <w:t>15,0</w:t>
      </w:r>
      <w:r w:rsidR="00981DDA">
        <w:rPr>
          <w:szCs w:val="24"/>
        </w:rPr>
        <w:t>%). Najwyższy</w:t>
      </w:r>
      <w:r w:rsidR="005B69D0" w:rsidRPr="000733E7">
        <w:rPr>
          <w:szCs w:val="24"/>
        </w:rPr>
        <w:t xml:space="preserve"> procentowy ud</w:t>
      </w:r>
      <w:r w:rsidR="00660CA2">
        <w:rPr>
          <w:szCs w:val="24"/>
        </w:rPr>
        <w:t>ział bezrobotnych z prawem do zasiłku w stosunku do ogółu zarejestrowanych</w:t>
      </w:r>
      <w:r w:rsidR="005B69D0" w:rsidRPr="000733E7">
        <w:rPr>
          <w:szCs w:val="24"/>
        </w:rPr>
        <w:t xml:space="preserve"> </w:t>
      </w:r>
      <w:r w:rsidR="00A561B8" w:rsidRPr="000733E7">
        <w:rPr>
          <w:szCs w:val="24"/>
        </w:rPr>
        <w:t>występował w gminach</w:t>
      </w:r>
      <w:r w:rsidR="005B69D0" w:rsidRPr="000733E7">
        <w:rPr>
          <w:szCs w:val="24"/>
        </w:rPr>
        <w:t xml:space="preserve">: </w:t>
      </w:r>
      <w:r w:rsidR="00696ECC">
        <w:rPr>
          <w:szCs w:val="24"/>
        </w:rPr>
        <w:t>Karczew</w:t>
      </w:r>
      <w:r w:rsidRPr="000733E7">
        <w:rPr>
          <w:szCs w:val="24"/>
        </w:rPr>
        <w:t xml:space="preserve"> – </w:t>
      </w:r>
      <w:r w:rsidR="00696ECC">
        <w:rPr>
          <w:szCs w:val="24"/>
        </w:rPr>
        <w:t>20,7</w:t>
      </w:r>
      <w:r w:rsidR="005B69D0" w:rsidRPr="000733E7">
        <w:rPr>
          <w:szCs w:val="24"/>
        </w:rPr>
        <w:t xml:space="preserve">%, </w:t>
      </w:r>
      <w:r w:rsidR="00696ECC">
        <w:rPr>
          <w:szCs w:val="24"/>
        </w:rPr>
        <w:t>Osieck</w:t>
      </w:r>
      <w:r w:rsidR="0047127A" w:rsidRPr="000733E7">
        <w:rPr>
          <w:szCs w:val="24"/>
        </w:rPr>
        <w:t xml:space="preserve"> -</w:t>
      </w:r>
      <w:r w:rsidR="00696ECC">
        <w:rPr>
          <w:szCs w:val="24"/>
        </w:rPr>
        <w:t>20,6</w:t>
      </w:r>
      <w:r w:rsidR="008A757F">
        <w:rPr>
          <w:szCs w:val="24"/>
        </w:rPr>
        <w:t xml:space="preserve">%, </w:t>
      </w:r>
      <w:r w:rsidR="00696ECC">
        <w:rPr>
          <w:szCs w:val="24"/>
        </w:rPr>
        <w:t>Celestynów</w:t>
      </w:r>
      <w:r w:rsidR="0047127A" w:rsidRPr="000733E7">
        <w:rPr>
          <w:szCs w:val="24"/>
        </w:rPr>
        <w:t xml:space="preserve"> – </w:t>
      </w:r>
      <w:r w:rsidR="00696ECC">
        <w:rPr>
          <w:szCs w:val="24"/>
        </w:rPr>
        <w:t>19,9</w:t>
      </w:r>
      <w:r w:rsidR="005B69D0" w:rsidRPr="000733E7">
        <w:rPr>
          <w:szCs w:val="24"/>
        </w:rPr>
        <w:t>%</w:t>
      </w:r>
      <w:r w:rsidR="008A757F">
        <w:rPr>
          <w:szCs w:val="24"/>
        </w:rPr>
        <w:t xml:space="preserve"> oraz </w:t>
      </w:r>
      <w:r w:rsidR="00696ECC">
        <w:rPr>
          <w:szCs w:val="24"/>
        </w:rPr>
        <w:t>Wiązowna</w:t>
      </w:r>
      <w:r w:rsidR="008A757F">
        <w:rPr>
          <w:szCs w:val="24"/>
        </w:rPr>
        <w:t xml:space="preserve"> – </w:t>
      </w:r>
      <w:r w:rsidR="00696ECC">
        <w:rPr>
          <w:szCs w:val="24"/>
        </w:rPr>
        <w:t>17,8</w:t>
      </w:r>
      <w:r w:rsidR="008A757F">
        <w:rPr>
          <w:szCs w:val="24"/>
        </w:rPr>
        <w:t>%.</w:t>
      </w:r>
    </w:p>
    <w:p w:rsidR="009C3EE1" w:rsidRDefault="009C3EE1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9C3EE1" w:rsidRDefault="009C3EE1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lastRenderedPageBreak/>
        <w:t xml:space="preserve">Tabela 6. </w:t>
      </w:r>
      <w:r w:rsidR="005B69D0" w:rsidRPr="000733E7">
        <w:rPr>
          <w:b/>
          <w:szCs w:val="24"/>
        </w:rPr>
        <w:t>Bezro</w:t>
      </w:r>
      <w:r w:rsidR="00342B0F" w:rsidRPr="000733E7">
        <w:rPr>
          <w:b/>
          <w:szCs w:val="24"/>
        </w:rPr>
        <w:t>botni z prawem do zasiłku w 20</w:t>
      </w:r>
      <w:r w:rsidR="0047127A" w:rsidRPr="000733E7">
        <w:rPr>
          <w:b/>
          <w:szCs w:val="24"/>
        </w:rPr>
        <w:t>1</w:t>
      </w:r>
      <w:r w:rsidR="002F62F1">
        <w:rPr>
          <w:b/>
          <w:szCs w:val="24"/>
        </w:rPr>
        <w:t>7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197"/>
        <w:gridCol w:w="2127"/>
        <w:gridCol w:w="3260"/>
      </w:tblGrid>
      <w:tr w:rsidR="00342B0F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584" w:type="dxa"/>
            <w:gridSpan w:val="3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 prawem do zasiłku</w:t>
            </w:r>
          </w:p>
        </w:tc>
      </w:tr>
      <w:tr w:rsidR="00342B0F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Stan w końcu m-ca sprawozdawczego 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% ogółu </w:t>
            </w: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bezrobotnych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</w:t>
            </w:r>
            <w:r w:rsidRPr="004B2209">
              <w:rPr>
                <w:i/>
                <w:sz w:val="20"/>
              </w:rPr>
              <w:br/>
              <w:t>w m-</w:t>
            </w:r>
            <w:proofErr w:type="spellStart"/>
            <w:r w:rsidRPr="004B2209">
              <w:rPr>
                <w:i/>
                <w:sz w:val="20"/>
              </w:rPr>
              <w:t>cu</w:t>
            </w:r>
            <w:proofErr w:type="spellEnd"/>
            <w:r w:rsidRPr="004B2209">
              <w:rPr>
                <w:i/>
                <w:sz w:val="20"/>
              </w:rPr>
              <w:t xml:space="preserve"> sprawozdawczym 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470</w:t>
            </w:r>
          </w:p>
        </w:tc>
        <w:tc>
          <w:tcPr>
            <w:tcW w:w="212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16,1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464</w:t>
            </w:r>
          </w:p>
        </w:tc>
        <w:tc>
          <w:tcPr>
            <w:tcW w:w="212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15,8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440</w:t>
            </w:r>
          </w:p>
        </w:tc>
        <w:tc>
          <w:tcPr>
            <w:tcW w:w="2127" w:type="dxa"/>
          </w:tcPr>
          <w:p w:rsidR="00342B0F" w:rsidRPr="004B2209" w:rsidRDefault="002F62F1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15,4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428</w:t>
            </w:r>
          </w:p>
        </w:tc>
        <w:tc>
          <w:tcPr>
            <w:tcW w:w="2127" w:type="dxa"/>
          </w:tcPr>
          <w:p w:rsidR="00342B0F" w:rsidRPr="004B2209" w:rsidRDefault="002F62F1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15,5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2127" w:type="dxa"/>
          </w:tcPr>
          <w:p w:rsidR="00342B0F" w:rsidRPr="004B2209" w:rsidRDefault="002F62F1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14,9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392</w:t>
            </w:r>
          </w:p>
        </w:tc>
        <w:tc>
          <w:tcPr>
            <w:tcW w:w="212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15,1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w="212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15,7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404</w:t>
            </w:r>
          </w:p>
        </w:tc>
        <w:tc>
          <w:tcPr>
            <w:tcW w:w="212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15,5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398</w:t>
            </w:r>
          </w:p>
        </w:tc>
        <w:tc>
          <w:tcPr>
            <w:tcW w:w="212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15,7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378</w:t>
            </w:r>
          </w:p>
        </w:tc>
        <w:tc>
          <w:tcPr>
            <w:tcW w:w="212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15,6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  <w:r w:rsidR="00AE2077">
              <w:rPr>
                <w:sz w:val="20"/>
              </w:rPr>
              <w:t>0</w:t>
            </w:r>
          </w:p>
        </w:tc>
        <w:tc>
          <w:tcPr>
            <w:tcW w:w="2127" w:type="dxa"/>
          </w:tcPr>
          <w:p w:rsidR="00342B0F" w:rsidRPr="004B2209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15,9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197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385</w:t>
            </w:r>
          </w:p>
        </w:tc>
        <w:tc>
          <w:tcPr>
            <w:tcW w:w="2127" w:type="dxa"/>
          </w:tcPr>
          <w:p w:rsidR="00342B0F" w:rsidRPr="004B2209" w:rsidRDefault="002F62F1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16,0</w:t>
            </w:r>
          </w:p>
        </w:tc>
        <w:tc>
          <w:tcPr>
            <w:tcW w:w="3260" w:type="dxa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RAZEM</w:t>
            </w: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X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808</w:t>
            </w:r>
          </w:p>
        </w:tc>
      </w:tr>
    </w:tbl>
    <w:p w:rsidR="00DA2684" w:rsidRDefault="00DA2684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2.4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 xml:space="preserve"> Zwolnienia z przyczyn dotyczących zakładu pracy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2F62F1">
        <w:rPr>
          <w:szCs w:val="24"/>
        </w:rPr>
        <w:t>7</w:t>
      </w:r>
      <w:r w:rsidR="00A561B8" w:rsidRPr="000733E7">
        <w:rPr>
          <w:szCs w:val="24"/>
        </w:rPr>
        <w:t>r. w urzędzie pr</w:t>
      </w:r>
      <w:r w:rsidR="002F62F1">
        <w:rPr>
          <w:szCs w:val="24"/>
        </w:rPr>
        <w:t>acy zostało zarejestrowanych</w:t>
      </w:r>
      <w:r w:rsidRPr="000733E7">
        <w:rPr>
          <w:szCs w:val="24"/>
        </w:rPr>
        <w:t xml:space="preserve"> </w:t>
      </w:r>
      <w:r w:rsidR="002F62F1">
        <w:rPr>
          <w:szCs w:val="24"/>
        </w:rPr>
        <w:t>178 osób zwolnionych</w:t>
      </w:r>
      <w:r w:rsidR="005B69D0" w:rsidRPr="000733E7">
        <w:rPr>
          <w:szCs w:val="24"/>
        </w:rPr>
        <w:t xml:space="preserve">  z przyczyn dotyczący</w:t>
      </w:r>
      <w:r w:rsidRPr="000733E7">
        <w:rPr>
          <w:szCs w:val="24"/>
        </w:rPr>
        <w:t xml:space="preserve">ch zakładu pracy, co stanowiło </w:t>
      </w:r>
      <w:r w:rsidR="002F62F1">
        <w:rPr>
          <w:szCs w:val="24"/>
        </w:rPr>
        <w:t>4,4</w:t>
      </w:r>
      <w:r w:rsidR="005B69D0" w:rsidRPr="000733E7">
        <w:rPr>
          <w:szCs w:val="24"/>
        </w:rPr>
        <w:t>% ogółu zarejestrowanych w tym okresie.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783413" w:rsidRPr="000733E7">
        <w:rPr>
          <w:szCs w:val="24"/>
        </w:rPr>
        <w:t>1</w:t>
      </w:r>
      <w:r w:rsidR="002F62F1">
        <w:rPr>
          <w:szCs w:val="24"/>
        </w:rPr>
        <w:t>7</w:t>
      </w:r>
      <w:r w:rsidR="00783413" w:rsidRPr="000733E7">
        <w:rPr>
          <w:szCs w:val="24"/>
        </w:rPr>
        <w:t>r. w ewidencji urzędu figurował</w:t>
      </w:r>
      <w:r w:rsidR="00106FA2" w:rsidRPr="000733E7">
        <w:rPr>
          <w:szCs w:val="24"/>
        </w:rPr>
        <w:t>o</w:t>
      </w:r>
      <w:r w:rsidRPr="000733E7">
        <w:rPr>
          <w:szCs w:val="24"/>
        </w:rPr>
        <w:t xml:space="preserve"> </w:t>
      </w:r>
      <w:r w:rsidR="002F62F1">
        <w:rPr>
          <w:szCs w:val="24"/>
        </w:rPr>
        <w:t>137</w:t>
      </w:r>
      <w:r w:rsidRPr="000733E7">
        <w:rPr>
          <w:szCs w:val="24"/>
        </w:rPr>
        <w:t xml:space="preserve"> os</w:t>
      </w:r>
      <w:r w:rsidR="00106FA2" w:rsidRPr="000733E7">
        <w:rPr>
          <w:szCs w:val="24"/>
        </w:rPr>
        <w:t>ób</w:t>
      </w:r>
      <w:r w:rsidRPr="000733E7">
        <w:rPr>
          <w:szCs w:val="24"/>
        </w:rPr>
        <w:t xml:space="preserve"> zwolnion</w:t>
      </w:r>
      <w:r w:rsidR="00106FA2" w:rsidRPr="000733E7">
        <w:rPr>
          <w:szCs w:val="24"/>
        </w:rPr>
        <w:t>ych</w:t>
      </w:r>
      <w:r w:rsidR="005B69D0" w:rsidRPr="000733E7">
        <w:rPr>
          <w:szCs w:val="24"/>
        </w:rPr>
        <w:t xml:space="preserve"> z przyczy</w:t>
      </w:r>
      <w:r w:rsidR="002F62F1">
        <w:rPr>
          <w:szCs w:val="24"/>
        </w:rPr>
        <w:t>n dotyczących zakładu pracy, w tym 68</w:t>
      </w:r>
      <w:r w:rsidR="00A561B8" w:rsidRPr="000733E7">
        <w:rPr>
          <w:szCs w:val="24"/>
        </w:rPr>
        <w:t xml:space="preserve"> kobiet</w:t>
      </w:r>
      <w:r w:rsidRPr="000733E7">
        <w:rPr>
          <w:szCs w:val="24"/>
        </w:rPr>
        <w:t xml:space="preserve">. Populacja ta stanowiła </w:t>
      </w:r>
      <w:r w:rsidR="002F62F1">
        <w:rPr>
          <w:szCs w:val="24"/>
        </w:rPr>
        <w:t>5,7</w:t>
      </w:r>
      <w:r w:rsidR="005B69D0" w:rsidRPr="000733E7">
        <w:rPr>
          <w:szCs w:val="24"/>
        </w:rPr>
        <w:t>% ogółu bezrobot</w:t>
      </w:r>
      <w:r w:rsidR="002F62F1">
        <w:rPr>
          <w:szCs w:val="24"/>
        </w:rPr>
        <w:t xml:space="preserve">nych. </w:t>
      </w:r>
      <w:r w:rsidRPr="000733E7">
        <w:rPr>
          <w:szCs w:val="24"/>
        </w:rPr>
        <w:t>W stosunku do grudnia 20</w:t>
      </w:r>
      <w:r w:rsidR="00106FA2" w:rsidRPr="000733E7">
        <w:rPr>
          <w:szCs w:val="24"/>
        </w:rPr>
        <w:t>1</w:t>
      </w:r>
      <w:r w:rsidR="002F62F1">
        <w:rPr>
          <w:szCs w:val="24"/>
        </w:rPr>
        <w:t>6</w:t>
      </w:r>
      <w:r w:rsidR="005B69D0" w:rsidRPr="000733E7">
        <w:rPr>
          <w:szCs w:val="24"/>
        </w:rPr>
        <w:t xml:space="preserve"> roku nastąpił </w:t>
      </w:r>
      <w:r w:rsidR="00534748">
        <w:rPr>
          <w:szCs w:val="24"/>
        </w:rPr>
        <w:t>spadek</w:t>
      </w:r>
      <w:r w:rsidR="00783413" w:rsidRPr="000733E7">
        <w:rPr>
          <w:szCs w:val="24"/>
        </w:rPr>
        <w:t xml:space="preserve"> </w:t>
      </w:r>
      <w:r w:rsidR="00A561B8" w:rsidRPr="000733E7">
        <w:rPr>
          <w:szCs w:val="24"/>
        </w:rPr>
        <w:t>tej kategorii bezr</w:t>
      </w:r>
      <w:r w:rsidRPr="000733E7">
        <w:rPr>
          <w:szCs w:val="24"/>
        </w:rPr>
        <w:t xml:space="preserve">obotnych o </w:t>
      </w:r>
      <w:r w:rsidR="002F62F1">
        <w:rPr>
          <w:szCs w:val="24"/>
        </w:rPr>
        <w:t>116</w:t>
      </w:r>
      <w:r w:rsidRPr="000733E7">
        <w:rPr>
          <w:szCs w:val="24"/>
        </w:rPr>
        <w:t xml:space="preserve"> os</w:t>
      </w:r>
      <w:r w:rsidR="00E65BA1">
        <w:rPr>
          <w:szCs w:val="24"/>
        </w:rPr>
        <w:t>ób</w:t>
      </w:r>
      <w:r w:rsidR="002F62F1">
        <w:rPr>
          <w:szCs w:val="24"/>
        </w:rPr>
        <w:t xml:space="preserve">, tj. </w:t>
      </w:r>
      <w:r w:rsidRPr="000733E7">
        <w:rPr>
          <w:szCs w:val="24"/>
        </w:rPr>
        <w:t xml:space="preserve">o </w:t>
      </w:r>
      <w:r w:rsidR="002F62F1">
        <w:rPr>
          <w:szCs w:val="24"/>
        </w:rPr>
        <w:t>39,5</w:t>
      </w:r>
      <w:r w:rsidR="005B69D0" w:rsidRPr="000733E7">
        <w:rPr>
          <w:szCs w:val="24"/>
        </w:rPr>
        <w:t>%.</w:t>
      </w:r>
    </w:p>
    <w:p w:rsidR="000D38B0" w:rsidRDefault="00342B0F" w:rsidP="009C3EE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2F62F1">
        <w:rPr>
          <w:szCs w:val="24"/>
        </w:rPr>
        <w:t>7</w:t>
      </w:r>
      <w:r w:rsidR="005B69D0" w:rsidRPr="000733E7">
        <w:rPr>
          <w:szCs w:val="24"/>
        </w:rPr>
        <w:t xml:space="preserve"> roku zamiar zmniejszenia zatrudnienia </w:t>
      </w:r>
      <w:r w:rsidR="009073C1">
        <w:rPr>
          <w:szCs w:val="24"/>
        </w:rPr>
        <w:t>w ramach zwolnień</w:t>
      </w:r>
      <w:r w:rsidR="005B69D0" w:rsidRPr="000733E7">
        <w:rPr>
          <w:szCs w:val="24"/>
        </w:rPr>
        <w:t xml:space="preserve"> grupow</w:t>
      </w:r>
      <w:r w:rsidR="009073C1">
        <w:rPr>
          <w:szCs w:val="24"/>
        </w:rPr>
        <w:t>ych</w:t>
      </w:r>
      <w:r w:rsidR="00BE4A5F">
        <w:rPr>
          <w:szCs w:val="24"/>
        </w:rPr>
        <w:t xml:space="preserve"> </w:t>
      </w:r>
      <w:r w:rsidR="002F62F1">
        <w:rPr>
          <w:szCs w:val="24"/>
        </w:rPr>
        <w:t xml:space="preserve">nie </w:t>
      </w:r>
      <w:r w:rsidR="00C77843">
        <w:rPr>
          <w:szCs w:val="24"/>
        </w:rPr>
        <w:t>zgłosił</w:t>
      </w:r>
      <w:r w:rsidR="002F62F1">
        <w:rPr>
          <w:szCs w:val="24"/>
        </w:rPr>
        <w:t xml:space="preserve"> żaden pracodawca</w:t>
      </w:r>
      <w:r w:rsidR="00F237ED">
        <w:rPr>
          <w:szCs w:val="24"/>
        </w:rPr>
        <w:t xml:space="preserve"> </w:t>
      </w:r>
      <w:r w:rsidR="002F62F1">
        <w:rPr>
          <w:szCs w:val="24"/>
        </w:rPr>
        <w:t>z powiatu otwockiego.</w:t>
      </w:r>
    </w:p>
    <w:p w:rsidR="005B69D0" w:rsidRPr="004B2209" w:rsidRDefault="004B2209" w:rsidP="004B2209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7. </w:t>
      </w:r>
      <w:r w:rsidR="005B69D0" w:rsidRPr="000733E7">
        <w:rPr>
          <w:b/>
          <w:szCs w:val="24"/>
        </w:rPr>
        <w:t xml:space="preserve">Zwolnienia z przyczyn </w:t>
      </w:r>
      <w:r w:rsidR="00342B0F" w:rsidRPr="000733E7">
        <w:rPr>
          <w:b/>
          <w:szCs w:val="24"/>
        </w:rPr>
        <w:t>dotyczących zakładu pracy w 20</w:t>
      </w:r>
      <w:r w:rsidR="00783413" w:rsidRPr="000733E7">
        <w:rPr>
          <w:b/>
          <w:szCs w:val="24"/>
        </w:rPr>
        <w:t>1</w:t>
      </w:r>
      <w:r w:rsidR="002F62F1">
        <w:rPr>
          <w:b/>
          <w:szCs w:val="24"/>
        </w:rPr>
        <w:t>7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23"/>
        <w:gridCol w:w="2126"/>
        <w:gridCol w:w="2693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442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zwolnieni z przyczyn dotyczących zakładu pracy</w:t>
            </w:r>
          </w:p>
        </w:tc>
      </w:tr>
      <w:tr w:rsidR="003F17BE" w:rsidRPr="000733E7" w:rsidTr="0069407C">
        <w:trPr>
          <w:cantSplit/>
          <w:trHeight w:val="700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Stan na koniec miesiąca sprawozdawczego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spacing w:line="276" w:lineRule="auto"/>
              <w:jc w:val="center"/>
              <w:rPr>
                <w:b/>
              </w:rPr>
            </w:pPr>
            <w:r w:rsidRPr="004B2209">
              <w:rPr>
                <w:b/>
              </w:rPr>
              <w:t>% do ogółu bezrobotnych</w:t>
            </w:r>
          </w:p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Zarejestrowani w 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226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lastRenderedPageBreak/>
              <w:t>Lipiec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2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2126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5,7</w:t>
            </w:r>
          </w:p>
        </w:tc>
        <w:tc>
          <w:tcPr>
            <w:tcW w:w="2693" w:type="dxa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2F62F1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178</w:t>
            </w:r>
          </w:p>
        </w:tc>
      </w:tr>
    </w:tbl>
    <w:p w:rsidR="005B69D0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3312A4" w:rsidRPr="000733E7" w:rsidRDefault="003312A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2.5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Rejestrowane bezrobocie na wsi</w:t>
      </w:r>
    </w:p>
    <w:p w:rsidR="005B69D0" w:rsidRPr="000733E7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2F62F1">
        <w:rPr>
          <w:szCs w:val="24"/>
        </w:rPr>
        <w:t>7</w:t>
      </w:r>
      <w:r w:rsidR="005B69D0" w:rsidRPr="000733E7">
        <w:rPr>
          <w:szCs w:val="24"/>
        </w:rPr>
        <w:t>r.</w:t>
      </w:r>
      <w:r w:rsidR="00EB5742" w:rsidRPr="000733E7">
        <w:rPr>
          <w:szCs w:val="24"/>
        </w:rPr>
        <w:t xml:space="preserve"> w urzędzie pracy zarejestrował</w:t>
      </w:r>
      <w:r w:rsidR="008E622E" w:rsidRPr="000733E7">
        <w:rPr>
          <w:szCs w:val="24"/>
        </w:rPr>
        <w:t>o</w:t>
      </w:r>
      <w:r w:rsidR="00180BC6">
        <w:rPr>
          <w:szCs w:val="24"/>
        </w:rPr>
        <w:t xml:space="preserve"> się 1</w:t>
      </w:r>
      <w:r w:rsidR="002F62F1">
        <w:rPr>
          <w:szCs w:val="24"/>
        </w:rPr>
        <w:t>471</w:t>
      </w:r>
      <w:r w:rsidR="00EB5742" w:rsidRPr="000733E7">
        <w:rPr>
          <w:szCs w:val="24"/>
        </w:rPr>
        <w:t xml:space="preserve"> os</w:t>
      </w:r>
      <w:r w:rsidR="008E622E" w:rsidRPr="000733E7">
        <w:rPr>
          <w:szCs w:val="24"/>
        </w:rPr>
        <w:t>ób</w:t>
      </w:r>
      <w:r w:rsidR="00EB5742" w:rsidRPr="000733E7">
        <w:rPr>
          <w:szCs w:val="24"/>
        </w:rPr>
        <w:t xml:space="preserve"> bezrobot</w:t>
      </w:r>
      <w:r w:rsidRPr="000733E7">
        <w:rPr>
          <w:szCs w:val="24"/>
        </w:rPr>
        <w:t>n</w:t>
      </w:r>
      <w:r w:rsidR="008E622E" w:rsidRPr="000733E7">
        <w:rPr>
          <w:szCs w:val="24"/>
        </w:rPr>
        <w:t>ych</w:t>
      </w:r>
      <w:r w:rsidRPr="000733E7">
        <w:rPr>
          <w:szCs w:val="24"/>
        </w:rPr>
        <w:t xml:space="preserve"> zamieszkał</w:t>
      </w:r>
      <w:r w:rsidR="008E622E" w:rsidRPr="000733E7">
        <w:rPr>
          <w:szCs w:val="24"/>
        </w:rPr>
        <w:t>ych</w:t>
      </w:r>
      <w:r w:rsidR="00D14869">
        <w:rPr>
          <w:szCs w:val="24"/>
        </w:rPr>
        <w:t xml:space="preserve"> na wsi.</w:t>
      </w:r>
      <w:r w:rsidRPr="000733E7">
        <w:rPr>
          <w:szCs w:val="24"/>
        </w:rPr>
        <w:t xml:space="preserve"> Populacja ta stanowiła </w:t>
      </w:r>
      <w:r w:rsidR="003A3170">
        <w:rPr>
          <w:szCs w:val="24"/>
        </w:rPr>
        <w:t>36,2</w:t>
      </w:r>
      <w:r w:rsidR="005B69D0" w:rsidRPr="000733E7">
        <w:rPr>
          <w:szCs w:val="24"/>
        </w:rPr>
        <w:t>% ogółu zarejestrowanych w tym okresie. Natomiast wyłączono z ewidencji</w:t>
      </w:r>
      <w:r w:rsidR="00EB5742" w:rsidRPr="000733E7">
        <w:rPr>
          <w:szCs w:val="24"/>
        </w:rPr>
        <w:t xml:space="preserve"> </w:t>
      </w:r>
      <w:r w:rsidR="003A3170">
        <w:rPr>
          <w:szCs w:val="24"/>
        </w:rPr>
        <w:t>1636</w:t>
      </w:r>
      <w:r w:rsidR="005B69D0" w:rsidRPr="000733E7">
        <w:rPr>
          <w:szCs w:val="24"/>
        </w:rPr>
        <w:t xml:space="preserve"> os</w:t>
      </w:r>
      <w:r w:rsidR="003A3170">
        <w:rPr>
          <w:szCs w:val="24"/>
        </w:rPr>
        <w:t>ób</w:t>
      </w:r>
      <w:r w:rsidR="005B69D0" w:rsidRPr="000733E7">
        <w:rPr>
          <w:szCs w:val="24"/>
        </w:rPr>
        <w:t xml:space="preserve"> zamieszkał</w:t>
      </w:r>
      <w:r w:rsidR="003A3170">
        <w:rPr>
          <w:szCs w:val="24"/>
        </w:rPr>
        <w:t>ych</w:t>
      </w:r>
      <w:r w:rsidR="00EB5742" w:rsidRPr="000733E7">
        <w:rPr>
          <w:szCs w:val="24"/>
        </w:rPr>
        <w:t xml:space="preserve"> na wsi, z czego pracę</w:t>
      </w:r>
      <w:r w:rsidR="00180BC6">
        <w:rPr>
          <w:szCs w:val="24"/>
        </w:rPr>
        <w:t xml:space="preserve"> podjęło</w:t>
      </w:r>
      <w:r w:rsidRPr="000733E7">
        <w:rPr>
          <w:szCs w:val="24"/>
        </w:rPr>
        <w:t xml:space="preserve"> </w:t>
      </w:r>
      <w:r w:rsidR="003A3170">
        <w:rPr>
          <w:szCs w:val="24"/>
        </w:rPr>
        <w:t>785</w:t>
      </w:r>
      <w:r w:rsidR="00180BC6">
        <w:rPr>
          <w:szCs w:val="24"/>
        </w:rPr>
        <w:t xml:space="preserve"> osób</w:t>
      </w:r>
      <w:r w:rsidRPr="000733E7">
        <w:rPr>
          <w:szCs w:val="24"/>
        </w:rPr>
        <w:t>.</w:t>
      </w:r>
    </w:p>
    <w:p w:rsidR="00827A81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783413" w:rsidRPr="000733E7">
        <w:rPr>
          <w:szCs w:val="24"/>
        </w:rPr>
        <w:t>1</w:t>
      </w:r>
      <w:r w:rsidR="003A3170">
        <w:rPr>
          <w:szCs w:val="24"/>
        </w:rPr>
        <w:t>7</w:t>
      </w:r>
      <w:r w:rsidR="005B69D0" w:rsidRPr="000733E7">
        <w:rPr>
          <w:szCs w:val="24"/>
        </w:rPr>
        <w:t>r. w e</w:t>
      </w:r>
      <w:r w:rsidRPr="000733E7">
        <w:rPr>
          <w:szCs w:val="24"/>
        </w:rPr>
        <w:t>widencji urzędu pozostawał</w:t>
      </w:r>
      <w:r w:rsidR="003A3170">
        <w:rPr>
          <w:szCs w:val="24"/>
        </w:rPr>
        <w:t>y</w:t>
      </w:r>
      <w:r w:rsidRPr="000733E7">
        <w:rPr>
          <w:szCs w:val="24"/>
        </w:rPr>
        <w:t xml:space="preserve"> </w:t>
      </w:r>
      <w:r w:rsidR="003A3170">
        <w:rPr>
          <w:szCs w:val="24"/>
        </w:rPr>
        <w:t>824</w:t>
      </w:r>
      <w:r w:rsidRPr="000733E7">
        <w:rPr>
          <w:szCs w:val="24"/>
        </w:rPr>
        <w:t xml:space="preserve"> os</w:t>
      </w:r>
      <w:r w:rsidR="003A3170">
        <w:rPr>
          <w:szCs w:val="24"/>
        </w:rPr>
        <w:t>oby</w:t>
      </w:r>
      <w:r w:rsidRPr="000733E7">
        <w:rPr>
          <w:szCs w:val="24"/>
        </w:rPr>
        <w:t xml:space="preserve"> </w:t>
      </w:r>
      <w:r w:rsidR="005B69D0" w:rsidRPr="000733E7">
        <w:rPr>
          <w:szCs w:val="24"/>
        </w:rPr>
        <w:t>zamiesz</w:t>
      </w:r>
      <w:r w:rsidRPr="000733E7">
        <w:rPr>
          <w:szCs w:val="24"/>
        </w:rPr>
        <w:t>kał</w:t>
      </w:r>
      <w:r w:rsidR="003A3170">
        <w:rPr>
          <w:szCs w:val="24"/>
        </w:rPr>
        <w:t>e na wsi, co stanowiło 34</w:t>
      </w:r>
      <w:r w:rsidR="00D14869">
        <w:rPr>
          <w:szCs w:val="24"/>
        </w:rPr>
        <w:t>,</w:t>
      </w:r>
      <w:r w:rsidR="00180BC6">
        <w:rPr>
          <w:szCs w:val="24"/>
        </w:rPr>
        <w:t>4</w:t>
      </w:r>
      <w:r w:rsidR="003F5007">
        <w:rPr>
          <w:szCs w:val="24"/>
        </w:rPr>
        <w:t>% ogółu bezrobotnych</w:t>
      </w:r>
    </w:p>
    <w:p w:rsidR="009C3EE1" w:rsidRPr="000733E7" w:rsidRDefault="009C3EE1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E8699E" w:rsidRDefault="00E8699E" w:rsidP="00E8699E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8. </w:t>
      </w:r>
      <w:r w:rsidR="005B69D0" w:rsidRPr="000733E7">
        <w:rPr>
          <w:b/>
          <w:szCs w:val="24"/>
        </w:rPr>
        <w:t>Rejes</w:t>
      </w:r>
      <w:r w:rsidR="00520173" w:rsidRPr="000733E7">
        <w:rPr>
          <w:b/>
          <w:szCs w:val="24"/>
        </w:rPr>
        <w:t>trowane bezrobocie na wsi w 20</w:t>
      </w:r>
      <w:r w:rsidR="00783413" w:rsidRPr="000733E7">
        <w:rPr>
          <w:b/>
          <w:szCs w:val="24"/>
        </w:rPr>
        <w:t>1</w:t>
      </w:r>
      <w:r w:rsidR="003A3170">
        <w:rPr>
          <w:b/>
          <w:szCs w:val="24"/>
        </w:rPr>
        <w:t>7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  <w:r w:rsidR="00931BD8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10"/>
        <w:gridCol w:w="2410"/>
        <w:gridCol w:w="2479"/>
      </w:tblGrid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Miesiąc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</w:t>
            </w: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ogółem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 zamieszkałych na wsi</w:t>
            </w:r>
          </w:p>
        </w:tc>
        <w:tc>
          <w:tcPr>
            <w:tcW w:w="2479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2918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35,8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2931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1058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2857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1007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35,3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2755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963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2661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894</w:t>
            </w:r>
          </w:p>
        </w:tc>
        <w:tc>
          <w:tcPr>
            <w:tcW w:w="2479" w:type="dxa"/>
          </w:tcPr>
          <w:p w:rsidR="005B69D0" w:rsidRPr="00E8699E" w:rsidRDefault="003A3170" w:rsidP="00D14869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33,6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2595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854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2589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837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32,3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2601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859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33,0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2531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810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2417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776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2390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798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33,4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2399</w:t>
            </w:r>
          </w:p>
        </w:tc>
        <w:tc>
          <w:tcPr>
            <w:tcW w:w="2410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824</w:t>
            </w:r>
          </w:p>
        </w:tc>
        <w:tc>
          <w:tcPr>
            <w:tcW w:w="2479" w:type="dxa"/>
          </w:tcPr>
          <w:p w:rsidR="005B69D0" w:rsidRPr="00E8699E" w:rsidRDefault="003A317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34,4</w:t>
            </w:r>
          </w:p>
        </w:tc>
      </w:tr>
    </w:tbl>
    <w:p w:rsidR="00950CEC" w:rsidRDefault="00950CEC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827A81" w:rsidRPr="000733E7" w:rsidRDefault="00827A81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2.6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wieku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Wśród zarejestrowanych b</w:t>
      </w:r>
      <w:r w:rsidR="007000C4" w:rsidRPr="000733E7">
        <w:rPr>
          <w:szCs w:val="24"/>
        </w:rPr>
        <w:t>ezrobotnych w końcu grudnia 20</w:t>
      </w:r>
      <w:r w:rsidR="00970815" w:rsidRPr="000733E7">
        <w:rPr>
          <w:szCs w:val="24"/>
        </w:rPr>
        <w:t>1</w:t>
      </w:r>
      <w:r w:rsidR="003A3170">
        <w:rPr>
          <w:szCs w:val="24"/>
        </w:rPr>
        <w:t>7</w:t>
      </w:r>
      <w:r w:rsidRPr="000733E7">
        <w:rPr>
          <w:szCs w:val="24"/>
        </w:rPr>
        <w:t xml:space="preserve">r. dominowali bezrobotni w </w:t>
      </w:r>
      <w:r w:rsidR="00AE2077">
        <w:rPr>
          <w:szCs w:val="24"/>
        </w:rPr>
        <w:t>wiek</w:t>
      </w:r>
      <w:r w:rsidR="003A3170">
        <w:rPr>
          <w:szCs w:val="24"/>
        </w:rPr>
        <w:t xml:space="preserve">u 35 - 44 lata </w:t>
      </w:r>
      <w:r w:rsidR="007000C4" w:rsidRPr="000733E7">
        <w:rPr>
          <w:szCs w:val="24"/>
        </w:rPr>
        <w:t xml:space="preserve">– </w:t>
      </w:r>
      <w:r w:rsidR="003A3170">
        <w:rPr>
          <w:szCs w:val="24"/>
        </w:rPr>
        <w:t>581</w:t>
      </w:r>
      <w:r w:rsidR="007000C4" w:rsidRPr="000733E7">
        <w:rPr>
          <w:szCs w:val="24"/>
        </w:rPr>
        <w:t xml:space="preserve"> os</w:t>
      </w:r>
      <w:r w:rsidR="00180BC6">
        <w:rPr>
          <w:szCs w:val="24"/>
        </w:rPr>
        <w:t>ób</w:t>
      </w:r>
      <w:r w:rsidR="007000C4" w:rsidRPr="000733E7">
        <w:rPr>
          <w:szCs w:val="24"/>
        </w:rPr>
        <w:t xml:space="preserve"> (</w:t>
      </w:r>
      <w:r w:rsidR="009073C1">
        <w:rPr>
          <w:szCs w:val="24"/>
        </w:rPr>
        <w:t xml:space="preserve">tj. </w:t>
      </w:r>
      <w:r w:rsidR="003A3170">
        <w:rPr>
          <w:szCs w:val="24"/>
        </w:rPr>
        <w:t>24,2</w:t>
      </w:r>
      <w:r w:rsidRPr="000733E7">
        <w:rPr>
          <w:szCs w:val="24"/>
        </w:rPr>
        <w:t>% ogółu bezrobotnych), bezro</w:t>
      </w:r>
      <w:r w:rsidR="007000C4" w:rsidRPr="000733E7">
        <w:rPr>
          <w:szCs w:val="24"/>
        </w:rPr>
        <w:t xml:space="preserve">botni w </w:t>
      </w:r>
      <w:r w:rsidR="003A3170">
        <w:rPr>
          <w:szCs w:val="24"/>
        </w:rPr>
        <w:t>przedziale wiekowym  55 lat i powyżej</w:t>
      </w:r>
      <w:r w:rsidR="003B7553">
        <w:rPr>
          <w:szCs w:val="24"/>
        </w:rPr>
        <w:t xml:space="preserve"> </w:t>
      </w:r>
      <w:r w:rsidR="007000C4" w:rsidRPr="000733E7">
        <w:rPr>
          <w:szCs w:val="24"/>
        </w:rPr>
        <w:t xml:space="preserve">– </w:t>
      </w:r>
      <w:r w:rsidR="003A3170">
        <w:rPr>
          <w:szCs w:val="24"/>
        </w:rPr>
        <w:t>562</w:t>
      </w:r>
      <w:r w:rsidR="007000C4" w:rsidRPr="000733E7">
        <w:rPr>
          <w:szCs w:val="24"/>
        </w:rPr>
        <w:t xml:space="preserve"> os</w:t>
      </w:r>
      <w:r w:rsidR="003A3170">
        <w:rPr>
          <w:szCs w:val="24"/>
        </w:rPr>
        <w:t>oby</w:t>
      </w:r>
      <w:r w:rsidR="007000C4" w:rsidRPr="000733E7">
        <w:rPr>
          <w:szCs w:val="24"/>
        </w:rPr>
        <w:t xml:space="preserve"> (</w:t>
      </w:r>
      <w:r w:rsidR="009073C1">
        <w:rPr>
          <w:szCs w:val="24"/>
        </w:rPr>
        <w:t xml:space="preserve">tj. </w:t>
      </w:r>
      <w:r w:rsidR="003A3170">
        <w:rPr>
          <w:szCs w:val="24"/>
        </w:rPr>
        <w:t>23,4</w:t>
      </w:r>
      <w:r w:rsidR="007B2CDE" w:rsidRPr="000733E7">
        <w:rPr>
          <w:szCs w:val="24"/>
        </w:rPr>
        <w:t>%),</w:t>
      </w:r>
      <w:r w:rsidR="007000C4" w:rsidRPr="000733E7">
        <w:rPr>
          <w:szCs w:val="24"/>
        </w:rPr>
        <w:t xml:space="preserve"> </w:t>
      </w:r>
      <w:r w:rsidR="00180BC6">
        <w:rPr>
          <w:szCs w:val="24"/>
        </w:rPr>
        <w:t>bezrobotni w wieku 25</w:t>
      </w:r>
      <w:r w:rsidR="00827A81" w:rsidRPr="000733E7">
        <w:rPr>
          <w:szCs w:val="24"/>
        </w:rPr>
        <w:t xml:space="preserve"> – </w:t>
      </w:r>
      <w:r w:rsidR="00180BC6">
        <w:rPr>
          <w:szCs w:val="24"/>
        </w:rPr>
        <w:t xml:space="preserve">34 lata – </w:t>
      </w:r>
      <w:r w:rsidR="003A3170">
        <w:rPr>
          <w:szCs w:val="24"/>
        </w:rPr>
        <w:t>550 osób (</w:t>
      </w:r>
      <w:r w:rsidR="009073C1">
        <w:rPr>
          <w:szCs w:val="24"/>
        </w:rPr>
        <w:t xml:space="preserve">tj. </w:t>
      </w:r>
      <w:r w:rsidR="003A3170">
        <w:rPr>
          <w:szCs w:val="24"/>
        </w:rPr>
        <w:t>22,9</w:t>
      </w:r>
      <w:r w:rsidR="00827A81">
        <w:rPr>
          <w:szCs w:val="24"/>
        </w:rPr>
        <w:t xml:space="preserve">%) </w:t>
      </w:r>
      <w:r w:rsidR="00827A81">
        <w:rPr>
          <w:szCs w:val="24"/>
        </w:rPr>
        <w:lastRenderedPageBreak/>
        <w:t xml:space="preserve">oraz </w:t>
      </w:r>
      <w:r w:rsidR="007B2CDE" w:rsidRPr="000733E7">
        <w:rPr>
          <w:szCs w:val="24"/>
        </w:rPr>
        <w:t>bezro</w:t>
      </w:r>
      <w:r w:rsidR="007000C4" w:rsidRPr="000733E7">
        <w:rPr>
          <w:szCs w:val="24"/>
        </w:rPr>
        <w:t xml:space="preserve">botni w </w:t>
      </w:r>
      <w:r w:rsidR="00970815" w:rsidRPr="000733E7">
        <w:rPr>
          <w:szCs w:val="24"/>
        </w:rPr>
        <w:t xml:space="preserve">wieku </w:t>
      </w:r>
      <w:r w:rsidR="00D14869">
        <w:rPr>
          <w:szCs w:val="24"/>
        </w:rPr>
        <w:t>45</w:t>
      </w:r>
      <w:r w:rsidR="00970815" w:rsidRPr="000733E7">
        <w:rPr>
          <w:szCs w:val="24"/>
        </w:rPr>
        <w:t xml:space="preserve"> – </w:t>
      </w:r>
      <w:r w:rsidR="00D14869">
        <w:rPr>
          <w:szCs w:val="24"/>
        </w:rPr>
        <w:t>5</w:t>
      </w:r>
      <w:r w:rsidR="00970815" w:rsidRPr="000733E7">
        <w:rPr>
          <w:szCs w:val="24"/>
        </w:rPr>
        <w:t xml:space="preserve">4 lata – </w:t>
      </w:r>
      <w:r w:rsidR="009573B1">
        <w:rPr>
          <w:szCs w:val="24"/>
        </w:rPr>
        <w:t>459</w:t>
      </w:r>
      <w:r w:rsidR="00970815" w:rsidRPr="000733E7">
        <w:rPr>
          <w:szCs w:val="24"/>
        </w:rPr>
        <w:t xml:space="preserve"> osób (</w:t>
      </w:r>
      <w:r w:rsidR="009073C1">
        <w:rPr>
          <w:szCs w:val="24"/>
        </w:rPr>
        <w:t xml:space="preserve">tj. </w:t>
      </w:r>
      <w:r w:rsidR="009573B1">
        <w:rPr>
          <w:szCs w:val="24"/>
        </w:rPr>
        <w:t>19,2</w:t>
      </w:r>
      <w:r w:rsidR="00970815" w:rsidRPr="000733E7">
        <w:rPr>
          <w:szCs w:val="24"/>
        </w:rPr>
        <w:t>%)</w:t>
      </w:r>
      <w:r w:rsidR="00827A81">
        <w:rPr>
          <w:szCs w:val="24"/>
        </w:rPr>
        <w:t>.</w:t>
      </w:r>
      <w:r w:rsidR="00970815" w:rsidRPr="000733E7">
        <w:rPr>
          <w:szCs w:val="24"/>
        </w:rPr>
        <w:t xml:space="preserve"> </w:t>
      </w:r>
      <w:r w:rsidRPr="000733E7">
        <w:rPr>
          <w:szCs w:val="24"/>
        </w:rPr>
        <w:t>Natomiast najmniej liczną populację stanowiły os</w:t>
      </w:r>
      <w:r w:rsidR="007B2CDE" w:rsidRPr="000733E7">
        <w:rPr>
          <w:szCs w:val="24"/>
        </w:rPr>
        <w:t xml:space="preserve">oby w wieku </w:t>
      </w:r>
      <w:r w:rsidR="00D14869">
        <w:rPr>
          <w:szCs w:val="24"/>
        </w:rPr>
        <w:t>18</w:t>
      </w:r>
      <w:r w:rsidR="00A176C7" w:rsidRPr="000733E7">
        <w:rPr>
          <w:szCs w:val="24"/>
        </w:rPr>
        <w:t xml:space="preserve"> – </w:t>
      </w:r>
      <w:r w:rsidR="00D14869">
        <w:rPr>
          <w:szCs w:val="24"/>
        </w:rPr>
        <w:t>24</w:t>
      </w:r>
      <w:r w:rsidR="00A176C7" w:rsidRPr="000733E7">
        <w:rPr>
          <w:szCs w:val="24"/>
        </w:rPr>
        <w:t xml:space="preserve"> lata </w:t>
      </w:r>
      <w:r w:rsidR="007B2CDE" w:rsidRPr="000733E7">
        <w:rPr>
          <w:szCs w:val="24"/>
        </w:rPr>
        <w:t xml:space="preserve">– </w:t>
      </w:r>
      <w:r w:rsidR="009573B1">
        <w:rPr>
          <w:szCs w:val="24"/>
        </w:rPr>
        <w:t>247</w:t>
      </w:r>
      <w:r w:rsidR="007000C4" w:rsidRPr="000733E7">
        <w:rPr>
          <w:szCs w:val="24"/>
        </w:rPr>
        <w:t xml:space="preserve"> os</w:t>
      </w:r>
      <w:r w:rsidR="00827A81">
        <w:rPr>
          <w:szCs w:val="24"/>
        </w:rPr>
        <w:t>ób</w:t>
      </w:r>
      <w:r w:rsidR="007000C4" w:rsidRPr="000733E7">
        <w:rPr>
          <w:szCs w:val="24"/>
        </w:rPr>
        <w:t xml:space="preserve"> (</w:t>
      </w:r>
      <w:r w:rsidR="009073C1">
        <w:rPr>
          <w:szCs w:val="24"/>
        </w:rPr>
        <w:t xml:space="preserve">tj. </w:t>
      </w:r>
      <w:r w:rsidR="009573B1">
        <w:rPr>
          <w:szCs w:val="24"/>
        </w:rPr>
        <w:t>10,3</w:t>
      </w:r>
      <w:r w:rsidRPr="000733E7">
        <w:rPr>
          <w:szCs w:val="24"/>
        </w:rPr>
        <w:t>%).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analogicznego okresu poprzedniego roku</w:t>
      </w:r>
      <w:r w:rsidR="00970815" w:rsidRPr="000733E7">
        <w:rPr>
          <w:szCs w:val="24"/>
        </w:rPr>
        <w:t xml:space="preserve"> </w:t>
      </w:r>
      <w:r w:rsidR="00827A81">
        <w:rPr>
          <w:szCs w:val="24"/>
        </w:rPr>
        <w:t>we wszystkich grupach wiekowych nastąpił spadek liczby bezrobotnych</w:t>
      </w:r>
      <w:r w:rsidR="007942E1">
        <w:rPr>
          <w:szCs w:val="24"/>
        </w:rPr>
        <w:t>.</w:t>
      </w:r>
      <w:r w:rsidR="00827A81">
        <w:rPr>
          <w:szCs w:val="24"/>
        </w:rPr>
        <w:t xml:space="preserve"> Najwyższy spadek </w:t>
      </w:r>
      <w:r w:rsidR="00276ED3">
        <w:rPr>
          <w:szCs w:val="24"/>
        </w:rPr>
        <w:t xml:space="preserve">w liczbach bezwzględnych odnotowano wśród bezrobotnych w przedziale wiekowym: </w:t>
      </w:r>
      <w:r w:rsidR="009573B1">
        <w:rPr>
          <w:szCs w:val="24"/>
        </w:rPr>
        <w:t>25-34 lata</w:t>
      </w:r>
      <w:r w:rsidR="00276ED3">
        <w:rPr>
          <w:szCs w:val="24"/>
        </w:rPr>
        <w:t xml:space="preserve"> –</w:t>
      </w:r>
      <w:r w:rsidR="009573B1">
        <w:rPr>
          <w:szCs w:val="24"/>
        </w:rPr>
        <w:t xml:space="preserve"> o 99 osób (tj. o 15,3</w:t>
      </w:r>
      <w:r w:rsidR="00276ED3">
        <w:rPr>
          <w:szCs w:val="24"/>
        </w:rPr>
        <w:t>%)</w:t>
      </w:r>
      <w:r w:rsidR="00AE2077">
        <w:rPr>
          <w:szCs w:val="24"/>
        </w:rPr>
        <w:t>,</w:t>
      </w:r>
      <w:r w:rsidR="003B7553">
        <w:rPr>
          <w:szCs w:val="24"/>
        </w:rPr>
        <w:t xml:space="preserve"> </w:t>
      </w:r>
      <w:r w:rsidR="009573B1">
        <w:rPr>
          <w:szCs w:val="24"/>
        </w:rPr>
        <w:t>55 lat i powyżej</w:t>
      </w:r>
      <w:r w:rsidR="007942E1">
        <w:rPr>
          <w:szCs w:val="24"/>
        </w:rPr>
        <w:t xml:space="preserve"> – o </w:t>
      </w:r>
      <w:r w:rsidR="009573B1">
        <w:rPr>
          <w:szCs w:val="24"/>
        </w:rPr>
        <w:t>95</w:t>
      </w:r>
      <w:r w:rsidR="007942E1">
        <w:rPr>
          <w:szCs w:val="24"/>
        </w:rPr>
        <w:t xml:space="preserve"> os</w:t>
      </w:r>
      <w:r w:rsidR="009573B1">
        <w:rPr>
          <w:szCs w:val="24"/>
        </w:rPr>
        <w:t>ób</w:t>
      </w:r>
      <w:r w:rsidR="007942E1">
        <w:rPr>
          <w:szCs w:val="24"/>
        </w:rPr>
        <w:t xml:space="preserve"> (tj. o </w:t>
      </w:r>
      <w:r w:rsidR="009573B1">
        <w:rPr>
          <w:szCs w:val="24"/>
        </w:rPr>
        <w:t>14,5</w:t>
      </w:r>
      <w:r w:rsidR="003B7553">
        <w:rPr>
          <w:szCs w:val="24"/>
        </w:rPr>
        <w:t xml:space="preserve">%) oraz </w:t>
      </w:r>
      <w:r w:rsidR="009573B1">
        <w:rPr>
          <w:szCs w:val="24"/>
        </w:rPr>
        <w:t>35</w:t>
      </w:r>
      <w:r w:rsidR="00B23457">
        <w:rPr>
          <w:szCs w:val="24"/>
        </w:rPr>
        <w:t xml:space="preserve"> –</w:t>
      </w:r>
      <w:r w:rsidR="009573B1">
        <w:rPr>
          <w:szCs w:val="24"/>
        </w:rPr>
        <w:t>44 lata o 69 osób (tj. o 10,6</w:t>
      </w:r>
      <w:r w:rsidR="003B7553">
        <w:rPr>
          <w:szCs w:val="24"/>
        </w:rPr>
        <w:t>%).</w:t>
      </w:r>
    </w:p>
    <w:p w:rsidR="00A176C7" w:rsidRDefault="00A176C7" w:rsidP="00200914">
      <w:pPr>
        <w:pStyle w:val="Tekstpodstawowywcity2"/>
        <w:spacing w:line="360" w:lineRule="auto"/>
        <w:ind w:left="0"/>
        <w:rPr>
          <w:szCs w:val="24"/>
        </w:rPr>
      </w:pPr>
    </w:p>
    <w:p w:rsidR="000C661A" w:rsidRDefault="000C661A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0C661A">
        <w:rPr>
          <w:b/>
          <w:szCs w:val="24"/>
        </w:rPr>
        <w:t>Wykres 4. Bezrobotni według wieku (stan na dzień 31.12.201</w:t>
      </w:r>
      <w:r w:rsidR="009573B1">
        <w:rPr>
          <w:b/>
          <w:szCs w:val="24"/>
        </w:rPr>
        <w:t>7</w:t>
      </w:r>
      <w:r w:rsidRPr="000C661A">
        <w:rPr>
          <w:b/>
          <w:szCs w:val="24"/>
        </w:rPr>
        <w:t>r.)</w:t>
      </w:r>
    </w:p>
    <w:p w:rsidR="007942E1" w:rsidRPr="000C661A" w:rsidRDefault="001445C0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5705856" cy="2553005"/>
            <wp:effectExtent l="0" t="0" r="9525" b="1905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C5D7D" w:rsidRPr="000733E7" w:rsidRDefault="000C5D7D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2.7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poziomu wykształcenia</w:t>
      </w:r>
    </w:p>
    <w:p w:rsidR="005B69D0" w:rsidRPr="000733E7" w:rsidRDefault="007000C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 20</w:t>
      </w:r>
      <w:r w:rsidR="00970815" w:rsidRPr="000733E7">
        <w:rPr>
          <w:szCs w:val="24"/>
        </w:rPr>
        <w:t>1</w:t>
      </w:r>
      <w:r w:rsidR="009573B1">
        <w:rPr>
          <w:szCs w:val="24"/>
        </w:rPr>
        <w:t>7</w:t>
      </w:r>
      <w:r w:rsidR="005B69D0" w:rsidRPr="000733E7">
        <w:rPr>
          <w:szCs w:val="24"/>
        </w:rPr>
        <w:t>r. w ewidencji urzędu pr</w:t>
      </w:r>
      <w:r w:rsidRPr="000733E7">
        <w:rPr>
          <w:szCs w:val="24"/>
        </w:rPr>
        <w:t>acy zarejestrowan</w:t>
      </w:r>
      <w:r w:rsidR="009A067E">
        <w:rPr>
          <w:szCs w:val="24"/>
        </w:rPr>
        <w:t>ych</w:t>
      </w:r>
      <w:r w:rsidRPr="000733E7">
        <w:rPr>
          <w:szCs w:val="24"/>
        </w:rPr>
        <w:t xml:space="preserve"> był</w:t>
      </w:r>
      <w:r w:rsidR="009A067E">
        <w:rPr>
          <w:szCs w:val="24"/>
        </w:rPr>
        <w:t>o</w:t>
      </w:r>
      <w:r w:rsidRPr="000733E7">
        <w:rPr>
          <w:szCs w:val="24"/>
        </w:rPr>
        <w:t xml:space="preserve"> </w:t>
      </w:r>
      <w:r w:rsidR="009573B1">
        <w:rPr>
          <w:szCs w:val="24"/>
        </w:rPr>
        <w:t>358</w:t>
      </w:r>
      <w:r w:rsidR="007B2CDE" w:rsidRPr="000733E7">
        <w:rPr>
          <w:szCs w:val="24"/>
        </w:rPr>
        <w:t xml:space="preserve"> os</w:t>
      </w:r>
      <w:r w:rsidR="009A067E">
        <w:rPr>
          <w:szCs w:val="24"/>
        </w:rPr>
        <w:t>ób</w:t>
      </w:r>
      <w:r w:rsidR="007B2CDE" w:rsidRPr="000733E7">
        <w:rPr>
          <w:szCs w:val="24"/>
        </w:rPr>
        <w:t xml:space="preserve"> legitymując</w:t>
      </w:r>
      <w:r w:rsidR="00F3647C">
        <w:rPr>
          <w:szCs w:val="24"/>
        </w:rPr>
        <w:t>ych</w:t>
      </w:r>
      <w:r w:rsidRPr="000733E7">
        <w:rPr>
          <w:szCs w:val="24"/>
        </w:rPr>
        <w:t xml:space="preserve"> się wykształceniem wyższym (</w:t>
      </w:r>
      <w:r w:rsidR="009073C1">
        <w:rPr>
          <w:szCs w:val="24"/>
        </w:rPr>
        <w:t xml:space="preserve">tj. </w:t>
      </w:r>
      <w:r w:rsidR="009573B1">
        <w:rPr>
          <w:szCs w:val="24"/>
        </w:rPr>
        <w:t>14</w:t>
      </w:r>
      <w:r w:rsidR="009A067E">
        <w:rPr>
          <w:szCs w:val="24"/>
        </w:rPr>
        <w:t>,</w:t>
      </w:r>
      <w:r w:rsidR="009573B1">
        <w:rPr>
          <w:szCs w:val="24"/>
        </w:rPr>
        <w:t>9</w:t>
      </w:r>
      <w:r w:rsidR="005B69D0" w:rsidRPr="000733E7">
        <w:rPr>
          <w:szCs w:val="24"/>
        </w:rPr>
        <w:t xml:space="preserve">% ogółu bezrobotnych). W tym samym </w:t>
      </w:r>
      <w:r w:rsidRPr="000733E7">
        <w:rPr>
          <w:szCs w:val="24"/>
        </w:rPr>
        <w:t>czasie zarejestrowan</w:t>
      </w:r>
      <w:r w:rsidR="00B23457">
        <w:rPr>
          <w:szCs w:val="24"/>
        </w:rPr>
        <w:t>ych</w:t>
      </w:r>
      <w:r w:rsidR="009A067E">
        <w:rPr>
          <w:szCs w:val="24"/>
        </w:rPr>
        <w:t xml:space="preserve"> </w:t>
      </w:r>
      <w:r w:rsidRPr="000733E7">
        <w:rPr>
          <w:szCs w:val="24"/>
        </w:rPr>
        <w:t>był</w:t>
      </w:r>
      <w:r w:rsidR="00B23457">
        <w:rPr>
          <w:szCs w:val="24"/>
        </w:rPr>
        <w:t>o</w:t>
      </w:r>
      <w:r w:rsidRPr="000733E7">
        <w:rPr>
          <w:szCs w:val="24"/>
        </w:rPr>
        <w:t xml:space="preserve"> </w:t>
      </w:r>
      <w:r w:rsidR="00B23457">
        <w:rPr>
          <w:szCs w:val="24"/>
        </w:rPr>
        <w:t>5</w:t>
      </w:r>
      <w:r w:rsidR="009573B1">
        <w:rPr>
          <w:szCs w:val="24"/>
        </w:rPr>
        <w:t>31</w:t>
      </w:r>
      <w:r w:rsidRPr="000733E7">
        <w:rPr>
          <w:szCs w:val="24"/>
        </w:rPr>
        <w:t xml:space="preserve"> os</w:t>
      </w:r>
      <w:r w:rsidR="00B23457">
        <w:rPr>
          <w:szCs w:val="24"/>
        </w:rPr>
        <w:t>ób</w:t>
      </w:r>
      <w:r w:rsidRPr="000733E7">
        <w:rPr>
          <w:szCs w:val="24"/>
        </w:rPr>
        <w:t xml:space="preserve"> bezrobotn</w:t>
      </w:r>
      <w:r w:rsidR="00B23457">
        <w:rPr>
          <w:szCs w:val="24"/>
        </w:rPr>
        <w:t>ych</w:t>
      </w:r>
      <w:r w:rsidR="005B69D0" w:rsidRPr="000733E7">
        <w:rPr>
          <w:szCs w:val="24"/>
        </w:rPr>
        <w:t xml:space="preserve"> posiadają</w:t>
      </w:r>
      <w:r w:rsidR="00A176C7" w:rsidRPr="000733E7">
        <w:rPr>
          <w:szCs w:val="24"/>
        </w:rPr>
        <w:t>c</w:t>
      </w:r>
      <w:r w:rsidR="00B23457">
        <w:rPr>
          <w:szCs w:val="24"/>
        </w:rPr>
        <w:t>ych</w:t>
      </w:r>
      <w:r w:rsidR="005B69D0" w:rsidRPr="000733E7">
        <w:rPr>
          <w:szCs w:val="24"/>
        </w:rPr>
        <w:t xml:space="preserve"> wykształcenie p</w:t>
      </w:r>
      <w:r w:rsidR="007B2CDE" w:rsidRPr="000733E7">
        <w:rPr>
          <w:szCs w:val="24"/>
        </w:rPr>
        <w:t>ol</w:t>
      </w:r>
      <w:r w:rsidR="004F5EB6" w:rsidRPr="000733E7">
        <w:rPr>
          <w:szCs w:val="24"/>
        </w:rPr>
        <w:t>icealne i średnie zawodowe (</w:t>
      </w:r>
      <w:r w:rsidR="009073C1">
        <w:rPr>
          <w:szCs w:val="24"/>
        </w:rPr>
        <w:t xml:space="preserve">tj. </w:t>
      </w:r>
      <w:r w:rsidR="009573B1">
        <w:rPr>
          <w:szCs w:val="24"/>
        </w:rPr>
        <w:t>22</w:t>
      </w:r>
      <w:r w:rsidR="00472392">
        <w:rPr>
          <w:szCs w:val="24"/>
        </w:rPr>
        <w:t>,</w:t>
      </w:r>
      <w:r w:rsidR="009573B1">
        <w:rPr>
          <w:szCs w:val="24"/>
        </w:rPr>
        <w:t>1</w:t>
      </w:r>
      <w:r w:rsidR="007B2CDE" w:rsidRPr="000733E7">
        <w:rPr>
          <w:szCs w:val="24"/>
        </w:rPr>
        <w:t xml:space="preserve">%) oraz </w:t>
      </w:r>
      <w:r w:rsidR="009573B1">
        <w:rPr>
          <w:szCs w:val="24"/>
        </w:rPr>
        <w:t>278</w:t>
      </w:r>
      <w:r w:rsidR="004F5EB6" w:rsidRPr="000733E7">
        <w:rPr>
          <w:szCs w:val="24"/>
        </w:rPr>
        <w:t xml:space="preserve"> os</w:t>
      </w:r>
      <w:r w:rsidR="00B23457">
        <w:rPr>
          <w:szCs w:val="24"/>
        </w:rPr>
        <w:t>ób</w:t>
      </w:r>
      <w:r w:rsidR="005B69D0" w:rsidRPr="000733E7">
        <w:rPr>
          <w:szCs w:val="24"/>
        </w:rPr>
        <w:t xml:space="preserve"> z wykształcen</w:t>
      </w:r>
      <w:r w:rsidR="007B2CDE" w:rsidRPr="000733E7">
        <w:rPr>
          <w:szCs w:val="24"/>
        </w:rPr>
        <w:t>ie</w:t>
      </w:r>
      <w:r w:rsidR="004F5EB6" w:rsidRPr="000733E7">
        <w:rPr>
          <w:szCs w:val="24"/>
        </w:rPr>
        <w:t>m średnim ogólnokształcącym (</w:t>
      </w:r>
      <w:r w:rsidR="009073C1">
        <w:rPr>
          <w:szCs w:val="24"/>
        </w:rPr>
        <w:t xml:space="preserve">tj. </w:t>
      </w:r>
      <w:r w:rsidR="00B23457">
        <w:rPr>
          <w:szCs w:val="24"/>
        </w:rPr>
        <w:t>11</w:t>
      </w:r>
      <w:r w:rsidR="00472392">
        <w:rPr>
          <w:szCs w:val="24"/>
        </w:rPr>
        <w:t>,</w:t>
      </w:r>
      <w:r w:rsidR="009573B1">
        <w:rPr>
          <w:szCs w:val="24"/>
        </w:rPr>
        <w:t>6</w:t>
      </w:r>
      <w:r w:rsidR="005B69D0" w:rsidRPr="000733E7">
        <w:rPr>
          <w:szCs w:val="24"/>
        </w:rPr>
        <w:t xml:space="preserve">%). Wśród osób bezrobotnych zdecydowanie przeważają osoby posiadające </w:t>
      </w:r>
      <w:r w:rsidR="0084273A" w:rsidRPr="000733E7">
        <w:rPr>
          <w:szCs w:val="24"/>
        </w:rPr>
        <w:t xml:space="preserve">wykształcenie </w:t>
      </w:r>
      <w:r w:rsidR="007B2CDE" w:rsidRPr="000733E7">
        <w:rPr>
          <w:szCs w:val="24"/>
        </w:rPr>
        <w:t>na poziomie gimnazjalnym (</w:t>
      </w:r>
      <w:r w:rsidR="009573B1">
        <w:rPr>
          <w:szCs w:val="24"/>
        </w:rPr>
        <w:t>674</w:t>
      </w:r>
      <w:r w:rsidR="004F5EB6" w:rsidRPr="000733E7">
        <w:rPr>
          <w:szCs w:val="24"/>
        </w:rPr>
        <w:t xml:space="preserve"> os</w:t>
      </w:r>
      <w:r w:rsidR="009573B1">
        <w:rPr>
          <w:szCs w:val="24"/>
        </w:rPr>
        <w:t>oby</w:t>
      </w:r>
      <w:r w:rsidR="004F5EB6" w:rsidRPr="000733E7">
        <w:rPr>
          <w:szCs w:val="24"/>
        </w:rPr>
        <w:t xml:space="preserve">, tj. </w:t>
      </w:r>
      <w:r w:rsidR="00181788">
        <w:rPr>
          <w:szCs w:val="24"/>
        </w:rPr>
        <w:t>28</w:t>
      </w:r>
      <w:r w:rsidR="00472392">
        <w:rPr>
          <w:szCs w:val="24"/>
        </w:rPr>
        <w:t>,</w:t>
      </w:r>
      <w:r w:rsidR="009573B1">
        <w:rPr>
          <w:szCs w:val="24"/>
        </w:rPr>
        <w:t>1</w:t>
      </w:r>
      <w:r w:rsidR="005B69D0" w:rsidRPr="000733E7">
        <w:rPr>
          <w:szCs w:val="24"/>
        </w:rPr>
        <w:t>% ogółu bezrobotnych) oraz na pozi</w:t>
      </w:r>
      <w:r w:rsidR="007B2CDE" w:rsidRPr="000733E7">
        <w:rPr>
          <w:szCs w:val="24"/>
        </w:rPr>
        <w:t>omie zasadniczym zawodowym (</w:t>
      </w:r>
      <w:r w:rsidR="009573B1">
        <w:rPr>
          <w:szCs w:val="24"/>
        </w:rPr>
        <w:t>558</w:t>
      </w:r>
      <w:r w:rsidR="004F5EB6" w:rsidRPr="000733E7">
        <w:rPr>
          <w:szCs w:val="24"/>
        </w:rPr>
        <w:t xml:space="preserve"> os</w:t>
      </w:r>
      <w:r w:rsidR="009573B1">
        <w:rPr>
          <w:szCs w:val="24"/>
        </w:rPr>
        <w:t>ób</w:t>
      </w:r>
      <w:r w:rsidR="004F5EB6" w:rsidRPr="000733E7">
        <w:rPr>
          <w:szCs w:val="24"/>
        </w:rPr>
        <w:t xml:space="preserve">, tj. </w:t>
      </w:r>
      <w:r w:rsidR="00181788">
        <w:rPr>
          <w:szCs w:val="24"/>
        </w:rPr>
        <w:t>23</w:t>
      </w:r>
      <w:r w:rsidR="00472392">
        <w:rPr>
          <w:szCs w:val="24"/>
        </w:rPr>
        <w:t>,</w:t>
      </w:r>
      <w:r w:rsidR="009573B1">
        <w:rPr>
          <w:szCs w:val="24"/>
        </w:rPr>
        <w:t>3</w:t>
      </w:r>
      <w:r w:rsidR="005B69D0" w:rsidRPr="000733E7">
        <w:rPr>
          <w:szCs w:val="24"/>
        </w:rPr>
        <w:t xml:space="preserve">% ogółu bezrobotnych). </w:t>
      </w:r>
    </w:p>
    <w:p w:rsidR="000D38B0" w:rsidRDefault="00E46A7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odniesieniu do analogicznego okresu poprzedniego roku </w:t>
      </w:r>
      <w:r w:rsidR="00276ED3">
        <w:rPr>
          <w:szCs w:val="24"/>
        </w:rPr>
        <w:t xml:space="preserve">najwyższy </w:t>
      </w:r>
      <w:r w:rsidR="00472392">
        <w:rPr>
          <w:szCs w:val="24"/>
        </w:rPr>
        <w:t>spadek</w:t>
      </w:r>
      <w:r w:rsidR="005B69D0" w:rsidRPr="000733E7">
        <w:rPr>
          <w:szCs w:val="24"/>
        </w:rPr>
        <w:t xml:space="preserve"> w liczbach bezwzględnych odnotowano wśród osób bezrobotnych posiadających wykształceni</w:t>
      </w:r>
      <w:r w:rsidR="007B2CDE" w:rsidRPr="000733E7">
        <w:rPr>
          <w:szCs w:val="24"/>
        </w:rPr>
        <w:t xml:space="preserve">e: </w:t>
      </w:r>
      <w:r w:rsidR="009573B1">
        <w:rPr>
          <w:szCs w:val="24"/>
        </w:rPr>
        <w:t>gimnazjalne</w:t>
      </w:r>
      <w:r w:rsidR="007B2CDE" w:rsidRPr="000733E7">
        <w:rPr>
          <w:szCs w:val="24"/>
        </w:rPr>
        <w:t xml:space="preserve"> o </w:t>
      </w:r>
      <w:r w:rsidR="009573B1">
        <w:rPr>
          <w:szCs w:val="24"/>
        </w:rPr>
        <w:t>126</w:t>
      </w:r>
      <w:r w:rsidRPr="000733E7">
        <w:rPr>
          <w:szCs w:val="24"/>
        </w:rPr>
        <w:t xml:space="preserve"> os</w:t>
      </w:r>
      <w:r w:rsidR="00181788">
        <w:rPr>
          <w:szCs w:val="24"/>
        </w:rPr>
        <w:t>ób</w:t>
      </w:r>
      <w:r w:rsidR="004F5EB6" w:rsidRPr="000733E7">
        <w:rPr>
          <w:szCs w:val="24"/>
        </w:rPr>
        <w:t xml:space="preserve"> (tj. o </w:t>
      </w:r>
      <w:r w:rsidR="009573B1">
        <w:rPr>
          <w:szCs w:val="24"/>
        </w:rPr>
        <w:t>15,8</w:t>
      </w:r>
      <w:r w:rsidR="007B2CDE" w:rsidRPr="000733E7">
        <w:rPr>
          <w:szCs w:val="24"/>
        </w:rPr>
        <w:t xml:space="preserve">%), </w:t>
      </w:r>
      <w:r w:rsidR="009573B1">
        <w:rPr>
          <w:szCs w:val="24"/>
        </w:rPr>
        <w:t>zasadnicze zawodowe</w:t>
      </w:r>
      <w:r w:rsidR="007B2CDE" w:rsidRPr="000733E7">
        <w:rPr>
          <w:szCs w:val="24"/>
        </w:rPr>
        <w:t xml:space="preserve"> o </w:t>
      </w:r>
      <w:r w:rsidR="009573B1">
        <w:rPr>
          <w:szCs w:val="24"/>
        </w:rPr>
        <w:t>86</w:t>
      </w:r>
      <w:r w:rsidR="004F5EB6" w:rsidRPr="000733E7">
        <w:rPr>
          <w:szCs w:val="24"/>
        </w:rPr>
        <w:t xml:space="preserve"> os</w:t>
      </w:r>
      <w:r w:rsidR="009573B1">
        <w:rPr>
          <w:szCs w:val="24"/>
        </w:rPr>
        <w:t>ób</w:t>
      </w:r>
      <w:r w:rsidR="007B2CDE" w:rsidRPr="000733E7">
        <w:rPr>
          <w:szCs w:val="24"/>
        </w:rPr>
        <w:t xml:space="preserve"> (tj. o </w:t>
      </w:r>
      <w:r w:rsidR="009573B1">
        <w:rPr>
          <w:szCs w:val="24"/>
        </w:rPr>
        <w:t xml:space="preserve">13,4%), </w:t>
      </w:r>
      <w:r w:rsidR="00276ED3">
        <w:rPr>
          <w:szCs w:val="24"/>
        </w:rPr>
        <w:t>policealne i średnie zawodowe</w:t>
      </w:r>
      <w:r w:rsidR="009E416A">
        <w:rPr>
          <w:szCs w:val="24"/>
        </w:rPr>
        <w:t xml:space="preserve"> </w:t>
      </w:r>
      <w:r w:rsidR="007B2CDE" w:rsidRPr="000733E7">
        <w:rPr>
          <w:szCs w:val="24"/>
        </w:rPr>
        <w:t xml:space="preserve">o </w:t>
      </w:r>
      <w:r w:rsidR="009573B1">
        <w:rPr>
          <w:szCs w:val="24"/>
        </w:rPr>
        <w:t>67</w:t>
      </w:r>
      <w:r w:rsidR="007B2CDE" w:rsidRPr="000733E7">
        <w:rPr>
          <w:szCs w:val="24"/>
        </w:rPr>
        <w:t xml:space="preserve"> os</w:t>
      </w:r>
      <w:r w:rsidR="009573B1">
        <w:rPr>
          <w:szCs w:val="24"/>
        </w:rPr>
        <w:t>ób</w:t>
      </w:r>
      <w:r w:rsidR="007B2CDE" w:rsidRPr="000733E7">
        <w:rPr>
          <w:szCs w:val="24"/>
        </w:rPr>
        <w:t xml:space="preserve"> (tj. o </w:t>
      </w:r>
      <w:r w:rsidR="00AE2077">
        <w:rPr>
          <w:szCs w:val="24"/>
        </w:rPr>
        <w:t>11,2%) oraz wyższe o 67 osób (tj. o 15,8%).</w:t>
      </w:r>
    </w:p>
    <w:p w:rsidR="009573B1" w:rsidRDefault="009573B1" w:rsidP="00200914">
      <w:pPr>
        <w:pStyle w:val="Tekstpodstawowywcity2"/>
        <w:spacing w:line="360" w:lineRule="auto"/>
        <w:ind w:left="0"/>
        <w:rPr>
          <w:szCs w:val="24"/>
        </w:rPr>
      </w:pPr>
    </w:p>
    <w:p w:rsidR="00276ED3" w:rsidRPr="00FB42CA" w:rsidRDefault="00276ED3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FB42CA" w:rsidRDefault="00FB42CA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lastRenderedPageBreak/>
        <w:t>Wykres 5. Bezrobotni według poziomu wykształcenia (stan na 31.12.201</w:t>
      </w:r>
      <w:r w:rsidR="009573B1">
        <w:rPr>
          <w:b/>
          <w:szCs w:val="24"/>
        </w:rPr>
        <w:t>7</w:t>
      </w:r>
      <w:r w:rsidRPr="00FB42CA">
        <w:rPr>
          <w:b/>
          <w:szCs w:val="24"/>
        </w:rPr>
        <w:t>r.)</w:t>
      </w:r>
    </w:p>
    <w:p w:rsidR="00235A2D" w:rsidRPr="00433982" w:rsidRDefault="00433982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>
            <wp:extent cx="6182018" cy="2737590"/>
            <wp:effectExtent l="0" t="0" r="9525" b="24765"/>
            <wp:docPr id="17" name="Wykres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C3EE1" w:rsidRDefault="009C3EE1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2.8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czasu pozostawania bez pracy</w:t>
      </w:r>
    </w:p>
    <w:p w:rsidR="00BE2E8D" w:rsidRDefault="005B69D0" w:rsidP="00FB42C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zarejestrowanych bezrobotnych dominują osoby pozostające bez pracy </w:t>
      </w:r>
      <w:r w:rsidR="00400906" w:rsidRPr="000733E7">
        <w:rPr>
          <w:szCs w:val="24"/>
        </w:rPr>
        <w:t xml:space="preserve">przez okres </w:t>
      </w:r>
      <w:r w:rsidR="009E416A">
        <w:rPr>
          <w:szCs w:val="24"/>
        </w:rPr>
        <w:t>po</w:t>
      </w:r>
      <w:r w:rsidR="00F310CC">
        <w:rPr>
          <w:szCs w:val="24"/>
        </w:rPr>
        <w:t>wyżej</w:t>
      </w:r>
      <w:r w:rsidR="009E416A">
        <w:rPr>
          <w:szCs w:val="24"/>
        </w:rPr>
        <w:t xml:space="preserve"> 12</w:t>
      </w:r>
      <w:r w:rsidR="004F5EB6" w:rsidRPr="000733E7">
        <w:rPr>
          <w:szCs w:val="24"/>
        </w:rPr>
        <w:t xml:space="preserve"> miesięcy</w:t>
      </w:r>
      <w:r w:rsidR="00400906" w:rsidRPr="000733E7">
        <w:rPr>
          <w:szCs w:val="24"/>
        </w:rPr>
        <w:t>.</w:t>
      </w:r>
      <w:r w:rsidR="004F5EB6" w:rsidRPr="000733E7">
        <w:rPr>
          <w:szCs w:val="24"/>
        </w:rPr>
        <w:t xml:space="preserve"> Na koniec grudnia 20</w:t>
      </w:r>
      <w:r w:rsidR="00400906" w:rsidRPr="000733E7">
        <w:rPr>
          <w:szCs w:val="24"/>
        </w:rPr>
        <w:t>1</w:t>
      </w:r>
      <w:r w:rsidR="009573B1">
        <w:rPr>
          <w:szCs w:val="24"/>
        </w:rPr>
        <w:t>7</w:t>
      </w:r>
      <w:r w:rsidR="004F5EB6" w:rsidRPr="000733E7">
        <w:rPr>
          <w:szCs w:val="24"/>
        </w:rPr>
        <w:t xml:space="preserve">r. populacja ta stanowiła </w:t>
      </w:r>
      <w:r w:rsidR="009573B1">
        <w:rPr>
          <w:szCs w:val="24"/>
        </w:rPr>
        <w:t>34,5</w:t>
      </w:r>
      <w:r w:rsidR="007B2CDE" w:rsidRPr="000733E7">
        <w:rPr>
          <w:szCs w:val="24"/>
        </w:rPr>
        <w:t xml:space="preserve">% ogółu bezrobotnych (tj. </w:t>
      </w:r>
      <w:r w:rsidR="009573B1">
        <w:rPr>
          <w:szCs w:val="24"/>
        </w:rPr>
        <w:t>827</w:t>
      </w:r>
      <w:r w:rsidR="001C2423" w:rsidRPr="000733E7">
        <w:rPr>
          <w:szCs w:val="24"/>
        </w:rPr>
        <w:t xml:space="preserve"> os</w:t>
      </w:r>
      <w:r w:rsidR="009573B1">
        <w:rPr>
          <w:szCs w:val="24"/>
        </w:rPr>
        <w:t>ób</w:t>
      </w:r>
      <w:r w:rsidR="004F5EB6" w:rsidRPr="000733E7">
        <w:rPr>
          <w:szCs w:val="24"/>
        </w:rPr>
        <w:t xml:space="preserve">). </w:t>
      </w:r>
      <w:r w:rsidRPr="000733E7">
        <w:rPr>
          <w:szCs w:val="24"/>
        </w:rPr>
        <w:t xml:space="preserve">Kolejne miejsca pod względem liczebności zajmowały osoby pozostające bez pracy </w:t>
      </w:r>
      <w:r w:rsidR="004F5EB6" w:rsidRPr="000733E7">
        <w:rPr>
          <w:szCs w:val="24"/>
        </w:rPr>
        <w:t xml:space="preserve">przez okres </w:t>
      </w:r>
      <w:r w:rsidR="00BE2E8D">
        <w:rPr>
          <w:szCs w:val="24"/>
        </w:rPr>
        <w:t>1</w:t>
      </w:r>
      <w:r w:rsidR="009E416A">
        <w:rPr>
          <w:szCs w:val="24"/>
        </w:rPr>
        <w:t xml:space="preserve"> – </w:t>
      </w:r>
      <w:r w:rsidR="00BE2E8D">
        <w:rPr>
          <w:szCs w:val="24"/>
        </w:rPr>
        <w:t>3</w:t>
      </w:r>
      <w:r w:rsidR="009E416A">
        <w:rPr>
          <w:szCs w:val="24"/>
        </w:rPr>
        <w:t xml:space="preserve"> miesi</w:t>
      </w:r>
      <w:r w:rsidR="00BE2E8D">
        <w:rPr>
          <w:szCs w:val="24"/>
        </w:rPr>
        <w:t>ące</w:t>
      </w:r>
      <w:r w:rsidR="007B2CDE" w:rsidRPr="000733E7">
        <w:rPr>
          <w:szCs w:val="24"/>
        </w:rPr>
        <w:t xml:space="preserve"> – </w:t>
      </w:r>
      <w:r w:rsidR="009573B1">
        <w:rPr>
          <w:szCs w:val="24"/>
        </w:rPr>
        <w:t>494</w:t>
      </w:r>
      <w:r w:rsidR="004F5EB6" w:rsidRPr="000733E7">
        <w:rPr>
          <w:szCs w:val="24"/>
        </w:rPr>
        <w:t xml:space="preserve"> os</w:t>
      </w:r>
      <w:r w:rsidR="006C1D66">
        <w:rPr>
          <w:szCs w:val="24"/>
        </w:rPr>
        <w:t>oby</w:t>
      </w:r>
      <w:r w:rsidR="007B2CDE" w:rsidRPr="000733E7">
        <w:rPr>
          <w:szCs w:val="24"/>
        </w:rPr>
        <w:t xml:space="preserve"> (</w:t>
      </w:r>
      <w:r w:rsidR="009573B1">
        <w:rPr>
          <w:szCs w:val="24"/>
        </w:rPr>
        <w:t>20,6</w:t>
      </w:r>
      <w:r w:rsidR="004F5EB6" w:rsidRPr="000733E7">
        <w:rPr>
          <w:szCs w:val="24"/>
        </w:rPr>
        <w:t xml:space="preserve">%), </w:t>
      </w:r>
      <w:r w:rsidR="00BE2E8D">
        <w:rPr>
          <w:szCs w:val="24"/>
        </w:rPr>
        <w:t>6</w:t>
      </w:r>
      <w:r w:rsidR="00A176C7" w:rsidRPr="000733E7">
        <w:rPr>
          <w:szCs w:val="24"/>
        </w:rPr>
        <w:t xml:space="preserve"> – </w:t>
      </w:r>
      <w:r w:rsidR="00BE2E8D">
        <w:rPr>
          <w:szCs w:val="24"/>
        </w:rPr>
        <w:t>12</w:t>
      </w:r>
      <w:r w:rsidR="00A176C7" w:rsidRPr="000733E7">
        <w:rPr>
          <w:szCs w:val="24"/>
        </w:rPr>
        <w:t xml:space="preserve"> miesi</w:t>
      </w:r>
      <w:r w:rsidR="0094691B">
        <w:rPr>
          <w:szCs w:val="24"/>
        </w:rPr>
        <w:t>ęcy</w:t>
      </w:r>
      <w:r w:rsidR="007B2CDE" w:rsidRPr="000733E7">
        <w:rPr>
          <w:szCs w:val="24"/>
        </w:rPr>
        <w:t xml:space="preserve"> – </w:t>
      </w:r>
      <w:r w:rsidR="009573B1">
        <w:rPr>
          <w:szCs w:val="24"/>
        </w:rPr>
        <w:t>429</w:t>
      </w:r>
      <w:r w:rsidR="004F5EB6" w:rsidRPr="000733E7">
        <w:rPr>
          <w:szCs w:val="24"/>
        </w:rPr>
        <w:t xml:space="preserve"> os</w:t>
      </w:r>
      <w:r w:rsidR="009573B1">
        <w:rPr>
          <w:szCs w:val="24"/>
        </w:rPr>
        <w:t>ób</w:t>
      </w:r>
      <w:r w:rsidR="007B2CDE" w:rsidRPr="000733E7">
        <w:rPr>
          <w:szCs w:val="24"/>
        </w:rPr>
        <w:t xml:space="preserve"> (</w:t>
      </w:r>
      <w:r w:rsidR="009573B1">
        <w:rPr>
          <w:szCs w:val="24"/>
        </w:rPr>
        <w:t>17</w:t>
      </w:r>
      <w:r w:rsidR="00433982">
        <w:rPr>
          <w:szCs w:val="24"/>
        </w:rPr>
        <w:t>,</w:t>
      </w:r>
      <w:r w:rsidR="009573B1">
        <w:rPr>
          <w:szCs w:val="24"/>
        </w:rPr>
        <w:t>9</w:t>
      </w:r>
      <w:r w:rsidR="004F5EB6" w:rsidRPr="000733E7">
        <w:rPr>
          <w:szCs w:val="24"/>
        </w:rPr>
        <w:t xml:space="preserve">%) oraz </w:t>
      </w:r>
      <w:r w:rsidR="009E416A">
        <w:rPr>
          <w:szCs w:val="24"/>
        </w:rPr>
        <w:t>3</w:t>
      </w:r>
      <w:r w:rsidR="001C2423" w:rsidRPr="000733E7">
        <w:rPr>
          <w:szCs w:val="24"/>
        </w:rPr>
        <w:t xml:space="preserve"> - </w:t>
      </w:r>
      <w:r w:rsidR="009E416A">
        <w:rPr>
          <w:szCs w:val="24"/>
        </w:rPr>
        <w:t>6</w:t>
      </w:r>
      <w:r w:rsidR="007B2CDE" w:rsidRPr="000733E7">
        <w:rPr>
          <w:szCs w:val="24"/>
        </w:rPr>
        <w:t xml:space="preserve"> miesięcy – </w:t>
      </w:r>
      <w:r w:rsidR="009573B1">
        <w:rPr>
          <w:szCs w:val="24"/>
        </w:rPr>
        <w:t>409</w:t>
      </w:r>
      <w:r w:rsidR="004F5EB6" w:rsidRPr="000733E7">
        <w:rPr>
          <w:szCs w:val="24"/>
        </w:rPr>
        <w:t xml:space="preserve"> os</w:t>
      </w:r>
      <w:r w:rsidR="009573B1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9573B1">
        <w:rPr>
          <w:szCs w:val="24"/>
        </w:rPr>
        <w:t>17</w:t>
      </w:r>
      <w:r w:rsidR="006C1D66">
        <w:rPr>
          <w:szCs w:val="24"/>
        </w:rPr>
        <w:t>,0</w:t>
      </w:r>
      <w:r w:rsidRPr="000733E7">
        <w:rPr>
          <w:szCs w:val="24"/>
        </w:rPr>
        <w:t>%). Najmniej liczną grupę stanowiły osoby pozostają</w:t>
      </w:r>
      <w:r w:rsidR="005D1B69" w:rsidRPr="000733E7">
        <w:rPr>
          <w:szCs w:val="24"/>
        </w:rPr>
        <w:t xml:space="preserve">ce bez pracy do 1 miesiąca – </w:t>
      </w:r>
      <w:r w:rsidR="009573B1">
        <w:rPr>
          <w:szCs w:val="24"/>
        </w:rPr>
        <w:t>240</w:t>
      </w:r>
      <w:r w:rsidR="004F5EB6" w:rsidRPr="000733E7">
        <w:rPr>
          <w:szCs w:val="24"/>
        </w:rPr>
        <w:t xml:space="preserve"> os</w:t>
      </w:r>
      <w:r w:rsidR="009573B1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9573B1">
        <w:rPr>
          <w:szCs w:val="24"/>
        </w:rPr>
        <w:t>10,0</w:t>
      </w:r>
      <w:r w:rsidRPr="000733E7">
        <w:rPr>
          <w:szCs w:val="24"/>
        </w:rPr>
        <w:t>%).</w:t>
      </w:r>
      <w:r w:rsidR="00A176C7" w:rsidRPr="000733E7">
        <w:rPr>
          <w:szCs w:val="24"/>
        </w:rPr>
        <w:t xml:space="preserve"> W odniesieniu do analogicznego okresu poprzedniego roku </w:t>
      </w:r>
      <w:r w:rsidR="00BE2E8D">
        <w:rPr>
          <w:szCs w:val="24"/>
        </w:rPr>
        <w:t>najwyższy spadek</w:t>
      </w:r>
      <w:r w:rsidR="00A176C7" w:rsidRPr="000733E7">
        <w:rPr>
          <w:szCs w:val="24"/>
        </w:rPr>
        <w:t xml:space="preserve"> w liczbach bezwzględnych odnotowano wśród bezrobotnych pozo</w:t>
      </w:r>
      <w:r w:rsidR="002A156D">
        <w:rPr>
          <w:szCs w:val="24"/>
        </w:rPr>
        <w:t xml:space="preserve">stających bez pracy przez okres </w:t>
      </w:r>
      <w:r w:rsidR="009573B1">
        <w:rPr>
          <w:szCs w:val="24"/>
        </w:rPr>
        <w:t>3 – 6 miesięcy</w:t>
      </w:r>
      <w:r w:rsidR="00A176C7" w:rsidRPr="000733E7">
        <w:rPr>
          <w:szCs w:val="24"/>
        </w:rPr>
        <w:t xml:space="preserve"> o </w:t>
      </w:r>
      <w:r w:rsidR="009573B1">
        <w:rPr>
          <w:szCs w:val="24"/>
        </w:rPr>
        <w:t>95 osób</w:t>
      </w:r>
      <w:r w:rsidR="00A176C7" w:rsidRPr="000733E7">
        <w:rPr>
          <w:szCs w:val="24"/>
        </w:rPr>
        <w:t xml:space="preserve"> (tj. o </w:t>
      </w:r>
      <w:r w:rsidR="009573B1">
        <w:rPr>
          <w:szCs w:val="24"/>
        </w:rPr>
        <w:t>18,9</w:t>
      </w:r>
      <w:r w:rsidR="002A156D">
        <w:rPr>
          <w:szCs w:val="24"/>
        </w:rPr>
        <w:t>%)</w:t>
      </w:r>
      <w:r w:rsidR="009573B1">
        <w:rPr>
          <w:szCs w:val="24"/>
        </w:rPr>
        <w:t>,</w:t>
      </w:r>
      <w:r w:rsidR="00433982">
        <w:rPr>
          <w:szCs w:val="24"/>
        </w:rPr>
        <w:t xml:space="preserve"> osób pozostających bez pracy przez okres </w:t>
      </w:r>
      <w:r w:rsidR="009573B1">
        <w:rPr>
          <w:szCs w:val="24"/>
        </w:rPr>
        <w:t>powyżej</w:t>
      </w:r>
      <w:r w:rsidR="006C1D66">
        <w:rPr>
          <w:szCs w:val="24"/>
        </w:rPr>
        <w:t xml:space="preserve"> 12 miesięcy</w:t>
      </w:r>
      <w:r w:rsidR="00433982">
        <w:rPr>
          <w:szCs w:val="24"/>
        </w:rPr>
        <w:t xml:space="preserve"> o </w:t>
      </w:r>
      <w:r w:rsidR="009573B1">
        <w:rPr>
          <w:szCs w:val="24"/>
        </w:rPr>
        <w:t>95</w:t>
      </w:r>
      <w:r w:rsidR="00433982">
        <w:rPr>
          <w:szCs w:val="24"/>
        </w:rPr>
        <w:t xml:space="preserve"> os</w:t>
      </w:r>
      <w:r w:rsidR="00BE2E8D">
        <w:rPr>
          <w:szCs w:val="24"/>
        </w:rPr>
        <w:t>ób</w:t>
      </w:r>
      <w:r w:rsidR="002A156D">
        <w:rPr>
          <w:szCs w:val="24"/>
        </w:rPr>
        <w:t xml:space="preserve"> </w:t>
      </w:r>
      <w:r w:rsidR="00433982">
        <w:rPr>
          <w:szCs w:val="24"/>
        </w:rPr>
        <w:t xml:space="preserve">(tj. o </w:t>
      </w:r>
      <w:r w:rsidR="009573B1">
        <w:rPr>
          <w:szCs w:val="24"/>
        </w:rPr>
        <w:t>10,3</w:t>
      </w:r>
      <w:r w:rsidR="00433982">
        <w:rPr>
          <w:szCs w:val="24"/>
        </w:rPr>
        <w:t>%)</w:t>
      </w:r>
      <w:r w:rsidR="002A156D">
        <w:rPr>
          <w:szCs w:val="24"/>
        </w:rPr>
        <w:t xml:space="preserve"> oraz osób pozostających bez pracy przez okres </w:t>
      </w:r>
      <w:r w:rsidR="005E24BB">
        <w:rPr>
          <w:szCs w:val="24"/>
        </w:rPr>
        <w:t>6 -</w:t>
      </w:r>
      <w:r w:rsidR="006C1D66">
        <w:rPr>
          <w:szCs w:val="24"/>
        </w:rPr>
        <w:t xml:space="preserve"> 12 miesięcy </w:t>
      </w:r>
      <w:r w:rsidR="005E24BB">
        <w:rPr>
          <w:szCs w:val="24"/>
        </w:rPr>
        <w:t>o 93 osoby (tj. o 17,8</w:t>
      </w:r>
      <w:r w:rsidR="002A156D">
        <w:rPr>
          <w:szCs w:val="24"/>
        </w:rPr>
        <w:t>%)</w:t>
      </w:r>
      <w:r w:rsidR="00433982">
        <w:rPr>
          <w:szCs w:val="24"/>
        </w:rPr>
        <w:t>.</w:t>
      </w:r>
    </w:p>
    <w:p w:rsidR="00FB42CA" w:rsidRPr="00BE2E8D" w:rsidRDefault="00FB42CA" w:rsidP="00FB42CA">
      <w:pPr>
        <w:pStyle w:val="Tekstpodstawowywcity2"/>
        <w:spacing w:line="360" w:lineRule="auto"/>
        <w:ind w:left="0"/>
        <w:rPr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6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czasu pozostawania bez pracy</w:t>
      </w:r>
      <w:r w:rsidRPr="00FB42CA">
        <w:rPr>
          <w:b/>
          <w:szCs w:val="24"/>
        </w:rPr>
        <w:t xml:space="preserve"> (stan na 31.12.201</w:t>
      </w:r>
      <w:r w:rsidR="005E24BB">
        <w:rPr>
          <w:b/>
          <w:szCs w:val="24"/>
        </w:rPr>
        <w:t>7</w:t>
      </w:r>
      <w:r w:rsidRPr="00FB42CA">
        <w:rPr>
          <w:b/>
          <w:szCs w:val="24"/>
        </w:rPr>
        <w:t>r.)</w:t>
      </w:r>
    </w:p>
    <w:p w:rsidR="00A30034" w:rsidRPr="007A0B35" w:rsidRDefault="0052488B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>
            <wp:extent cx="6049670" cy="2333549"/>
            <wp:effectExtent l="0" t="0" r="27305" b="10160"/>
            <wp:docPr id="19" name="Wykres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2.9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stażu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najliczniejszą populacj</w:t>
      </w:r>
      <w:r w:rsidR="004F5EB6" w:rsidRPr="000733E7">
        <w:rPr>
          <w:szCs w:val="24"/>
        </w:rPr>
        <w:t xml:space="preserve">ę bezrobotnych stanowiły osoby ze stażem pracy 1 – </w:t>
      </w:r>
      <w:r w:rsidR="001344AD">
        <w:rPr>
          <w:szCs w:val="24"/>
        </w:rPr>
        <w:t>5</w:t>
      </w:r>
      <w:r w:rsidR="005D1B69" w:rsidRPr="000733E7">
        <w:rPr>
          <w:szCs w:val="24"/>
        </w:rPr>
        <w:t xml:space="preserve"> lat – </w:t>
      </w:r>
      <w:r w:rsidR="005E24BB">
        <w:rPr>
          <w:szCs w:val="24"/>
        </w:rPr>
        <w:t>473</w:t>
      </w:r>
      <w:r w:rsidR="004F5EB6" w:rsidRPr="000733E7">
        <w:rPr>
          <w:szCs w:val="24"/>
        </w:rPr>
        <w:t xml:space="preserve"> o</w:t>
      </w:r>
      <w:r w:rsidR="005E24BB">
        <w:rPr>
          <w:szCs w:val="24"/>
        </w:rPr>
        <w:t>soby</w:t>
      </w:r>
      <w:r w:rsidRPr="000733E7">
        <w:rPr>
          <w:szCs w:val="24"/>
        </w:rPr>
        <w:t xml:space="preserve"> (</w:t>
      </w:r>
      <w:r w:rsidR="005E24BB">
        <w:rPr>
          <w:szCs w:val="24"/>
        </w:rPr>
        <w:t>19,7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</w:t>
      </w:r>
      <w:r w:rsidR="004F5EB6" w:rsidRPr="000733E7">
        <w:rPr>
          <w:szCs w:val="24"/>
        </w:rPr>
        <w:t xml:space="preserve"> bezrobotnych</w:t>
      </w:r>
      <w:r w:rsidRPr="000733E7">
        <w:rPr>
          <w:szCs w:val="24"/>
        </w:rPr>
        <w:t xml:space="preserve">), </w:t>
      </w:r>
      <w:r w:rsidR="004F5EB6" w:rsidRPr="000733E7">
        <w:rPr>
          <w:szCs w:val="24"/>
        </w:rPr>
        <w:t xml:space="preserve">a w następnej kolejności </w:t>
      </w:r>
      <w:r w:rsidR="007F4FB9">
        <w:rPr>
          <w:szCs w:val="24"/>
        </w:rPr>
        <w:t>ze stażem             1</w:t>
      </w:r>
      <w:r w:rsidR="001344AD">
        <w:rPr>
          <w:szCs w:val="24"/>
        </w:rPr>
        <w:t>0</w:t>
      </w:r>
      <w:r w:rsidR="001C2423" w:rsidRPr="000733E7">
        <w:rPr>
          <w:szCs w:val="24"/>
        </w:rPr>
        <w:t>-</w:t>
      </w:r>
      <w:r w:rsidR="001344AD">
        <w:rPr>
          <w:szCs w:val="24"/>
        </w:rPr>
        <w:t>20</w:t>
      </w:r>
      <w:r w:rsidR="001C2423" w:rsidRPr="000733E7">
        <w:rPr>
          <w:szCs w:val="24"/>
        </w:rPr>
        <w:t xml:space="preserve"> lat</w:t>
      </w:r>
      <w:r w:rsidR="004F5EB6" w:rsidRPr="000733E7">
        <w:rPr>
          <w:szCs w:val="24"/>
        </w:rPr>
        <w:t xml:space="preserve"> – </w:t>
      </w:r>
      <w:r w:rsidR="005E24BB">
        <w:rPr>
          <w:szCs w:val="24"/>
        </w:rPr>
        <w:t>459</w:t>
      </w:r>
      <w:r w:rsidR="004F5EB6" w:rsidRPr="000733E7">
        <w:rPr>
          <w:szCs w:val="24"/>
        </w:rPr>
        <w:t xml:space="preserve"> os</w:t>
      </w:r>
      <w:r w:rsidR="005E24BB">
        <w:rPr>
          <w:szCs w:val="24"/>
        </w:rPr>
        <w:t>ób</w:t>
      </w:r>
      <w:r w:rsidR="007F4FB9">
        <w:rPr>
          <w:szCs w:val="24"/>
        </w:rPr>
        <w:t xml:space="preserve"> </w:t>
      </w:r>
      <w:r w:rsidR="004F5EB6" w:rsidRPr="000733E7">
        <w:rPr>
          <w:szCs w:val="24"/>
        </w:rPr>
        <w:t>(</w:t>
      </w:r>
      <w:r w:rsidR="005E24BB">
        <w:rPr>
          <w:szCs w:val="24"/>
        </w:rPr>
        <w:t>19</w:t>
      </w:r>
      <w:r w:rsidR="001C2423" w:rsidRPr="000733E7">
        <w:rPr>
          <w:szCs w:val="24"/>
        </w:rPr>
        <w:t>,</w:t>
      </w:r>
      <w:r w:rsidR="005E24BB">
        <w:rPr>
          <w:szCs w:val="24"/>
        </w:rPr>
        <w:t>1</w:t>
      </w:r>
      <w:r w:rsidR="004F5EB6" w:rsidRPr="000733E7">
        <w:rPr>
          <w:szCs w:val="24"/>
        </w:rPr>
        <w:t xml:space="preserve">%), </w:t>
      </w:r>
      <w:r w:rsidR="0052488B">
        <w:rPr>
          <w:szCs w:val="24"/>
        </w:rPr>
        <w:t>ze stażem</w:t>
      </w:r>
      <w:r w:rsidR="005D1B69" w:rsidRPr="000733E7">
        <w:rPr>
          <w:szCs w:val="24"/>
        </w:rPr>
        <w:t xml:space="preserve"> </w:t>
      </w:r>
      <w:r w:rsidR="005E24BB">
        <w:rPr>
          <w:szCs w:val="24"/>
        </w:rPr>
        <w:t xml:space="preserve">do 1 roku </w:t>
      </w:r>
      <w:r w:rsidR="005D1B69" w:rsidRPr="000733E7">
        <w:rPr>
          <w:szCs w:val="24"/>
        </w:rPr>
        <w:t xml:space="preserve">– </w:t>
      </w:r>
      <w:r w:rsidR="005E24BB">
        <w:rPr>
          <w:szCs w:val="24"/>
        </w:rPr>
        <w:t>403</w:t>
      </w:r>
      <w:r w:rsidR="00FE2E72">
        <w:rPr>
          <w:szCs w:val="24"/>
        </w:rPr>
        <w:t xml:space="preserve"> osoby</w:t>
      </w:r>
      <w:r w:rsidR="005D1B69" w:rsidRPr="000733E7">
        <w:rPr>
          <w:szCs w:val="24"/>
        </w:rPr>
        <w:t xml:space="preserve"> (</w:t>
      </w:r>
      <w:r w:rsidR="005E24BB">
        <w:rPr>
          <w:szCs w:val="24"/>
        </w:rPr>
        <w:t>16,8</w:t>
      </w:r>
      <w:r w:rsidR="004F5EB6" w:rsidRPr="000733E7">
        <w:rPr>
          <w:szCs w:val="24"/>
        </w:rPr>
        <w:t xml:space="preserve">%), </w:t>
      </w:r>
      <w:r w:rsidR="005E24BB">
        <w:rPr>
          <w:szCs w:val="24"/>
        </w:rPr>
        <w:t>ze stażem 5-10 lat</w:t>
      </w:r>
      <w:r w:rsidR="00E51C9A">
        <w:rPr>
          <w:szCs w:val="24"/>
        </w:rPr>
        <w:t xml:space="preserve"> </w:t>
      </w:r>
      <w:r w:rsidR="00931BD8" w:rsidRPr="000733E7">
        <w:rPr>
          <w:szCs w:val="24"/>
        </w:rPr>
        <w:t xml:space="preserve">– </w:t>
      </w:r>
      <w:r w:rsidR="005E24BB">
        <w:rPr>
          <w:szCs w:val="24"/>
        </w:rPr>
        <w:t>389</w:t>
      </w:r>
      <w:r w:rsidR="004F5EB6" w:rsidRPr="000733E7">
        <w:rPr>
          <w:szCs w:val="24"/>
        </w:rPr>
        <w:t xml:space="preserve"> os</w:t>
      </w:r>
      <w:r w:rsidR="00F310CC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5E24BB">
        <w:rPr>
          <w:szCs w:val="24"/>
        </w:rPr>
        <w:t>16,2</w:t>
      </w:r>
      <w:r w:rsidR="001C2423" w:rsidRPr="000733E7">
        <w:rPr>
          <w:szCs w:val="24"/>
        </w:rPr>
        <w:t xml:space="preserve">%), </w:t>
      </w:r>
      <w:r w:rsidR="005E24BB">
        <w:rPr>
          <w:szCs w:val="24"/>
        </w:rPr>
        <w:t>ze stażem 20-30 lat</w:t>
      </w:r>
      <w:r w:rsidR="001C2423" w:rsidRPr="000733E7">
        <w:rPr>
          <w:szCs w:val="24"/>
        </w:rPr>
        <w:t xml:space="preserve"> – </w:t>
      </w:r>
      <w:r w:rsidR="005E24BB">
        <w:rPr>
          <w:szCs w:val="24"/>
        </w:rPr>
        <w:t>308</w:t>
      </w:r>
      <w:r w:rsidR="001C2423" w:rsidRPr="000733E7">
        <w:rPr>
          <w:szCs w:val="24"/>
        </w:rPr>
        <w:t xml:space="preserve"> os</w:t>
      </w:r>
      <w:r w:rsidR="001344AD">
        <w:rPr>
          <w:szCs w:val="24"/>
        </w:rPr>
        <w:t>ób</w:t>
      </w:r>
      <w:r w:rsidR="001C2423" w:rsidRPr="000733E7">
        <w:rPr>
          <w:szCs w:val="24"/>
        </w:rPr>
        <w:t xml:space="preserve"> (</w:t>
      </w:r>
      <w:r w:rsidR="005E24BB">
        <w:rPr>
          <w:szCs w:val="24"/>
        </w:rPr>
        <w:t>12,8</w:t>
      </w:r>
      <w:r w:rsidR="001C2423" w:rsidRPr="000733E7">
        <w:rPr>
          <w:szCs w:val="24"/>
        </w:rPr>
        <w:t>%)</w:t>
      </w:r>
      <w:r w:rsidR="001344AD">
        <w:rPr>
          <w:szCs w:val="24"/>
        </w:rPr>
        <w:t xml:space="preserve"> oraz </w:t>
      </w:r>
      <w:r w:rsidR="005E24BB">
        <w:rPr>
          <w:szCs w:val="24"/>
        </w:rPr>
        <w:t>bez stażu – 241 osób (10,1</w:t>
      </w:r>
      <w:r w:rsidR="001344AD">
        <w:rPr>
          <w:szCs w:val="24"/>
        </w:rPr>
        <w:t>%)</w:t>
      </w:r>
      <w:r w:rsidR="001C2423" w:rsidRPr="000733E7">
        <w:rPr>
          <w:szCs w:val="24"/>
        </w:rPr>
        <w:t>.</w:t>
      </w:r>
      <w:r w:rsidRPr="000733E7">
        <w:rPr>
          <w:szCs w:val="24"/>
        </w:rPr>
        <w:t xml:space="preserve">  Najmniej liczną </w:t>
      </w:r>
      <w:r w:rsidR="001C2423" w:rsidRPr="000733E7">
        <w:rPr>
          <w:szCs w:val="24"/>
        </w:rPr>
        <w:t>populację</w:t>
      </w:r>
      <w:r w:rsidRPr="000733E7">
        <w:rPr>
          <w:szCs w:val="24"/>
        </w:rPr>
        <w:t xml:space="preserve"> stanowiły osoby </w:t>
      </w:r>
      <w:r w:rsidR="005D1B69" w:rsidRPr="000733E7">
        <w:rPr>
          <w:szCs w:val="24"/>
        </w:rPr>
        <w:t xml:space="preserve">posiadające staż </w:t>
      </w:r>
      <w:r w:rsidR="004F5EB6" w:rsidRPr="000733E7">
        <w:rPr>
          <w:szCs w:val="24"/>
        </w:rPr>
        <w:t xml:space="preserve">30 lat i więcej – </w:t>
      </w:r>
      <w:r w:rsidR="005E24BB">
        <w:rPr>
          <w:szCs w:val="24"/>
        </w:rPr>
        <w:t>126 osób</w:t>
      </w:r>
      <w:r w:rsidR="005D1B69" w:rsidRPr="000733E7">
        <w:rPr>
          <w:szCs w:val="24"/>
        </w:rPr>
        <w:t xml:space="preserve"> (</w:t>
      </w:r>
      <w:r w:rsidR="005E24BB">
        <w:rPr>
          <w:szCs w:val="24"/>
        </w:rPr>
        <w:t>5</w:t>
      </w:r>
      <w:r w:rsidR="00E51C9A">
        <w:rPr>
          <w:szCs w:val="24"/>
        </w:rPr>
        <w:t>,</w:t>
      </w:r>
      <w:r w:rsidR="005E24BB">
        <w:rPr>
          <w:szCs w:val="24"/>
        </w:rPr>
        <w:t>3</w:t>
      </w:r>
      <w:r w:rsidRPr="000733E7">
        <w:rPr>
          <w:szCs w:val="24"/>
        </w:rPr>
        <w:t>%).</w:t>
      </w:r>
    </w:p>
    <w:p w:rsidR="00FC0A45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odniesieniu do analogicznego okresu ubiegłego roku największy </w:t>
      </w:r>
      <w:r w:rsidR="00E51C9A">
        <w:rPr>
          <w:szCs w:val="24"/>
        </w:rPr>
        <w:t>spadek</w:t>
      </w:r>
      <w:r w:rsidRPr="000733E7">
        <w:rPr>
          <w:szCs w:val="24"/>
        </w:rPr>
        <w:t xml:space="preserve"> w liczbach bezwzględnych odnotowano wśród </w:t>
      </w:r>
      <w:r w:rsidR="005D1B69" w:rsidRPr="000733E7">
        <w:rPr>
          <w:szCs w:val="24"/>
        </w:rPr>
        <w:t>be</w:t>
      </w:r>
      <w:r w:rsidR="004F5EB6" w:rsidRPr="000733E7">
        <w:rPr>
          <w:szCs w:val="24"/>
        </w:rPr>
        <w:t xml:space="preserve">zrobotnych </w:t>
      </w:r>
      <w:r w:rsidR="005E24BB">
        <w:rPr>
          <w:szCs w:val="24"/>
        </w:rPr>
        <w:t>nieposiadających stażu pracy</w:t>
      </w:r>
      <w:r w:rsidR="0094691B">
        <w:rPr>
          <w:szCs w:val="24"/>
        </w:rPr>
        <w:t xml:space="preserve"> </w:t>
      </w:r>
      <w:r w:rsidR="005D1B69" w:rsidRPr="000733E7">
        <w:rPr>
          <w:szCs w:val="24"/>
        </w:rPr>
        <w:t xml:space="preserve">– o </w:t>
      </w:r>
      <w:r w:rsidR="005E24BB">
        <w:rPr>
          <w:szCs w:val="24"/>
        </w:rPr>
        <w:t>124</w:t>
      </w:r>
      <w:r w:rsidR="005D1B69" w:rsidRPr="000733E7">
        <w:rPr>
          <w:szCs w:val="24"/>
        </w:rPr>
        <w:t xml:space="preserve"> os</w:t>
      </w:r>
      <w:r w:rsidR="00A30034">
        <w:rPr>
          <w:szCs w:val="24"/>
        </w:rPr>
        <w:t>o</w:t>
      </w:r>
      <w:r w:rsidR="00914036" w:rsidRPr="000733E7">
        <w:rPr>
          <w:szCs w:val="24"/>
        </w:rPr>
        <w:t>b</w:t>
      </w:r>
      <w:r w:rsidR="00A30034">
        <w:rPr>
          <w:szCs w:val="24"/>
        </w:rPr>
        <w:t>y</w:t>
      </w:r>
      <w:r w:rsidR="005D1B69" w:rsidRPr="000733E7">
        <w:rPr>
          <w:szCs w:val="24"/>
        </w:rPr>
        <w:t xml:space="preserve"> (o </w:t>
      </w:r>
      <w:r w:rsidR="005E24BB">
        <w:rPr>
          <w:szCs w:val="24"/>
        </w:rPr>
        <w:t>34,0</w:t>
      </w:r>
      <w:r w:rsidR="00A30034">
        <w:rPr>
          <w:szCs w:val="24"/>
        </w:rPr>
        <w:t>%), posiadających staż 1</w:t>
      </w:r>
      <w:r w:rsidR="005E24BB">
        <w:rPr>
          <w:szCs w:val="24"/>
        </w:rPr>
        <w:t>-5</w:t>
      </w:r>
      <w:r w:rsidR="007F4FB9">
        <w:rPr>
          <w:szCs w:val="24"/>
        </w:rPr>
        <w:t xml:space="preserve"> lat – o </w:t>
      </w:r>
      <w:r w:rsidR="005E24BB">
        <w:rPr>
          <w:szCs w:val="24"/>
        </w:rPr>
        <w:t>73 osoby (o 13,4</w:t>
      </w:r>
      <w:r w:rsidR="007F4FB9">
        <w:rPr>
          <w:szCs w:val="24"/>
        </w:rPr>
        <w:t>%)</w:t>
      </w:r>
      <w:r w:rsidR="001344AD">
        <w:rPr>
          <w:szCs w:val="24"/>
        </w:rPr>
        <w:t xml:space="preserve"> oraz posiadających staż </w:t>
      </w:r>
      <w:r w:rsidR="005E24BB">
        <w:rPr>
          <w:szCs w:val="24"/>
        </w:rPr>
        <w:t xml:space="preserve">30 lat i </w:t>
      </w:r>
      <w:r w:rsidR="00AE2077">
        <w:rPr>
          <w:szCs w:val="24"/>
        </w:rPr>
        <w:t>więcej</w:t>
      </w:r>
      <w:r w:rsidR="005E24BB">
        <w:rPr>
          <w:szCs w:val="24"/>
        </w:rPr>
        <w:t xml:space="preserve"> – o 47 osób (27,2</w:t>
      </w:r>
      <w:r w:rsidR="001344AD">
        <w:rPr>
          <w:szCs w:val="24"/>
        </w:rPr>
        <w:t>%)</w:t>
      </w:r>
      <w:r w:rsidR="007F4FB9">
        <w:rPr>
          <w:szCs w:val="24"/>
        </w:rPr>
        <w:t>.</w:t>
      </w:r>
    </w:p>
    <w:p w:rsidR="00FC0A45" w:rsidRDefault="00FC0A45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7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stażu pracy</w:t>
      </w:r>
      <w:r w:rsidRPr="00FB42CA">
        <w:rPr>
          <w:b/>
          <w:szCs w:val="24"/>
        </w:rPr>
        <w:t xml:space="preserve"> (stan na 31.12.201</w:t>
      </w:r>
      <w:r w:rsidR="005E24BB">
        <w:rPr>
          <w:b/>
          <w:szCs w:val="24"/>
        </w:rPr>
        <w:t>7</w:t>
      </w:r>
      <w:r w:rsidRPr="00FB42CA">
        <w:rPr>
          <w:b/>
          <w:szCs w:val="24"/>
        </w:rPr>
        <w:t>r.)</w:t>
      </w:r>
    </w:p>
    <w:p w:rsidR="006205DB" w:rsidRPr="00E51C9A" w:rsidRDefault="00E51C9A" w:rsidP="00FC0A45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>
            <wp:extent cx="6049670" cy="2355494"/>
            <wp:effectExtent l="0" t="0" r="27305" b="26035"/>
            <wp:docPr id="20" name="Wykres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445C0" w:rsidRDefault="001445C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</w:t>
      </w:r>
      <w:r w:rsidR="0044543A">
        <w:rPr>
          <w:b/>
          <w:i/>
          <w:szCs w:val="24"/>
        </w:rPr>
        <w:t xml:space="preserve">   </w:t>
      </w:r>
      <w:r w:rsidRPr="000733E7">
        <w:rPr>
          <w:b/>
          <w:i/>
          <w:szCs w:val="24"/>
        </w:rPr>
        <w:t>Bezrobotni będący w szczególnej sytuacji na rynku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Powiatowy Urząd Pracy w Otwocku wykorzystując sprawozdania statystyczne monitoruje wyodrębnione kategorie bezrobotnych tzw. „bezrobotnych będących w szczególnej sytuacji na rynku pracy. </w:t>
      </w:r>
      <w:r w:rsidR="005D1B69" w:rsidRPr="000733E7">
        <w:rPr>
          <w:szCs w:val="24"/>
        </w:rPr>
        <w:t xml:space="preserve">Do </w:t>
      </w:r>
      <w:r w:rsidR="0024352C">
        <w:rPr>
          <w:szCs w:val="24"/>
        </w:rPr>
        <w:t xml:space="preserve">tej populacji </w:t>
      </w:r>
      <w:r w:rsidR="001A0A89">
        <w:rPr>
          <w:szCs w:val="24"/>
        </w:rPr>
        <w:t xml:space="preserve">zalicza się następujące </w:t>
      </w:r>
      <w:r w:rsidR="0024352C">
        <w:rPr>
          <w:szCs w:val="24"/>
        </w:rPr>
        <w:t>grupy:</w:t>
      </w:r>
    </w:p>
    <w:p w:rsidR="005B69D0" w:rsidRPr="000733E7" w:rsidRDefault="0024352C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>
        <w:rPr>
          <w:szCs w:val="24"/>
        </w:rPr>
        <w:t>bezrobotnych do 30</w:t>
      </w:r>
      <w:r w:rsidR="005B69D0" w:rsidRPr="000733E7">
        <w:rPr>
          <w:szCs w:val="24"/>
        </w:rPr>
        <w:t xml:space="preserve"> roku życia,</w:t>
      </w:r>
    </w:p>
    <w:p w:rsidR="0024352C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24352C">
        <w:rPr>
          <w:szCs w:val="24"/>
        </w:rPr>
        <w:t>długotrwale bezrobotnych</w:t>
      </w:r>
      <w:r w:rsidR="0024352C" w:rsidRPr="0024352C">
        <w:rPr>
          <w:szCs w:val="24"/>
        </w:rPr>
        <w:t>,</w:t>
      </w:r>
      <w:r w:rsidRPr="0024352C">
        <w:rPr>
          <w:szCs w:val="24"/>
        </w:rPr>
        <w:t xml:space="preserve"> </w:t>
      </w:r>
    </w:p>
    <w:p w:rsidR="005B69D0" w:rsidRPr="0024352C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24352C">
        <w:rPr>
          <w:szCs w:val="24"/>
        </w:rPr>
        <w:t>bezrobotnych powyżej 50 roku życia,</w:t>
      </w:r>
    </w:p>
    <w:p w:rsidR="005B69D0" w:rsidRPr="000733E7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bezrobotnych </w:t>
      </w:r>
      <w:r w:rsidR="0024352C">
        <w:rPr>
          <w:szCs w:val="24"/>
        </w:rPr>
        <w:t>korzystających ze świadczeń z pomocy społecznej,</w:t>
      </w:r>
    </w:p>
    <w:p w:rsidR="005B69D0" w:rsidRPr="000733E7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>bezrobotnych</w:t>
      </w:r>
      <w:r w:rsidR="0024352C">
        <w:rPr>
          <w:szCs w:val="24"/>
        </w:rPr>
        <w:t xml:space="preserve"> posiadających co najmniej jedno dziecko do 6 roku życia lub co najmniej jedno dziecko niepełnosprawne do 18 roku życia</w:t>
      </w:r>
      <w:r w:rsidRPr="000733E7">
        <w:rPr>
          <w:szCs w:val="24"/>
        </w:rPr>
        <w:t>,</w:t>
      </w:r>
    </w:p>
    <w:p w:rsidR="005B69D0" w:rsidRPr="000733E7" w:rsidRDefault="005B69D0" w:rsidP="00BF37F9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>bezrobotnych niepełnosprawnych,</w:t>
      </w:r>
    </w:p>
    <w:p w:rsidR="005B69D0" w:rsidRPr="000733E7" w:rsidRDefault="001C242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końcu grudnia 201</w:t>
      </w:r>
      <w:r w:rsidR="00C32650">
        <w:rPr>
          <w:szCs w:val="24"/>
        </w:rPr>
        <w:t>7</w:t>
      </w:r>
      <w:r w:rsidRPr="000733E7">
        <w:rPr>
          <w:szCs w:val="24"/>
        </w:rPr>
        <w:t>r.</w:t>
      </w:r>
      <w:r w:rsidR="00F97AAF">
        <w:rPr>
          <w:szCs w:val="24"/>
        </w:rPr>
        <w:t xml:space="preserve"> w powiecie otwockim status osoby </w:t>
      </w:r>
      <w:r w:rsidRPr="000733E7">
        <w:rPr>
          <w:szCs w:val="24"/>
        </w:rPr>
        <w:t xml:space="preserve">w szczególnej sytuacji na rynku pracy </w:t>
      </w:r>
      <w:r w:rsidR="00AE2077">
        <w:rPr>
          <w:szCs w:val="24"/>
        </w:rPr>
        <w:t>posiadały</w:t>
      </w:r>
      <w:r w:rsidR="00F97AAF">
        <w:rPr>
          <w:szCs w:val="24"/>
        </w:rPr>
        <w:t xml:space="preserve"> </w:t>
      </w:r>
      <w:r w:rsidR="009073C1">
        <w:rPr>
          <w:szCs w:val="24"/>
        </w:rPr>
        <w:t>1974</w:t>
      </w:r>
      <w:r w:rsidR="00C32650">
        <w:rPr>
          <w:szCs w:val="24"/>
        </w:rPr>
        <w:t xml:space="preserve"> osoby co oznacza, że 82</w:t>
      </w:r>
      <w:r w:rsidR="00F97AAF">
        <w:rPr>
          <w:szCs w:val="24"/>
        </w:rPr>
        <w:t xml:space="preserve"> osoby na 100 bezrobotnych spełniało kryteria by być zaliczonym do tej populacji. </w:t>
      </w:r>
      <w:r w:rsidRPr="000733E7">
        <w:rPr>
          <w:szCs w:val="24"/>
        </w:rPr>
        <w:t xml:space="preserve"> </w:t>
      </w:r>
      <w:r w:rsidR="00914036" w:rsidRPr="000733E7">
        <w:rPr>
          <w:szCs w:val="24"/>
        </w:rPr>
        <w:t>W porównaniu do grudnia 201</w:t>
      </w:r>
      <w:r w:rsidR="00C32650">
        <w:rPr>
          <w:szCs w:val="24"/>
        </w:rPr>
        <w:t>6</w:t>
      </w:r>
      <w:r w:rsidR="00914036" w:rsidRPr="000733E7">
        <w:rPr>
          <w:szCs w:val="24"/>
        </w:rPr>
        <w:t xml:space="preserve">r. populacja ta </w:t>
      </w:r>
      <w:r w:rsidR="00E51C9A">
        <w:rPr>
          <w:szCs w:val="24"/>
        </w:rPr>
        <w:t>spadła</w:t>
      </w:r>
      <w:r w:rsidR="00914036" w:rsidRPr="000733E7">
        <w:rPr>
          <w:szCs w:val="24"/>
        </w:rPr>
        <w:t xml:space="preserve"> o </w:t>
      </w:r>
      <w:r w:rsidR="00C32650">
        <w:rPr>
          <w:szCs w:val="24"/>
        </w:rPr>
        <w:t>364</w:t>
      </w:r>
      <w:r w:rsidR="00914036" w:rsidRPr="000733E7">
        <w:rPr>
          <w:szCs w:val="24"/>
        </w:rPr>
        <w:t xml:space="preserve"> os</w:t>
      </w:r>
      <w:r w:rsidR="00C32650">
        <w:rPr>
          <w:szCs w:val="24"/>
        </w:rPr>
        <w:t>oby</w:t>
      </w:r>
      <w:r w:rsidR="00914036" w:rsidRPr="000733E7">
        <w:rPr>
          <w:szCs w:val="24"/>
        </w:rPr>
        <w:t xml:space="preserve">, tj. o </w:t>
      </w:r>
      <w:r w:rsidR="00C32650">
        <w:rPr>
          <w:szCs w:val="24"/>
        </w:rPr>
        <w:t>15,6</w:t>
      </w:r>
      <w:r w:rsidR="00914036" w:rsidRPr="000733E7">
        <w:rPr>
          <w:szCs w:val="24"/>
        </w:rPr>
        <w:t>%. Na przestrzeni 201</w:t>
      </w:r>
      <w:r w:rsidR="00C32650">
        <w:rPr>
          <w:szCs w:val="24"/>
        </w:rPr>
        <w:t>7</w:t>
      </w:r>
      <w:r w:rsidR="00914036" w:rsidRPr="000733E7">
        <w:rPr>
          <w:szCs w:val="24"/>
        </w:rPr>
        <w:t>r. został</w:t>
      </w:r>
      <w:r w:rsidR="0024352C">
        <w:rPr>
          <w:szCs w:val="24"/>
        </w:rPr>
        <w:t>o</w:t>
      </w:r>
      <w:r w:rsidR="00914036" w:rsidRPr="000733E7">
        <w:rPr>
          <w:szCs w:val="24"/>
        </w:rPr>
        <w:t xml:space="preserve"> zarejestrowan</w:t>
      </w:r>
      <w:r w:rsidR="0024352C">
        <w:rPr>
          <w:szCs w:val="24"/>
        </w:rPr>
        <w:t>ych</w:t>
      </w:r>
      <w:r w:rsidR="00914036" w:rsidRPr="000733E7">
        <w:rPr>
          <w:szCs w:val="24"/>
        </w:rPr>
        <w:t xml:space="preserve"> </w:t>
      </w:r>
      <w:r w:rsidR="00C32650">
        <w:rPr>
          <w:szCs w:val="24"/>
        </w:rPr>
        <w:t>3728</w:t>
      </w:r>
      <w:r w:rsidR="00914036" w:rsidRPr="000733E7">
        <w:rPr>
          <w:szCs w:val="24"/>
        </w:rPr>
        <w:t xml:space="preserve"> os</w:t>
      </w:r>
      <w:r w:rsidR="0024352C">
        <w:rPr>
          <w:szCs w:val="24"/>
        </w:rPr>
        <w:t>ób</w:t>
      </w:r>
      <w:r w:rsidR="00914036" w:rsidRPr="000733E7">
        <w:rPr>
          <w:szCs w:val="24"/>
        </w:rPr>
        <w:t xml:space="preserve"> będąc</w:t>
      </w:r>
      <w:r w:rsidR="0024352C">
        <w:rPr>
          <w:szCs w:val="24"/>
        </w:rPr>
        <w:t>ych</w:t>
      </w:r>
      <w:r w:rsidR="00914036" w:rsidRPr="000733E7">
        <w:rPr>
          <w:szCs w:val="24"/>
        </w:rPr>
        <w:t xml:space="preserve"> w szczególnej sytuacji na rynku pracy, w tym </w:t>
      </w:r>
      <w:r w:rsidR="00C32650">
        <w:rPr>
          <w:szCs w:val="24"/>
        </w:rPr>
        <w:t>1667</w:t>
      </w:r>
      <w:r w:rsidR="00914036" w:rsidRPr="000733E7">
        <w:rPr>
          <w:szCs w:val="24"/>
        </w:rPr>
        <w:t xml:space="preserve"> kobiet. Pracę w analizowanym okresie podjęł</w:t>
      </w:r>
      <w:r w:rsidR="00C32650">
        <w:rPr>
          <w:szCs w:val="24"/>
        </w:rPr>
        <w:t>y</w:t>
      </w:r>
      <w:r w:rsidR="00914036" w:rsidRPr="000733E7">
        <w:rPr>
          <w:szCs w:val="24"/>
        </w:rPr>
        <w:t xml:space="preserve"> </w:t>
      </w:r>
      <w:r w:rsidR="00C32650">
        <w:rPr>
          <w:szCs w:val="24"/>
        </w:rPr>
        <w:t>1572 osoby</w:t>
      </w:r>
      <w:r w:rsidR="00914036" w:rsidRPr="000733E7">
        <w:rPr>
          <w:szCs w:val="24"/>
        </w:rPr>
        <w:t xml:space="preserve">, w tym </w:t>
      </w:r>
      <w:r w:rsidR="00C32650">
        <w:rPr>
          <w:szCs w:val="24"/>
        </w:rPr>
        <w:t>778</w:t>
      </w:r>
      <w:r w:rsidR="00914036" w:rsidRPr="000733E7">
        <w:rPr>
          <w:szCs w:val="24"/>
        </w:rPr>
        <w:t xml:space="preserve"> kobiet.</w:t>
      </w:r>
    </w:p>
    <w:p w:rsidR="001C2423" w:rsidRPr="006205DB" w:rsidRDefault="001C2423" w:rsidP="00200914">
      <w:pPr>
        <w:pStyle w:val="Tekstpodstawowywcity2"/>
        <w:spacing w:line="360" w:lineRule="auto"/>
        <w:ind w:left="0"/>
        <w:rPr>
          <w:sz w:val="20"/>
        </w:rPr>
      </w:pPr>
    </w:p>
    <w:p w:rsidR="00FC0A45" w:rsidRPr="007966C3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9. </w:t>
      </w:r>
      <w:r w:rsidRPr="000733E7">
        <w:rPr>
          <w:b/>
          <w:szCs w:val="24"/>
        </w:rPr>
        <w:t>Napływ i podjęcia pracy osób bezrobotnych w szczególnej sytuacji na rynku pracy w 201</w:t>
      </w:r>
      <w:r w:rsidR="00C32650">
        <w:rPr>
          <w:b/>
          <w:szCs w:val="24"/>
        </w:rPr>
        <w:t>7</w:t>
      </w:r>
      <w:r w:rsidRPr="000733E7">
        <w:rPr>
          <w:b/>
          <w:szCs w:val="24"/>
        </w:rPr>
        <w:t>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9"/>
        <w:gridCol w:w="1899"/>
        <w:gridCol w:w="1980"/>
        <w:gridCol w:w="1818"/>
        <w:gridCol w:w="1899"/>
      </w:tblGrid>
      <w:tr w:rsidR="00FC0A45" w:rsidRPr="000733E7" w:rsidTr="00042654">
        <w:tc>
          <w:tcPr>
            <w:tcW w:w="1899" w:type="dxa"/>
            <w:vMerge w:val="restart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3879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zarejestrowani w m-</w:t>
            </w:r>
            <w:proofErr w:type="spellStart"/>
            <w:r w:rsidRPr="0044543A">
              <w:rPr>
                <w:b/>
                <w:sz w:val="20"/>
              </w:rPr>
              <w:t>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  <w:tc>
          <w:tcPr>
            <w:tcW w:w="3717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Podjęcia pracy w m-</w:t>
            </w:r>
            <w:proofErr w:type="spellStart"/>
            <w:r w:rsidRPr="0044543A">
              <w:rPr>
                <w:b/>
                <w:sz w:val="20"/>
              </w:rPr>
              <w:t>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</w:tr>
      <w:tr w:rsidR="00FC0A45" w:rsidRPr="000733E7" w:rsidTr="00042654">
        <w:tc>
          <w:tcPr>
            <w:tcW w:w="1899" w:type="dxa"/>
            <w:vMerge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24352C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="00FC0A45">
              <w:rPr>
                <w:b/>
                <w:sz w:val="20"/>
              </w:rPr>
              <w:t>gółem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Styczeń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389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Luty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Marzec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Kwiecień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Maj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Czerwiec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274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Lipiec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Sierpień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Wrzesień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Październik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332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Listopad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295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Grudzień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298</w:t>
            </w:r>
          </w:p>
        </w:tc>
        <w:tc>
          <w:tcPr>
            <w:tcW w:w="1980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18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899" w:type="dxa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Razem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3728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1667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1572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C32650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778</w:t>
            </w:r>
          </w:p>
        </w:tc>
      </w:tr>
    </w:tbl>
    <w:p w:rsidR="00205892" w:rsidRDefault="00205892" w:rsidP="00FC0A45">
      <w:pPr>
        <w:pStyle w:val="Tekstpodstawowywcity2"/>
        <w:spacing w:line="276" w:lineRule="auto"/>
        <w:ind w:left="0"/>
        <w:rPr>
          <w:b/>
          <w:szCs w:val="24"/>
        </w:rPr>
      </w:pPr>
    </w:p>
    <w:p w:rsidR="00FC0A45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8</w:t>
      </w:r>
      <w:r w:rsidRPr="00FB42CA">
        <w:rPr>
          <w:b/>
          <w:szCs w:val="24"/>
        </w:rPr>
        <w:t xml:space="preserve">. Bezrobotni </w:t>
      </w:r>
      <w:r>
        <w:rPr>
          <w:b/>
          <w:szCs w:val="24"/>
        </w:rPr>
        <w:t xml:space="preserve">w szczególnej sytuacji na rynku pracy </w:t>
      </w:r>
      <w:r w:rsidR="00C32650">
        <w:rPr>
          <w:b/>
          <w:szCs w:val="24"/>
        </w:rPr>
        <w:t>(stan na 31.12.2017</w:t>
      </w:r>
      <w:r w:rsidR="00B76F35">
        <w:rPr>
          <w:b/>
          <w:szCs w:val="24"/>
        </w:rPr>
        <w:t>r.</w:t>
      </w:r>
      <w:r w:rsidR="004254F9">
        <w:rPr>
          <w:b/>
          <w:szCs w:val="24"/>
        </w:rPr>
        <w:t>)</w:t>
      </w:r>
    </w:p>
    <w:p w:rsidR="00A75F50" w:rsidRPr="007A0B35" w:rsidRDefault="00A830FA" w:rsidP="007A0B3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>
            <wp:extent cx="6137452" cy="2787091"/>
            <wp:effectExtent l="0" t="0" r="15875" b="13335"/>
            <wp:docPr id="22" name="Wykres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3.1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="00491ADF">
        <w:rPr>
          <w:b/>
          <w:i/>
          <w:szCs w:val="24"/>
        </w:rPr>
        <w:t>Bezrobotni do 30 r</w:t>
      </w:r>
      <w:r w:rsidRPr="000733E7">
        <w:rPr>
          <w:b/>
          <w:i/>
          <w:szCs w:val="24"/>
        </w:rPr>
        <w:t>oku życia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</w:t>
      </w:r>
      <w:r w:rsidR="004F5EB6" w:rsidRPr="000733E7">
        <w:rPr>
          <w:szCs w:val="24"/>
        </w:rPr>
        <w:t xml:space="preserve"> 20</w:t>
      </w:r>
      <w:r w:rsidR="001C2423" w:rsidRPr="000733E7">
        <w:rPr>
          <w:szCs w:val="24"/>
        </w:rPr>
        <w:t>1</w:t>
      </w:r>
      <w:r w:rsidR="00C32650">
        <w:rPr>
          <w:szCs w:val="24"/>
        </w:rPr>
        <w:t>7</w:t>
      </w:r>
      <w:r w:rsidRPr="000733E7">
        <w:rPr>
          <w:szCs w:val="24"/>
        </w:rPr>
        <w:t>r. w ewide</w:t>
      </w:r>
      <w:r w:rsidR="005D1B69" w:rsidRPr="000733E7">
        <w:rPr>
          <w:szCs w:val="24"/>
        </w:rPr>
        <w:t>ncji urzędu pracy figurował</w:t>
      </w:r>
      <w:r w:rsidR="00C32650">
        <w:rPr>
          <w:szCs w:val="24"/>
        </w:rPr>
        <w:t>o 499</w:t>
      </w:r>
      <w:r w:rsidR="00335352">
        <w:rPr>
          <w:szCs w:val="24"/>
        </w:rPr>
        <w:t xml:space="preserve"> os</w:t>
      </w:r>
      <w:r w:rsidR="00C32650">
        <w:rPr>
          <w:szCs w:val="24"/>
        </w:rPr>
        <w:t>ób</w:t>
      </w:r>
      <w:r w:rsidRPr="000733E7">
        <w:rPr>
          <w:szCs w:val="24"/>
        </w:rPr>
        <w:t xml:space="preserve"> bezrobot</w:t>
      </w:r>
      <w:r w:rsidR="005D1B69" w:rsidRPr="000733E7">
        <w:rPr>
          <w:szCs w:val="24"/>
        </w:rPr>
        <w:t>n</w:t>
      </w:r>
      <w:r w:rsidR="00C32650">
        <w:rPr>
          <w:szCs w:val="24"/>
        </w:rPr>
        <w:t>ych</w:t>
      </w:r>
      <w:r w:rsidR="00491ADF">
        <w:rPr>
          <w:szCs w:val="24"/>
        </w:rPr>
        <w:t xml:space="preserve"> do 30</w:t>
      </w:r>
      <w:r w:rsidR="005D1B69" w:rsidRPr="000733E7">
        <w:rPr>
          <w:szCs w:val="24"/>
        </w:rPr>
        <w:t xml:space="preserve"> roku życia, w tym </w:t>
      </w:r>
      <w:r w:rsidR="00C32650">
        <w:rPr>
          <w:szCs w:val="24"/>
        </w:rPr>
        <w:t>270</w:t>
      </w:r>
      <w:r w:rsidRPr="000733E7">
        <w:rPr>
          <w:szCs w:val="24"/>
        </w:rPr>
        <w:t xml:space="preserve"> kobiet. </w:t>
      </w:r>
      <w:r w:rsidR="00491ADF">
        <w:rPr>
          <w:szCs w:val="24"/>
        </w:rPr>
        <w:t>Populacja ta</w:t>
      </w:r>
      <w:r w:rsidR="005D1B69" w:rsidRPr="000733E7">
        <w:rPr>
          <w:szCs w:val="24"/>
        </w:rPr>
        <w:t xml:space="preserve"> stanowiła </w:t>
      </w:r>
      <w:r w:rsidR="00C32650">
        <w:rPr>
          <w:szCs w:val="24"/>
        </w:rPr>
        <w:t>20,8</w:t>
      </w:r>
      <w:r w:rsidRPr="000733E7">
        <w:rPr>
          <w:szCs w:val="24"/>
        </w:rPr>
        <w:t>% ogółu bezrobotnych.</w:t>
      </w:r>
    </w:p>
    <w:p w:rsidR="00582B57" w:rsidRDefault="00C32650" w:rsidP="00F5765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Na przestrzeni 2017</w:t>
      </w:r>
      <w:r w:rsidR="005B69D0" w:rsidRPr="000733E7">
        <w:rPr>
          <w:szCs w:val="24"/>
        </w:rPr>
        <w:t xml:space="preserve"> roku w urzędzie pra</w:t>
      </w:r>
      <w:r w:rsidR="00491ADF">
        <w:rPr>
          <w:szCs w:val="24"/>
        </w:rPr>
        <w:t>cy został</w:t>
      </w:r>
      <w:r w:rsidR="00AC79E8">
        <w:rPr>
          <w:szCs w:val="24"/>
        </w:rPr>
        <w:t>o zarejestrowanych</w:t>
      </w:r>
      <w:r w:rsidR="007E37A5">
        <w:rPr>
          <w:szCs w:val="24"/>
        </w:rPr>
        <w:t xml:space="preserve"> </w:t>
      </w:r>
      <w:r>
        <w:rPr>
          <w:szCs w:val="24"/>
        </w:rPr>
        <w:t>1556</w:t>
      </w:r>
      <w:r w:rsidR="00AC79E8">
        <w:rPr>
          <w:szCs w:val="24"/>
        </w:rPr>
        <w:t xml:space="preserve"> osób</w:t>
      </w:r>
      <w:r w:rsidR="00491ADF">
        <w:rPr>
          <w:szCs w:val="24"/>
        </w:rPr>
        <w:t xml:space="preserve"> bezrobotn</w:t>
      </w:r>
      <w:r w:rsidR="00AC79E8">
        <w:rPr>
          <w:szCs w:val="24"/>
        </w:rPr>
        <w:t>ych</w:t>
      </w:r>
      <w:r w:rsidR="005B69D0" w:rsidRPr="000733E7">
        <w:rPr>
          <w:szCs w:val="24"/>
        </w:rPr>
        <w:t xml:space="preserve"> d</w:t>
      </w:r>
      <w:r w:rsidR="00491ADF">
        <w:rPr>
          <w:szCs w:val="24"/>
        </w:rPr>
        <w:t>o 30</w:t>
      </w:r>
      <w:r w:rsidR="005D1B69" w:rsidRPr="000733E7">
        <w:rPr>
          <w:szCs w:val="24"/>
        </w:rPr>
        <w:t xml:space="preserve"> roku życia, co stanowiło </w:t>
      </w:r>
      <w:r>
        <w:rPr>
          <w:szCs w:val="24"/>
        </w:rPr>
        <w:t>38</w:t>
      </w:r>
      <w:r w:rsidR="00335352">
        <w:rPr>
          <w:szCs w:val="24"/>
        </w:rPr>
        <w:t>,</w:t>
      </w:r>
      <w:r>
        <w:rPr>
          <w:szCs w:val="24"/>
        </w:rPr>
        <w:t>4</w:t>
      </w:r>
      <w:r w:rsidR="005B69D0" w:rsidRPr="000733E7">
        <w:rPr>
          <w:szCs w:val="24"/>
        </w:rPr>
        <w:t xml:space="preserve">% ogółu zarejestrowanych w tym okresie. Natomiast z </w:t>
      </w:r>
      <w:r w:rsidR="00931BD8" w:rsidRPr="000733E7">
        <w:rPr>
          <w:szCs w:val="24"/>
        </w:rPr>
        <w:t xml:space="preserve">ewidencji </w:t>
      </w:r>
      <w:r w:rsidR="00491ADF">
        <w:rPr>
          <w:szCs w:val="24"/>
        </w:rPr>
        <w:t>został</w:t>
      </w:r>
      <w:r>
        <w:rPr>
          <w:szCs w:val="24"/>
        </w:rPr>
        <w:t>o</w:t>
      </w:r>
      <w:r w:rsidR="00491ADF">
        <w:rPr>
          <w:szCs w:val="24"/>
        </w:rPr>
        <w:t xml:space="preserve"> </w:t>
      </w:r>
      <w:r w:rsidR="00931BD8" w:rsidRPr="000733E7">
        <w:rPr>
          <w:szCs w:val="24"/>
        </w:rPr>
        <w:t>wyłączon</w:t>
      </w:r>
      <w:r>
        <w:rPr>
          <w:szCs w:val="24"/>
        </w:rPr>
        <w:t>ych</w:t>
      </w:r>
      <w:r w:rsidR="00931BD8" w:rsidRPr="000733E7">
        <w:rPr>
          <w:szCs w:val="24"/>
        </w:rPr>
        <w:t xml:space="preserve"> </w:t>
      </w:r>
      <w:r>
        <w:rPr>
          <w:szCs w:val="24"/>
        </w:rPr>
        <w:t>1619</w:t>
      </w:r>
      <w:r w:rsidR="00931BD8" w:rsidRPr="000733E7">
        <w:rPr>
          <w:szCs w:val="24"/>
        </w:rPr>
        <w:t xml:space="preserve"> os</w:t>
      </w:r>
      <w:r>
        <w:rPr>
          <w:szCs w:val="24"/>
        </w:rPr>
        <w:t>ób</w:t>
      </w:r>
      <w:r w:rsidR="00542721" w:rsidRPr="000733E7">
        <w:rPr>
          <w:szCs w:val="24"/>
        </w:rPr>
        <w:t xml:space="preserve">, co stanowiło </w:t>
      </w:r>
      <w:r w:rsidR="00AC79E8">
        <w:rPr>
          <w:szCs w:val="24"/>
        </w:rPr>
        <w:t>36</w:t>
      </w:r>
      <w:r w:rsidR="00A830FA">
        <w:rPr>
          <w:szCs w:val="24"/>
        </w:rPr>
        <w:t>,</w:t>
      </w:r>
      <w:r>
        <w:rPr>
          <w:szCs w:val="24"/>
        </w:rPr>
        <w:t>4</w:t>
      </w:r>
      <w:r w:rsidR="005B69D0" w:rsidRPr="000733E7">
        <w:rPr>
          <w:szCs w:val="24"/>
        </w:rPr>
        <w:t>% ogółu wyłączonych z ewidencji. W omawianym okre</w:t>
      </w:r>
      <w:r w:rsidR="00542721" w:rsidRPr="000733E7">
        <w:rPr>
          <w:szCs w:val="24"/>
        </w:rPr>
        <w:t xml:space="preserve">sie pracę </w:t>
      </w:r>
      <w:r w:rsidR="003F17BE" w:rsidRPr="000733E7">
        <w:rPr>
          <w:szCs w:val="24"/>
        </w:rPr>
        <w:t>podjęł</w:t>
      </w:r>
      <w:r w:rsidR="00491ADF">
        <w:rPr>
          <w:szCs w:val="24"/>
        </w:rPr>
        <w:t>o</w:t>
      </w:r>
      <w:r w:rsidR="00542721" w:rsidRPr="000733E7">
        <w:rPr>
          <w:szCs w:val="24"/>
        </w:rPr>
        <w:t xml:space="preserve"> </w:t>
      </w:r>
      <w:r>
        <w:rPr>
          <w:szCs w:val="24"/>
        </w:rPr>
        <w:t>789</w:t>
      </w:r>
      <w:r w:rsidR="00E90D3F" w:rsidRPr="000733E7">
        <w:rPr>
          <w:szCs w:val="24"/>
        </w:rPr>
        <w:t xml:space="preserve"> os</w:t>
      </w:r>
      <w:r w:rsidR="00491ADF">
        <w:rPr>
          <w:szCs w:val="24"/>
        </w:rPr>
        <w:t>ób</w:t>
      </w:r>
      <w:r w:rsidR="005B69D0" w:rsidRPr="000733E7">
        <w:rPr>
          <w:szCs w:val="24"/>
        </w:rPr>
        <w:t xml:space="preserve">. </w:t>
      </w:r>
    </w:p>
    <w:p w:rsidR="009C3EE1" w:rsidRDefault="009C3EE1" w:rsidP="00F57657">
      <w:pPr>
        <w:pStyle w:val="Tekstpodstawowywcity2"/>
        <w:spacing w:line="360" w:lineRule="auto"/>
        <w:ind w:left="0"/>
        <w:rPr>
          <w:szCs w:val="24"/>
        </w:rPr>
      </w:pPr>
    </w:p>
    <w:p w:rsidR="005B69D0" w:rsidRPr="00205892" w:rsidRDefault="0044543A" w:rsidP="0044543A">
      <w:pPr>
        <w:pStyle w:val="Tekstpodstawowywcity2"/>
        <w:spacing w:line="276" w:lineRule="auto"/>
        <w:ind w:left="0"/>
        <w:jc w:val="left"/>
        <w:rPr>
          <w:b/>
          <w:i/>
          <w:szCs w:val="24"/>
        </w:rPr>
      </w:pPr>
      <w:r>
        <w:rPr>
          <w:b/>
          <w:szCs w:val="24"/>
        </w:rPr>
        <w:t xml:space="preserve">Tabela 10. </w:t>
      </w:r>
      <w:r w:rsidR="00F57657">
        <w:rPr>
          <w:b/>
          <w:szCs w:val="24"/>
        </w:rPr>
        <w:t>Bezrobotni do 30 roku życia w 201</w:t>
      </w:r>
      <w:r w:rsidR="00A0624E">
        <w:rPr>
          <w:b/>
          <w:szCs w:val="24"/>
        </w:rPr>
        <w:t>7</w:t>
      </w:r>
      <w:r w:rsidR="005B69D0" w:rsidRPr="000733E7">
        <w:rPr>
          <w:szCs w:val="24"/>
        </w:rPr>
        <w:t xml:space="preserve"> </w:t>
      </w:r>
      <w:r w:rsidR="00205892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5B69D0" w:rsidRPr="000733E7" w:rsidTr="0069407C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3"/>
            <w:shd w:val="clear" w:color="auto" w:fill="C2D69B" w:themeFill="accent3" w:themeFillTint="99"/>
          </w:tcPr>
          <w:p w:rsidR="005B69D0" w:rsidRPr="0044543A" w:rsidRDefault="00F57657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Bezrobotni do 30</w:t>
            </w:r>
            <w:r w:rsidR="005B69D0" w:rsidRPr="0044543A">
              <w:rPr>
                <w:b/>
                <w:sz w:val="20"/>
              </w:rPr>
              <w:t xml:space="preserve"> roku życia</w:t>
            </w:r>
          </w:p>
        </w:tc>
      </w:tr>
      <w:tr w:rsidR="005B69D0" w:rsidRPr="000733E7" w:rsidTr="0069407C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 w 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665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675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648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579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546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542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533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21,2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539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22,3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524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499</w:t>
            </w:r>
          </w:p>
        </w:tc>
        <w:tc>
          <w:tcPr>
            <w:tcW w:w="2303" w:type="dxa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A0624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1556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5B69D0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9C3EE1" w:rsidRPr="000733E7" w:rsidRDefault="009C3EE1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4B7D40" w:rsidP="00200914">
      <w:pPr>
        <w:pStyle w:val="Tekstpodstawowywcity2"/>
        <w:numPr>
          <w:ilvl w:val="0"/>
          <w:numId w:val="7"/>
        </w:numPr>
        <w:spacing w:line="360" w:lineRule="auto"/>
        <w:rPr>
          <w:b/>
          <w:szCs w:val="24"/>
        </w:rPr>
      </w:pPr>
      <w:r>
        <w:rPr>
          <w:b/>
          <w:szCs w:val="24"/>
        </w:rPr>
        <w:t xml:space="preserve">Bezrobotni do 30 </w:t>
      </w:r>
      <w:r w:rsidR="005B69D0" w:rsidRPr="000733E7">
        <w:rPr>
          <w:b/>
          <w:szCs w:val="24"/>
        </w:rPr>
        <w:t>roku życia wg wykształcenia</w:t>
      </w:r>
    </w:p>
    <w:p w:rsidR="0044543A" w:rsidRDefault="00E90D3F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EA7D91" w:rsidRPr="000733E7">
        <w:rPr>
          <w:szCs w:val="24"/>
        </w:rPr>
        <w:t>1</w:t>
      </w:r>
      <w:r w:rsidR="001B33B8">
        <w:rPr>
          <w:szCs w:val="24"/>
        </w:rPr>
        <w:t>7</w:t>
      </w:r>
      <w:r w:rsidR="00542721" w:rsidRPr="000733E7">
        <w:rPr>
          <w:szCs w:val="24"/>
        </w:rPr>
        <w:t xml:space="preserve"> roku, spośród</w:t>
      </w:r>
      <w:r w:rsidRPr="000733E7">
        <w:rPr>
          <w:szCs w:val="24"/>
        </w:rPr>
        <w:t xml:space="preserve"> </w:t>
      </w:r>
      <w:r w:rsidR="001B33B8">
        <w:rPr>
          <w:szCs w:val="24"/>
        </w:rPr>
        <w:t>499</w:t>
      </w:r>
      <w:r w:rsidRPr="000733E7">
        <w:rPr>
          <w:szCs w:val="24"/>
        </w:rPr>
        <w:t xml:space="preserve"> </w:t>
      </w:r>
      <w:r w:rsidR="005B69D0" w:rsidRPr="000733E7">
        <w:rPr>
          <w:szCs w:val="24"/>
        </w:rPr>
        <w:t>osób</w:t>
      </w:r>
      <w:r w:rsidR="00AF41AC">
        <w:rPr>
          <w:szCs w:val="24"/>
        </w:rPr>
        <w:t xml:space="preserve"> bezrobotnych</w:t>
      </w:r>
      <w:r w:rsidR="005B69D0" w:rsidRPr="000733E7">
        <w:rPr>
          <w:szCs w:val="24"/>
        </w:rPr>
        <w:t xml:space="preserve"> </w:t>
      </w:r>
      <w:r w:rsidR="004B7D40">
        <w:rPr>
          <w:szCs w:val="24"/>
        </w:rPr>
        <w:t>do 30</w:t>
      </w:r>
      <w:r w:rsidR="00542721" w:rsidRPr="000733E7">
        <w:rPr>
          <w:szCs w:val="24"/>
        </w:rPr>
        <w:t xml:space="preserve"> roku życia – </w:t>
      </w:r>
      <w:r w:rsidR="001B33B8">
        <w:rPr>
          <w:szCs w:val="24"/>
        </w:rPr>
        <w:t>217</w:t>
      </w:r>
      <w:r w:rsidR="00542721" w:rsidRPr="000733E7">
        <w:rPr>
          <w:szCs w:val="24"/>
        </w:rPr>
        <w:t xml:space="preserve"> os</w:t>
      </w:r>
      <w:r w:rsidR="004B7D40">
        <w:rPr>
          <w:szCs w:val="24"/>
        </w:rPr>
        <w:t>ób</w:t>
      </w:r>
      <w:r w:rsidR="00542721" w:rsidRPr="000733E7">
        <w:rPr>
          <w:szCs w:val="24"/>
        </w:rPr>
        <w:t xml:space="preserve"> (tj.</w:t>
      </w:r>
      <w:r w:rsidR="001B33B8">
        <w:rPr>
          <w:szCs w:val="24"/>
        </w:rPr>
        <w:t>43,5</w:t>
      </w:r>
      <w:r w:rsidR="005B69D0" w:rsidRPr="000733E7">
        <w:rPr>
          <w:szCs w:val="24"/>
        </w:rPr>
        <w:t>%) posiadał</w:t>
      </w:r>
      <w:r w:rsidR="004B7D40">
        <w:rPr>
          <w:szCs w:val="24"/>
        </w:rPr>
        <w:t>o</w:t>
      </w:r>
      <w:r w:rsidR="005B69D0" w:rsidRPr="000733E7">
        <w:rPr>
          <w:szCs w:val="24"/>
        </w:rPr>
        <w:t xml:space="preserve"> wykształcenie policealne i średnie zawodowe oraz średnie ogólnokształcące. Natomiast wykształcenie niższe od średniego tj. zasadnicze zawod</w:t>
      </w:r>
      <w:r w:rsidRPr="000733E7">
        <w:rPr>
          <w:szCs w:val="24"/>
        </w:rPr>
        <w:t>owe i gimnazjalne  posiadał</w:t>
      </w:r>
      <w:r w:rsidR="00AC79E8">
        <w:rPr>
          <w:szCs w:val="24"/>
        </w:rPr>
        <w:t>y</w:t>
      </w:r>
      <w:r w:rsidRPr="000733E7">
        <w:rPr>
          <w:szCs w:val="24"/>
        </w:rPr>
        <w:t xml:space="preserve"> </w:t>
      </w:r>
      <w:r w:rsidR="001B33B8">
        <w:rPr>
          <w:szCs w:val="24"/>
        </w:rPr>
        <w:t>203</w:t>
      </w:r>
      <w:r w:rsidRPr="000733E7">
        <w:rPr>
          <w:szCs w:val="24"/>
        </w:rPr>
        <w:t xml:space="preserve"> os</w:t>
      </w:r>
      <w:r w:rsidR="00AC79E8">
        <w:rPr>
          <w:szCs w:val="24"/>
        </w:rPr>
        <w:t>oby</w:t>
      </w:r>
      <w:r w:rsidRPr="000733E7">
        <w:rPr>
          <w:szCs w:val="24"/>
        </w:rPr>
        <w:t xml:space="preserve">, co stanowiło </w:t>
      </w:r>
      <w:r w:rsidR="001B33B8">
        <w:rPr>
          <w:szCs w:val="24"/>
        </w:rPr>
        <w:t>40,7</w:t>
      </w:r>
      <w:r w:rsidR="005B69D0" w:rsidRPr="000733E7">
        <w:rPr>
          <w:szCs w:val="24"/>
        </w:rPr>
        <w:t>% ogółu tej kategorii bezrobo</w:t>
      </w:r>
      <w:r w:rsidR="004B7D40">
        <w:rPr>
          <w:szCs w:val="24"/>
        </w:rPr>
        <w:t>tnych. Spośród ogółu bezrobotnych do 30 roku życia</w:t>
      </w:r>
      <w:r w:rsidR="005B69D0" w:rsidRPr="000733E7">
        <w:rPr>
          <w:szCs w:val="24"/>
        </w:rPr>
        <w:t xml:space="preserve"> najniższy udział posiadały osoby legitymujące</w:t>
      </w:r>
      <w:r w:rsidR="00542721" w:rsidRPr="000733E7">
        <w:rPr>
          <w:szCs w:val="24"/>
        </w:rPr>
        <w:t xml:space="preserve"> się wykształceniem wyższym – </w:t>
      </w:r>
      <w:r w:rsidR="001B33B8">
        <w:rPr>
          <w:szCs w:val="24"/>
        </w:rPr>
        <w:t>79</w:t>
      </w:r>
      <w:r w:rsidRPr="000733E7">
        <w:rPr>
          <w:szCs w:val="24"/>
        </w:rPr>
        <w:t xml:space="preserve"> os</w:t>
      </w:r>
      <w:r w:rsidR="004B7D40">
        <w:rPr>
          <w:szCs w:val="24"/>
        </w:rPr>
        <w:t xml:space="preserve">ób </w:t>
      </w:r>
      <w:r w:rsidR="00FC0B14">
        <w:rPr>
          <w:szCs w:val="24"/>
        </w:rPr>
        <w:t>(</w:t>
      </w:r>
      <w:r w:rsidRPr="000733E7">
        <w:rPr>
          <w:szCs w:val="24"/>
        </w:rPr>
        <w:t xml:space="preserve">tj. </w:t>
      </w:r>
      <w:r w:rsidR="001B33B8">
        <w:rPr>
          <w:szCs w:val="24"/>
        </w:rPr>
        <w:t>15,8</w:t>
      </w:r>
      <w:r w:rsidR="00FC0B14">
        <w:rPr>
          <w:szCs w:val="24"/>
        </w:rPr>
        <w:t>%</w:t>
      </w:r>
      <w:r w:rsidR="005B69D0" w:rsidRPr="000733E7">
        <w:rPr>
          <w:szCs w:val="24"/>
        </w:rPr>
        <w:t>).</w:t>
      </w:r>
    </w:p>
    <w:p w:rsidR="00950CEC" w:rsidRDefault="00950CEC" w:rsidP="00BE3B86">
      <w:pPr>
        <w:pStyle w:val="Tekstpodstawowywcity2"/>
        <w:spacing w:line="360" w:lineRule="auto"/>
        <w:ind w:left="0"/>
        <w:rPr>
          <w:szCs w:val="24"/>
        </w:rPr>
      </w:pPr>
    </w:p>
    <w:p w:rsidR="009C3EE1" w:rsidRPr="0044543A" w:rsidRDefault="009C3EE1" w:rsidP="00BE3B86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4B7D40" w:rsidP="0044543A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lastRenderedPageBreak/>
        <w:t>Tabela 11. Bezrobotni do 30 roku życia</w:t>
      </w:r>
      <w:r w:rsidR="00205892">
        <w:rPr>
          <w:b/>
          <w:szCs w:val="24"/>
        </w:rPr>
        <w:t xml:space="preserve">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E90D3F" w:rsidP="00C0640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213FB9" w:rsidRPr="0044543A">
              <w:rPr>
                <w:b/>
                <w:sz w:val="20"/>
              </w:rPr>
              <w:t>1</w:t>
            </w:r>
            <w:r w:rsidR="005872C8">
              <w:rPr>
                <w:b/>
                <w:sz w:val="20"/>
              </w:rPr>
              <w:t>7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DB22EB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Bezrobotni do 30 roku </w:t>
            </w:r>
            <w:r w:rsidR="005B69D0" w:rsidRPr="0044543A">
              <w:rPr>
                <w:i/>
                <w:sz w:val="20"/>
              </w:rPr>
              <w:t>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15,8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policealne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i średnie zawodowe</w:t>
            </w:r>
          </w:p>
        </w:tc>
        <w:tc>
          <w:tcPr>
            <w:tcW w:w="1842" w:type="dxa"/>
          </w:tcPr>
          <w:p w:rsidR="005B69D0" w:rsidRPr="0044543A" w:rsidRDefault="005872C8" w:rsidP="00F3647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14,0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26,7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54,1</w:t>
            </w:r>
          </w:p>
        </w:tc>
      </w:tr>
    </w:tbl>
    <w:p w:rsidR="00950CEC" w:rsidRPr="000733E7" w:rsidRDefault="00950CEC" w:rsidP="000733E7">
      <w:pPr>
        <w:pStyle w:val="Tekstpodstawowywcity2"/>
        <w:spacing w:line="276" w:lineRule="auto"/>
        <w:ind w:left="0"/>
        <w:rPr>
          <w:szCs w:val="24"/>
        </w:rPr>
      </w:pPr>
    </w:p>
    <w:p w:rsidR="0044543A" w:rsidRDefault="00E362BD" w:rsidP="00200914">
      <w:pPr>
        <w:pStyle w:val="Tekstpodstawowywcity2"/>
        <w:numPr>
          <w:ilvl w:val="0"/>
          <w:numId w:val="8"/>
        </w:numPr>
        <w:spacing w:line="360" w:lineRule="auto"/>
        <w:rPr>
          <w:b/>
          <w:szCs w:val="24"/>
        </w:rPr>
      </w:pPr>
      <w:r>
        <w:rPr>
          <w:b/>
          <w:szCs w:val="24"/>
        </w:rPr>
        <w:t>Bezrobotni do 30</w:t>
      </w:r>
      <w:r w:rsidR="005B69D0" w:rsidRPr="000733E7">
        <w:rPr>
          <w:b/>
          <w:szCs w:val="24"/>
        </w:rPr>
        <w:t xml:space="preserve"> roku życia wg stażu pracy</w:t>
      </w:r>
    </w:p>
    <w:p w:rsidR="005B69D0" w:rsidRPr="0044543A" w:rsidRDefault="005B69D0" w:rsidP="004254F9">
      <w:pPr>
        <w:pStyle w:val="Tekstpodstawowywcity2"/>
        <w:spacing w:line="360" w:lineRule="auto"/>
        <w:ind w:left="0"/>
        <w:rPr>
          <w:b/>
          <w:szCs w:val="24"/>
        </w:rPr>
      </w:pPr>
      <w:r w:rsidRPr="0044543A">
        <w:rPr>
          <w:szCs w:val="24"/>
        </w:rPr>
        <w:t>Brak pracy dot</w:t>
      </w:r>
      <w:r w:rsidR="00E362BD">
        <w:rPr>
          <w:szCs w:val="24"/>
        </w:rPr>
        <w:t xml:space="preserve">yka przede wszystkim osoby, które </w:t>
      </w:r>
      <w:r w:rsidR="005872C8">
        <w:rPr>
          <w:szCs w:val="24"/>
        </w:rPr>
        <w:t>posiadają staż pracy do 1 roku</w:t>
      </w:r>
      <w:r w:rsidRPr="0044543A">
        <w:rPr>
          <w:szCs w:val="24"/>
        </w:rPr>
        <w:t>. Na koniec g</w:t>
      </w:r>
      <w:r w:rsidR="00E90D3F" w:rsidRPr="0044543A">
        <w:rPr>
          <w:szCs w:val="24"/>
        </w:rPr>
        <w:t>rudnia 20</w:t>
      </w:r>
      <w:r w:rsidR="00213FB9" w:rsidRPr="0044543A">
        <w:rPr>
          <w:szCs w:val="24"/>
        </w:rPr>
        <w:t>1</w:t>
      </w:r>
      <w:r w:rsidR="005872C8">
        <w:rPr>
          <w:szCs w:val="24"/>
        </w:rPr>
        <w:t>7</w:t>
      </w:r>
      <w:r w:rsidR="00E90D3F" w:rsidRPr="0044543A">
        <w:rPr>
          <w:szCs w:val="24"/>
        </w:rPr>
        <w:t xml:space="preserve"> roku stanowiły one </w:t>
      </w:r>
      <w:r w:rsidR="00E362BD">
        <w:rPr>
          <w:szCs w:val="24"/>
        </w:rPr>
        <w:t>3</w:t>
      </w:r>
      <w:r w:rsidR="005872C8">
        <w:rPr>
          <w:szCs w:val="24"/>
        </w:rPr>
        <w:t>5,9</w:t>
      </w:r>
      <w:r w:rsidRPr="0044543A">
        <w:rPr>
          <w:szCs w:val="24"/>
        </w:rPr>
        <w:t xml:space="preserve">% ogółu tej kategorii osób, </w:t>
      </w:r>
      <w:r w:rsidR="00D45DA6" w:rsidRPr="0044543A">
        <w:rPr>
          <w:szCs w:val="24"/>
        </w:rPr>
        <w:t>a w następnej kolejności osoby</w:t>
      </w:r>
      <w:r w:rsidR="00E362BD">
        <w:rPr>
          <w:szCs w:val="24"/>
        </w:rPr>
        <w:t xml:space="preserve">, </w:t>
      </w:r>
      <w:r w:rsidR="00D45DA6" w:rsidRPr="0044543A">
        <w:rPr>
          <w:szCs w:val="24"/>
        </w:rPr>
        <w:t xml:space="preserve">które przepracowały 1 – 5 lat – </w:t>
      </w:r>
      <w:r w:rsidR="005872C8">
        <w:rPr>
          <w:szCs w:val="24"/>
        </w:rPr>
        <w:t>31</w:t>
      </w:r>
      <w:r w:rsidR="00E362BD">
        <w:rPr>
          <w:szCs w:val="24"/>
        </w:rPr>
        <w:t>,</w:t>
      </w:r>
      <w:r w:rsidR="005872C8">
        <w:rPr>
          <w:szCs w:val="24"/>
        </w:rPr>
        <w:t>3</w:t>
      </w:r>
      <w:r w:rsidR="00D45DA6" w:rsidRPr="0044543A">
        <w:rPr>
          <w:szCs w:val="24"/>
        </w:rPr>
        <w:t>%</w:t>
      </w:r>
      <w:r w:rsidR="00AC79E8">
        <w:rPr>
          <w:szCs w:val="24"/>
        </w:rPr>
        <w:t xml:space="preserve"> oraz osoby</w:t>
      </w:r>
      <w:r w:rsidR="00E362BD">
        <w:rPr>
          <w:szCs w:val="24"/>
        </w:rPr>
        <w:t xml:space="preserve"> </w:t>
      </w:r>
      <w:r w:rsidR="00AE2077">
        <w:rPr>
          <w:szCs w:val="24"/>
        </w:rPr>
        <w:t>nie</w:t>
      </w:r>
      <w:r w:rsidR="00E362BD">
        <w:rPr>
          <w:szCs w:val="24"/>
        </w:rPr>
        <w:t>posiadające staż</w:t>
      </w:r>
      <w:r w:rsidR="005872C8">
        <w:rPr>
          <w:szCs w:val="24"/>
        </w:rPr>
        <w:t>u</w:t>
      </w:r>
      <w:r w:rsidR="00E362BD">
        <w:rPr>
          <w:szCs w:val="24"/>
        </w:rPr>
        <w:t xml:space="preserve"> pracy</w:t>
      </w:r>
      <w:r w:rsidR="005872C8">
        <w:rPr>
          <w:szCs w:val="24"/>
        </w:rPr>
        <w:t xml:space="preserve"> – 26,8</w:t>
      </w:r>
      <w:r w:rsidR="00E362BD">
        <w:rPr>
          <w:szCs w:val="24"/>
        </w:rPr>
        <w:t>%</w:t>
      </w:r>
      <w:r w:rsidR="00D45DA6" w:rsidRPr="0044543A">
        <w:rPr>
          <w:szCs w:val="24"/>
        </w:rPr>
        <w:t>.</w:t>
      </w:r>
    </w:p>
    <w:p w:rsidR="00E362BD" w:rsidRDefault="00E362BD" w:rsidP="0044543A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44543A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12. </w:t>
      </w:r>
      <w:r w:rsidR="00E362BD">
        <w:rPr>
          <w:b/>
          <w:szCs w:val="24"/>
        </w:rPr>
        <w:t xml:space="preserve">Bezrobotni do 30 </w:t>
      </w:r>
      <w:r w:rsidR="005B69D0" w:rsidRPr="000733E7">
        <w:rPr>
          <w:b/>
          <w:szCs w:val="24"/>
        </w:rPr>
        <w:t>roku życia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774"/>
        <w:gridCol w:w="1910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1A560B" w:rsidP="00C0640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</w:t>
            </w:r>
            <w:r w:rsidR="00E90D3F" w:rsidRPr="0044543A">
              <w:rPr>
                <w:b/>
                <w:sz w:val="20"/>
              </w:rPr>
              <w:t xml:space="preserve"> na 31.12.20</w:t>
            </w:r>
            <w:r w:rsidR="00213FB9" w:rsidRPr="0044543A">
              <w:rPr>
                <w:b/>
                <w:sz w:val="20"/>
              </w:rPr>
              <w:t>1</w:t>
            </w:r>
            <w:r w:rsidR="005872C8">
              <w:rPr>
                <w:b/>
                <w:sz w:val="20"/>
              </w:rPr>
              <w:t>7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  <w:trHeight w:val="264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E362BD" w:rsidP="00E362BD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Bezrobotni do 30 </w:t>
            </w:r>
            <w:r w:rsidR="005B69D0" w:rsidRPr="0044543A">
              <w:rPr>
                <w:i/>
                <w:sz w:val="20"/>
              </w:rPr>
              <w:t>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1A5613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774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9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774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  <w:tc>
          <w:tcPr>
            <w:tcW w:w="1910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774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31,3</w:t>
            </w:r>
          </w:p>
        </w:tc>
        <w:tc>
          <w:tcPr>
            <w:tcW w:w="1910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19,9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74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5,8</w:t>
            </w:r>
          </w:p>
        </w:tc>
        <w:tc>
          <w:tcPr>
            <w:tcW w:w="1910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4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910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774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0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774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0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</w:t>
            </w:r>
          </w:p>
        </w:tc>
        <w:tc>
          <w:tcPr>
            <w:tcW w:w="1774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26,8</w:t>
            </w:r>
          </w:p>
        </w:tc>
        <w:tc>
          <w:tcPr>
            <w:tcW w:w="1910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15,0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270</w:t>
            </w:r>
          </w:p>
        </w:tc>
        <w:tc>
          <w:tcPr>
            <w:tcW w:w="1774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910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54,1</w:t>
            </w:r>
          </w:p>
        </w:tc>
      </w:tr>
    </w:tbl>
    <w:p w:rsidR="00200914" w:rsidRPr="000733E7" w:rsidRDefault="0020091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E362BD" w:rsidP="00200914">
      <w:pPr>
        <w:pStyle w:val="Tekstpodstawowywcity2"/>
        <w:numPr>
          <w:ilvl w:val="0"/>
          <w:numId w:val="9"/>
        </w:numPr>
        <w:spacing w:line="360" w:lineRule="auto"/>
        <w:rPr>
          <w:b/>
          <w:szCs w:val="24"/>
        </w:rPr>
      </w:pPr>
      <w:r>
        <w:rPr>
          <w:b/>
          <w:szCs w:val="24"/>
        </w:rPr>
        <w:t>Bezrobotni do 30</w:t>
      </w:r>
      <w:r w:rsidR="005B69D0" w:rsidRPr="000733E7">
        <w:rPr>
          <w:b/>
          <w:szCs w:val="24"/>
        </w:rPr>
        <w:t xml:space="preserve"> roku życia wg czasu pozostawania bez pracy</w:t>
      </w:r>
    </w:p>
    <w:p w:rsidR="00E362BD" w:rsidRDefault="005B69D0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czas pozostawania bez pracy najlic</w:t>
      </w:r>
      <w:r w:rsidR="00E362BD">
        <w:rPr>
          <w:szCs w:val="24"/>
        </w:rPr>
        <w:t xml:space="preserve">zniejszą grupę wśród bezrobotnych do 30 roku życia stanowiły osoby </w:t>
      </w:r>
      <w:r w:rsidRPr="000733E7">
        <w:rPr>
          <w:szCs w:val="24"/>
        </w:rPr>
        <w:t>pozosta</w:t>
      </w:r>
      <w:r w:rsidR="00691638" w:rsidRPr="000733E7">
        <w:rPr>
          <w:szCs w:val="24"/>
        </w:rPr>
        <w:t xml:space="preserve">jące bez pracy przez okres </w:t>
      </w:r>
      <w:r w:rsidR="00721848">
        <w:rPr>
          <w:szCs w:val="24"/>
        </w:rPr>
        <w:t>1</w:t>
      </w:r>
      <w:r w:rsidR="00E362BD">
        <w:rPr>
          <w:szCs w:val="24"/>
        </w:rPr>
        <w:t xml:space="preserve"> -</w:t>
      </w:r>
      <w:r w:rsidR="00691638" w:rsidRPr="000733E7">
        <w:rPr>
          <w:szCs w:val="24"/>
        </w:rPr>
        <w:t xml:space="preserve"> </w:t>
      </w:r>
      <w:r w:rsidR="00721848">
        <w:rPr>
          <w:szCs w:val="24"/>
        </w:rPr>
        <w:t>3</w:t>
      </w:r>
      <w:r w:rsidR="00213FB9" w:rsidRPr="000733E7">
        <w:rPr>
          <w:szCs w:val="24"/>
        </w:rPr>
        <w:t xml:space="preserve"> </w:t>
      </w:r>
      <w:r w:rsidR="001A560B" w:rsidRPr="000733E7">
        <w:rPr>
          <w:szCs w:val="24"/>
        </w:rPr>
        <w:t>miesi</w:t>
      </w:r>
      <w:r w:rsidR="00E362BD">
        <w:rPr>
          <w:szCs w:val="24"/>
        </w:rPr>
        <w:t>ęcy</w:t>
      </w:r>
      <w:r w:rsidR="001A560B" w:rsidRPr="000733E7">
        <w:rPr>
          <w:szCs w:val="24"/>
        </w:rPr>
        <w:t xml:space="preserve"> – </w:t>
      </w:r>
      <w:r w:rsidR="005872C8">
        <w:rPr>
          <w:szCs w:val="24"/>
        </w:rPr>
        <w:t>34,1</w:t>
      </w:r>
      <w:r w:rsidR="001A560B" w:rsidRPr="000733E7">
        <w:rPr>
          <w:szCs w:val="24"/>
        </w:rPr>
        <w:t xml:space="preserve">% </w:t>
      </w:r>
      <w:r w:rsidR="00E362BD">
        <w:rPr>
          <w:szCs w:val="24"/>
        </w:rPr>
        <w:br/>
      </w:r>
      <w:r w:rsidR="001A560B" w:rsidRPr="000733E7">
        <w:rPr>
          <w:szCs w:val="24"/>
        </w:rPr>
        <w:t>(</w:t>
      </w:r>
      <w:r w:rsidR="005872C8">
        <w:rPr>
          <w:szCs w:val="24"/>
        </w:rPr>
        <w:t>170</w:t>
      </w:r>
      <w:r w:rsidR="00691638" w:rsidRPr="000733E7">
        <w:rPr>
          <w:szCs w:val="24"/>
        </w:rPr>
        <w:t xml:space="preserve"> os</w:t>
      </w:r>
      <w:r w:rsidR="005872C8">
        <w:rPr>
          <w:szCs w:val="24"/>
        </w:rPr>
        <w:t>ób</w:t>
      </w:r>
      <w:r w:rsidR="00931BD8" w:rsidRPr="000733E7">
        <w:rPr>
          <w:szCs w:val="24"/>
        </w:rPr>
        <w:t>). Kolejne miejsca</w:t>
      </w:r>
      <w:r w:rsidRPr="000733E7">
        <w:rPr>
          <w:szCs w:val="24"/>
        </w:rPr>
        <w:t xml:space="preserve"> zajmują osoby pozostające bez pracy przez okres</w:t>
      </w:r>
      <w:r w:rsidR="00691638" w:rsidRPr="000733E7">
        <w:rPr>
          <w:szCs w:val="24"/>
        </w:rPr>
        <w:t xml:space="preserve"> </w:t>
      </w:r>
      <w:r w:rsidR="00721848">
        <w:rPr>
          <w:szCs w:val="24"/>
        </w:rPr>
        <w:t>3</w:t>
      </w:r>
      <w:r w:rsidR="00691638" w:rsidRPr="000733E7">
        <w:rPr>
          <w:szCs w:val="24"/>
        </w:rPr>
        <w:t xml:space="preserve"> – </w:t>
      </w:r>
      <w:r w:rsidR="00721848">
        <w:rPr>
          <w:szCs w:val="24"/>
        </w:rPr>
        <w:t>6</w:t>
      </w:r>
      <w:r w:rsidR="00691638" w:rsidRPr="000733E7">
        <w:rPr>
          <w:szCs w:val="24"/>
        </w:rPr>
        <w:t xml:space="preserve"> miesi</w:t>
      </w:r>
      <w:r w:rsidR="00721848">
        <w:rPr>
          <w:szCs w:val="24"/>
        </w:rPr>
        <w:t>ęcy</w:t>
      </w:r>
      <w:r w:rsidR="001A560B" w:rsidRPr="000733E7">
        <w:rPr>
          <w:szCs w:val="24"/>
        </w:rPr>
        <w:t xml:space="preserve"> – </w:t>
      </w:r>
      <w:r w:rsidR="005872C8">
        <w:rPr>
          <w:szCs w:val="24"/>
        </w:rPr>
        <w:t>19</w:t>
      </w:r>
      <w:r w:rsidR="00C60286">
        <w:rPr>
          <w:szCs w:val="24"/>
        </w:rPr>
        <w:t>,5</w:t>
      </w:r>
      <w:r w:rsidR="001A560B" w:rsidRPr="000733E7">
        <w:rPr>
          <w:szCs w:val="24"/>
        </w:rPr>
        <w:t>% (</w:t>
      </w:r>
      <w:r w:rsidR="005872C8">
        <w:rPr>
          <w:szCs w:val="24"/>
        </w:rPr>
        <w:t>97 osób</w:t>
      </w:r>
      <w:r w:rsidRPr="000733E7">
        <w:rPr>
          <w:szCs w:val="24"/>
        </w:rPr>
        <w:t xml:space="preserve">) oraz osoby </w:t>
      </w:r>
      <w:r w:rsidR="00691638" w:rsidRPr="000733E7">
        <w:rPr>
          <w:szCs w:val="24"/>
        </w:rPr>
        <w:t xml:space="preserve">pozostające bez pracy przez okres </w:t>
      </w:r>
      <w:r w:rsidR="00C0640B">
        <w:rPr>
          <w:szCs w:val="24"/>
        </w:rPr>
        <w:t>do 1 miesiąca</w:t>
      </w:r>
      <w:r w:rsidR="00691638" w:rsidRPr="000733E7">
        <w:rPr>
          <w:szCs w:val="24"/>
        </w:rPr>
        <w:t xml:space="preserve"> – </w:t>
      </w:r>
      <w:r w:rsidR="005872C8">
        <w:rPr>
          <w:szCs w:val="24"/>
        </w:rPr>
        <w:t>16,6</w:t>
      </w:r>
      <w:r w:rsidR="001A560B" w:rsidRPr="000733E7">
        <w:rPr>
          <w:szCs w:val="24"/>
        </w:rPr>
        <w:t xml:space="preserve">% </w:t>
      </w:r>
    </w:p>
    <w:p w:rsidR="00E362BD" w:rsidRPr="000733E7" w:rsidRDefault="001A560B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(</w:t>
      </w:r>
      <w:r w:rsidR="005872C8">
        <w:rPr>
          <w:szCs w:val="24"/>
        </w:rPr>
        <w:t>83</w:t>
      </w:r>
      <w:r w:rsidRPr="000733E7">
        <w:rPr>
          <w:szCs w:val="24"/>
        </w:rPr>
        <w:t xml:space="preserve"> os</w:t>
      </w:r>
      <w:r w:rsidR="005872C8">
        <w:rPr>
          <w:szCs w:val="24"/>
        </w:rPr>
        <w:t>oby</w:t>
      </w:r>
      <w:r w:rsidR="005B69D0" w:rsidRPr="000733E7">
        <w:rPr>
          <w:szCs w:val="24"/>
        </w:rPr>
        <w:t xml:space="preserve">). </w:t>
      </w:r>
    </w:p>
    <w:p w:rsidR="005B69D0" w:rsidRPr="0044543A" w:rsidRDefault="0044543A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13. </w:t>
      </w:r>
      <w:r w:rsidR="00E362BD">
        <w:rPr>
          <w:b/>
          <w:szCs w:val="24"/>
        </w:rPr>
        <w:t>Bezrobotni do 30</w:t>
      </w:r>
      <w:r w:rsidR="005B69D0" w:rsidRPr="000733E7">
        <w:rPr>
          <w:b/>
          <w:szCs w:val="24"/>
        </w:rPr>
        <w:t xml:space="preserve"> roku życia wg czasu pozostawania bez pracy w 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3F17BE" w:rsidP="00C0640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213FB9" w:rsidRPr="0044543A">
              <w:rPr>
                <w:b/>
                <w:sz w:val="20"/>
              </w:rPr>
              <w:t>1</w:t>
            </w:r>
            <w:r w:rsidR="005872C8">
              <w:rPr>
                <w:b/>
                <w:sz w:val="20"/>
              </w:rPr>
              <w:t>7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100E31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Bezrobotni do 30 </w:t>
            </w:r>
            <w:r w:rsidR="005B69D0" w:rsidRPr="0044543A">
              <w:rPr>
                <w:i/>
                <w:sz w:val="20"/>
              </w:rPr>
              <w:t xml:space="preserve"> 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Do 1 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</w:t>
            </w:r>
            <w:r w:rsidR="005B69D0" w:rsidRPr="0044543A">
              <w:rPr>
                <w:sz w:val="20"/>
              </w:rPr>
              <w:t xml:space="preserve"> – 6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19,5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11,0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42" w:type="dxa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872C8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54,1</w:t>
            </w:r>
          </w:p>
        </w:tc>
      </w:tr>
    </w:tbl>
    <w:p w:rsidR="004254F9" w:rsidRDefault="004254F9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 xml:space="preserve">3.2.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Długotrwale bezrobotni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Bezrobocie w powiecie otwockim dotyczy przede wszystkim osób długotrwale pozostających bez pracy (tj. osób pozostających w </w:t>
      </w:r>
      <w:r w:rsidR="0042125C">
        <w:rPr>
          <w:szCs w:val="24"/>
        </w:rPr>
        <w:t>rejestrze</w:t>
      </w:r>
      <w:r w:rsidRPr="000733E7">
        <w:rPr>
          <w:szCs w:val="24"/>
        </w:rPr>
        <w:t xml:space="preserve"> urzędu łącznie przez okres ponad 12 miesięcy w </w:t>
      </w:r>
      <w:r w:rsidR="00197D9A" w:rsidRPr="000733E7">
        <w:rPr>
          <w:szCs w:val="24"/>
        </w:rPr>
        <w:t>okresie</w:t>
      </w:r>
      <w:r w:rsidRPr="000733E7">
        <w:rPr>
          <w:szCs w:val="24"/>
        </w:rPr>
        <w:t xml:space="preserve"> ostatnich 2 lat z wyłączeniem okresów odbywania stażu i przygotowania zawo</w:t>
      </w:r>
      <w:r w:rsidR="00691638" w:rsidRPr="000733E7">
        <w:rPr>
          <w:szCs w:val="24"/>
        </w:rPr>
        <w:t>dowego</w:t>
      </w:r>
      <w:r w:rsidR="00564D59" w:rsidRPr="000733E7">
        <w:rPr>
          <w:szCs w:val="24"/>
        </w:rPr>
        <w:t xml:space="preserve"> dorosłych)</w:t>
      </w:r>
      <w:r w:rsidR="00691638" w:rsidRPr="000733E7">
        <w:rPr>
          <w:szCs w:val="24"/>
        </w:rPr>
        <w:t>. Na koniec grudnia 20</w:t>
      </w:r>
      <w:r w:rsidR="00197D9A" w:rsidRPr="000733E7">
        <w:rPr>
          <w:szCs w:val="24"/>
        </w:rPr>
        <w:t>1</w:t>
      </w:r>
      <w:r w:rsidR="005872C8">
        <w:rPr>
          <w:szCs w:val="24"/>
        </w:rPr>
        <w:t>7</w:t>
      </w:r>
      <w:r w:rsidR="001A560B" w:rsidRPr="000733E7">
        <w:rPr>
          <w:szCs w:val="24"/>
        </w:rPr>
        <w:t xml:space="preserve">r. populacja ta liczyła </w:t>
      </w:r>
      <w:r w:rsidR="005872C8">
        <w:rPr>
          <w:szCs w:val="24"/>
        </w:rPr>
        <w:t>1105</w:t>
      </w:r>
      <w:r w:rsidR="001A560B" w:rsidRPr="000733E7">
        <w:rPr>
          <w:szCs w:val="24"/>
        </w:rPr>
        <w:t xml:space="preserve"> os</w:t>
      </w:r>
      <w:r w:rsidR="004B15F3">
        <w:rPr>
          <w:szCs w:val="24"/>
        </w:rPr>
        <w:t>ób</w:t>
      </w:r>
      <w:r w:rsidR="001A560B" w:rsidRPr="000733E7">
        <w:rPr>
          <w:szCs w:val="24"/>
        </w:rPr>
        <w:t xml:space="preserve"> (tj. </w:t>
      </w:r>
      <w:r w:rsidR="005872C8">
        <w:rPr>
          <w:szCs w:val="24"/>
        </w:rPr>
        <w:t>46,1</w:t>
      </w:r>
      <w:r w:rsidRPr="000733E7">
        <w:rPr>
          <w:szCs w:val="24"/>
        </w:rPr>
        <w:t>%</w:t>
      </w:r>
      <w:r w:rsidR="001A560B" w:rsidRPr="000733E7">
        <w:rPr>
          <w:szCs w:val="24"/>
        </w:rPr>
        <w:t xml:space="preserve"> ogółu bezrobotnych), w tym </w:t>
      </w:r>
      <w:r w:rsidR="005872C8">
        <w:rPr>
          <w:szCs w:val="24"/>
        </w:rPr>
        <w:t>542</w:t>
      </w:r>
      <w:r w:rsidR="001A560B" w:rsidRPr="000733E7">
        <w:rPr>
          <w:szCs w:val="24"/>
        </w:rPr>
        <w:t xml:space="preserve"> kobiet</w:t>
      </w:r>
      <w:r w:rsidR="0042125C">
        <w:rPr>
          <w:szCs w:val="24"/>
        </w:rPr>
        <w:t>y</w:t>
      </w:r>
      <w:r w:rsidR="001A560B" w:rsidRPr="000733E7">
        <w:rPr>
          <w:szCs w:val="24"/>
        </w:rPr>
        <w:t xml:space="preserve"> (tj. </w:t>
      </w:r>
      <w:r w:rsidR="005872C8">
        <w:rPr>
          <w:szCs w:val="24"/>
        </w:rPr>
        <w:t>49,0</w:t>
      </w:r>
      <w:r w:rsidRPr="000733E7">
        <w:rPr>
          <w:szCs w:val="24"/>
        </w:rPr>
        <w:t>% ogółu długotrwale pozostających bez prac</w:t>
      </w:r>
      <w:r w:rsidR="00691638" w:rsidRPr="000733E7">
        <w:rPr>
          <w:szCs w:val="24"/>
        </w:rPr>
        <w:t>y). W porównaniu do grudnia 20</w:t>
      </w:r>
      <w:r w:rsidR="002C4E73" w:rsidRPr="000733E7">
        <w:rPr>
          <w:szCs w:val="24"/>
        </w:rPr>
        <w:t>1</w:t>
      </w:r>
      <w:r w:rsidR="005872C8">
        <w:rPr>
          <w:szCs w:val="24"/>
        </w:rPr>
        <w:t>6</w:t>
      </w:r>
      <w:r w:rsidR="001A560B" w:rsidRPr="000733E7">
        <w:rPr>
          <w:szCs w:val="24"/>
        </w:rPr>
        <w:t xml:space="preserve">r. populacja ta </w:t>
      </w:r>
      <w:r w:rsidR="0042125C">
        <w:rPr>
          <w:szCs w:val="24"/>
        </w:rPr>
        <w:t>spadła</w:t>
      </w:r>
      <w:r w:rsidR="001A560B" w:rsidRPr="000733E7">
        <w:rPr>
          <w:szCs w:val="24"/>
        </w:rPr>
        <w:t xml:space="preserve"> o </w:t>
      </w:r>
      <w:r w:rsidR="005872C8">
        <w:rPr>
          <w:szCs w:val="24"/>
        </w:rPr>
        <w:t>173</w:t>
      </w:r>
      <w:r w:rsidRPr="000733E7">
        <w:rPr>
          <w:szCs w:val="24"/>
        </w:rPr>
        <w:t xml:space="preserve"> </w:t>
      </w:r>
      <w:r w:rsidR="001A560B" w:rsidRPr="000733E7">
        <w:rPr>
          <w:szCs w:val="24"/>
        </w:rPr>
        <w:t>os</w:t>
      </w:r>
      <w:r w:rsidR="005872C8">
        <w:rPr>
          <w:szCs w:val="24"/>
        </w:rPr>
        <w:t>oby</w:t>
      </w:r>
      <w:r w:rsidR="001A560B" w:rsidRPr="000733E7">
        <w:rPr>
          <w:szCs w:val="24"/>
        </w:rPr>
        <w:t xml:space="preserve">, tj. o </w:t>
      </w:r>
      <w:r w:rsidR="0042125C">
        <w:rPr>
          <w:szCs w:val="24"/>
        </w:rPr>
        <w:t>1</w:t>
      </w:r>
      <w:r w:rsidR="005872C8">
        <w:rPr>
          <w:szCs w:val="24"/>
        </w:rPr>
        <w:t>3,5</w:t>
      </w:r>
      <w:r w:rsidRPr="000733E7">
        <w:rPr>
          <w:szCs w:val="24"/>
        </w:rPr>
        <w:t>%.</w:t>
      </w:r>
    </w:p>
    <w:p w:rsidR="009C3EE1" w:rsidRDefault="0069163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197D9A" w:rsidRPr="000733E7">
        <w:rPr>
          <w:szCs w:val="24"/>
        </w:rPr>
        <w:t>1</w:t>
      </w:r>
      <w:r w:rsidR="005872C8">
        <w:rPr>
          <w:szCs w:val="24"/>
        </w:rPr>
        <w:t>7</w:t>
      </w:r>
      <w:r w:rsidR="005B69D0" w:rsidRPr="000733E7">
        <w:rPr>
          <w:szCs w:val="24"/>
        </w:rPr>
        <w:t xml:space="preserve"> roku w urzędzie pra</w:t>
      </w:r>
      <w:r w:rsidR="001A560B" w:rsidRPr="000733E7">
        <w:rPr>
          <w:szCs w:val="24"/>
        </w:rPr>
        <w:t xml:space="preserve">cy zostało zarejestrowanych </w:t>
      </w:r>
      <w:r w:rsidR="005872C8">
        <w:rPr>
          <w:szCs w:val="24"/>
        </w:rPr>
        <w:t>1100</w:t>
      </w:r>
      <w:r w:rsidR="005B69D0" w:rsidRPr="000733E7">
        <w:rPr>
          <w:szCs w:val="24"/>
        </w:rPr>
        <w:t xml:space="preserve"> osób długotrwa</w:t>
      </w:r>
      <w:r w:rsidR="001A560B" w:rsidRPr="000733E7">
        <w:rPr>
          <w:szCs w:val="24"/>
        </w:rPr>
        <w:t xml:space="preserve">le bezrobotnych, co stanowiło </w:t>
      </w:r>
      <w:r w:rsidR="005872C8">
        <w:rPr>
          <w:szCs w:val="24"/>
        </w:rPr>
        <w:t>27,1</w:t>
      </w:r>
      <w:r w:rsidR="005B69D0" w:rsidRPr="000733E7">
        <w:rPr>
          <w:szCs w:val="24"/>
        </w:rPr>
        <w:t>% ogółu zarejestrowanych w tym czasie. Nato</w:t>
      </w:r>
      <w:r w:rsidR="001A560B" w:rsidRPr="000733E7">
        <w:rPr>
          <w:szCs w:val="24"/>
        </w:rPr>
        <w:t xml:space="preserve">miast z ewidencji wyłączono </w:t>
      </w:r>
      <w:r w:rsidR="00862F83">
        <w:rPr>
          <w:szCs w:val="24"/>
        </w:rPr>
        <w:t>1</w:t>
      </w:r>
      <w:r w:rsidR="005872C8">
        <w:rPr>
          <w:szCs w:val="24"/>
        </w:rPr>
        <w:t>273 osoby długotrwale pozostają</w:t>
      </w:r>
      <w:r w:rsidR="00224274">
        <w:rPr>
          <w:szCs w:val="24"/>
        </w:rPr>
        <w:t>ce</w:t>
      </w:r>
      <w:r w:rsidR="005B69D0" w:rsidRPr="000733E7">
        <w:rPr>
          <w:szCs w:val="24"/>
        </w:rPr>
        <w:t xml:space="preserve"> bez pracy,</w:t>
      </w:r>
      <w:r w:rsidR="001A560B" w:rsidRPr="000733E7">
        <w:rPr>
          <w:szCs w:val="24"/>
        </w:rPr>
        <w:t xml:space="preserve"> co stanowiło </w:t>
      </w:r>
      <w:r w:rsidR="00224274">
        <w:rPr>
          <w:szCs w:val="24"/>
        </w:rPr>
        <w:t>28,6</w:t>
      </w:r>
      <w:r w:rsidR="005B69D0" w:rsidRPr="000733E7">
        <w:rPr>
          <w:szCs w:val="24"/>
        </w:rPr>
        <w:t>%</w:t>
      </w:r>
      <w:r w:rsidR="001C5A22">
        <w:rPr>
          <w:szCs w:val="24"/>
        </w:rPr>
        <w:t xml:space="preserve"> ogółu wyłączonych z ewidencji. </w:t>
      </w:r>
      <w:r w:rsidR="005B69D0" w:rsidRPr="000733E7">
        <w:rPr>
          <w:szCs w:val="24"/>
        </w:rPr>
        <w:t>W an</w:t>
      </w:r>
      <w:r w:rsidRPr="000733E7">
        <w:rPr>
          <w:szCs w:val="24"/>
        </w:rPr>
        <w:t>alizowanym okresie pracę podjęł</w:t>
      </w:r>
      <w:r w:rsidR="00224274">
        <w:rPr>
          <w:szCs w:val="24"/>
        </w:rPr>
        <w:t>o 479</w:t>
      </w:r>
      <w:r w:rsidRPr="000733E7">
        <w:rPr>
          <w:szCs w:val="24"/>
        </w:rPr>
        <w:t xml:space="preserve"> os</w:t>
      </w:r>
      <w:r w:rsidR="001E5A7D">
        <w:rPr>
          <w:szCs w:val="24"/>
        </w:rPr>
        <w:t>ób</w:t>
      </w:r>
      <w:r w:rsidR="005B69D0" w:rsidRPr="000733E7">
        <w:rPr>
          <w:szCs w:val="24"/>
        </w:rPr>
        <w:t>.</w:t>
      </w:r>
    </w:p>
    <w:p w:rsidR="00676F19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 </w:t>
      </w:r>
    </w:p>
    <w:p w:rsidR="005B69D0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t xml:space="preserve">Tabela 14. </w:t>
      </w:r>
      <w:r w:rsidR="00691638" w:rsidRPr="000733E7">
        <w:rPr>
          <w:b/>
          <w:szCs w:val="24"/>
        </w:rPr>
        <w:t>Długotrwale bezrobotni w 20</w:t>
      </w:r>
      <w:r w:rsidR="00197D9A" w:rsidRPr="000733E7">
        <w:rPr>
          <w:b/>
          <w:szCs w:val="24"/>
        </w:rPr>
        <w:t>1</w:t>
      </w:r>
      <w:r w:rsidR="00AE2077">
        <w:rPr>
          <w:b/>
          <w:szCs w:val="24"/>
        </w:rPr>
        <w:t>7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5B69D0" w:rsidRPr="000733E7" w:rsidTr="0069407C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Długotrwale bezrobotni</w:t>
            </w:r>
          </w:p>
        </w:tc>
      </w:tr>
      <w:tr w:rsidR="005B69D0" w:rsidRPr="000733E7" w:rsidTr="0069407C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 w 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1333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1342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1307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1290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1247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1236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47,6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1213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1213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46,6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1178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lastRenderedPageBreak/>
              <w:t>Październik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1104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45,7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1088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1105</w:t>
            </w:r>
          </w:p>
        </w:tc>
        <w:tc>
          <w:tcPr>
            <w:tcW w:w="2303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1100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69407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4815DD" w:rsidRDefault="004815DD" w:rsidP="000733E7">
      <w:pPr>
        <w:pStyle w:val="Tekstpodstawowywcity2"/>
        <w:spacing w:line="276" w:lineRule="auto"/>
        <w:ind w:left="0"/>
        <w:rPr>
          <w:szCs w:val="24"/>
        </w:rPr>
      </w:pPr>
    </w:p>
    <w:p w:rsidR="009C3EE1" w:rsidRPr="000733E7" w:rsidRDefault="009C3EE1" w:rsidP="000733E7">
      <w:pPr>
        <w:pStyle w:val="Tekstpodstawowywcity2"/>
        <w:spacing w:line="276" w:lineRule="auto"/>
        <w:ind w:left="0"/>
        <w:rPr>
          <w:szCs w:val="24"/>
        </w:rPr>
      </w:pPr>
    </w:p>
    <w:p w:rsidR="00B030DE" w:rsidRPr="000733E7" w:rsidRDefault="005B69D0" w:rsidP="004254F9">
      <w:pPr>
        <w:pStyle w:val="Tekstpodstawowywcity2"/>
        <w:numPr>
          <w:ilvl w:val="0"/>
          <w:numId w:val="10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wykształcenia</w:t>
      </w:r>
    </w:p>
    <w:p w:rsidR="00B030DE" w:rsidRPr="000733E7" w:rsidRDefault="00B030DE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Z poniższych danych wynika, że wśród </w:t>
      </w:r>
      <w:r w:rsidR="003C0BF4">
        <w:rPr>
          <w:szCs w:val="24"/>
        </w:rPr>
        <w:t xml:space="preserve">osób </w:t>
      </w:r>
      <w:r w:rsidRPr="000733E7">
        <w:rPr>
          <w:szCs w:val="24"/>
        </w:rPr>
        <w:t>długotrwale bezrobotnych dominowały osoby posiadające niski poziom wykształcenia. Na koniec grudnia 20</w:t>
      </w:r>
      <w:r w:rsidR="004C0A1F" w:rsidRPr="000733E7">
        <w:rPr>
          <w:szCs w:val="24"/>
        </w:rPr>
        <w:t>1</w:t>
      </w:r>
      <w:r w:rsidR="00224274">
        <w:rPr>
          <w:szCs w:val="24"/>
        </w:rPr>
        <w:t>7</w:t>
      </w:r>
      <w:r w:rsidRPr="000733E7">
        <w:rPr>
          <w:szCs w:val="24"/>
        </w:rPr>
        <w:t xml:space="preserve">r. najliczniejszą </w:t>
      </w:r>
      <w:r w:rsidR="004C0A1F" w:rsidRPr="000733E7">
        <w:rPr>
          <w:szCs w:val="24"/>
        </w:rPr>
        <w:t>populację</w:t>
      </w:r>
      <w:r w:rsidRPr="000733E7">
        <w:rPr>
          <w:szCs w:val="24"/>
        </w:rPr>
        <w:t xml:space="preserve"> stanowili bezrobotni z wykształceniem poniżej średniego – </w:t>
      </w:r>
      <w:r w:rsidR="00224274">
        <w:rPr>
          <w:szCs w:val="24"/>
        </w:rPr>
        <w:t>627</w:t>
      </w:r>
      <w:r w:rsidRPr="000733E7">
        <w:rPr>
          <w:szCs w:val="24"/>
        </w:rPr>
        <w:t xml:space="preserve"> os</w:t>
      </w:r>
      <w:r w:rsidR="003C0BF4">
        <w:rPr>
          <w:szCs w:val="24"/>
        </w:rPr>
        <w:t>ób</w:t>
      </w:r>
      <w:r w:rsidRPr="000733E7">
        <w:rPr>
          <w:szCs w:val="24"/>
        </w:rPr>
        <w:t xml:space="preserve">, tj. </w:t>
      </w:r>
      <w:r w:rsidR="00794667">
        <w:rPr>
          <w:szCs w:val="24"/>
        </w:rPr>
        <w:t>5</w:t>
      </w:r>
      <w:r w:rsidR="00224274">
        <w:rPr>
          <w:szCs w:val="24"/>
        </w:rPr>
        <w:t>6</w:t>
      </w:r>
      <w:r w:rsidR="003C0BF4">
        <w:rPr>
          <w:szCs w:val="24"/>
        </w:rPr>
        <w:t>,7</w:t>
      </w:r>
      <w:r w:rsidRPr="000733E7">
        <w:rPr>
          <w:szCs w:val="24"/>
        </w:rPr>
        <w:t xml:space="preserve">% ogółu tej kategorii bezrobotnych. Natomiast najmniej liczna grupa to osoby z wykształceniem </w:t>
      </w:r>
      <w:r w:rsidR="00794667">
        <w:rPr>
          <w:szCs w:val="24"/>
        </w:rPr>
        <w:t>średnim ogólnokształcącym</w:t>
      </w:r>
      <w:r w:rsidRPr="000733E7">
        <w:rPr>
          <w:szCs w:val="24"/>
        </w:rPr>
        <w:t xml:space="preserve"> – </w:t>
      </w:r>
      <w:r w:rsidR="00794667">
        <w:rPr>
          <w:szCs w:val="24"/>
        </w:rPr>
        <w:t>1</w:t>
      </w:r>
      <w:r w:rsidR="00224274">
        <w:rPr>
          <w:szCs w:val="24"/>
        </w:rPr>
        <w:t>17</w:t>
      </w:r>
      <w:r w:rsidRPr="000733E7">
        <w:rPr>
          <w:szCs w:val="24"/>
        </w:rPr>
        <w:t xml:space="preserve"> os</w:t>
      </w:r>
      <w:r w:rsidR="00AE2077">
        <w:rPr>
          <w:szCs w:val="24"/>
        </w:rPr>
        <w:t>ób</w:t>
      </w:r>
      <w:r w:rsidRPr="000733E7">
        <w:rPr>
          <w:szCs w:val="24"/>
        </w:rPr>
        <w:t xml:space="preserve">, tj. </w:t>
      </w:r>
      <w:r w:rsidR="00224274">
        <w:rPr>
          <w:szCs w:val="24"/>
        </w:rPr>
        <w:t>10,6</w:t>
      </w:r>
      <w:r w:rsidRPr="000733E7">
        <w:rPr>
          <w:szCs w:val="24"/>
        </w:rPr>
        <w:t>%.</w:t>
      </w:r>
    </w:p>
    <w:p w:rsidR="00AA13B2" w:rsidRPr="000733E7" w:rsidRDefault="00AA13B2" w:rsidP="000733E7">
      <w:pPr>
        <w:pStyle w:val="Tekstpodstawowywcity2"/>
        <w:spacing w:line="276" w:lineRule="auto"/>
        <w:ind w:left="644"/>
        <w:rPr>
          <w:b/>
          <w:szCs w:val="24"/>
        </w:rPr>
      </w:pPr>
    </w:p>
    <w:p w:rsidR="00B030DE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t xml:space="preserve">Tabela 15. </w:t>
      </w:r>
      <w:r w:rsidR="00B030DE" w:rsidRPr="000733E7">
        <w:rPr>
          <w:b/>
          <w:szCs w:val="24"/>
        </w:rPr>
        <w:t>Długotrwale bezrobotni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691638" w:rsidP="00A974B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4C0A1F" w:rsidRPr="0044543A">
              <w:rPr>
                <w:b/>
                <w:sz w:val="20"/>
              </w:rPr>
              <w:t>1</w:t>
            </w:r>
            <w:r w:rsidR="00224274">
              <w:rPr>
                <w:b/>
                <w:sz w:val="20"/>
              </w:rPr>
              <w:t>7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Policealne i średnie zawodowe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19,3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282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25,5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345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31,2</w:t>
            </w:r>
          </w:p>
        </w:tc>
        <w:tc>
          <w:tcPr>
            <w:tcW w:w="1842" w:type="dxa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22427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49,0</w:t>
            </w:r>
          </w:p>
        </w:tc>
      </w:tr>
    </w:tbl>
    <w:p w:rsidR="005B69D0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9C3EE1" w:rsidRPr="000733E7" w:rsidRDefault="009C3EE1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4254F9">
      <w:pPr>
        <w:pStyle w:val="Tekstpodstawowywcity2"/>
        <w:numPr>
          <w:ilvl w:val="0"/>
          <w:numId w:val="10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stażu pracy</w:t>
      </w:r>
    </w:p>
    <w:p w:rsidR="000C5D7D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staż pracy najliczniejszą grupę długotrwale bezrobotnych stanowiły osoby po</w:t>
      </w:r>
      <w:r w:rsidR="00ED64C9">
        <w:rPr>
          <w:szCs w:val="24"/>
        </w:rPr>
        <w:t xml:space="preserve">siadające staż 1 – </w:t>
      </w:r>
      <w:r w:rsidR="00ED33C0">
        <w:rPr>
          <w:szCs w:val="24"/>
        </w:rPr>
        <w:t>5</w:t>
      </w:r>
      <w:r w:rsidR="006D3093" w:rsidRPr="000733E7">
        <w:rPr>
          <w:szCs w:val="24"/>
        </w:rPr>
        <w:t xml:space="preserve"> lat – </w:t>
      </w:r>
      <w:r w:rsidR="001C4F8C">
        <w:rPr>
          <w:szCs w:val="24"/>
        </w:rPr>
        <w:t>2</w:t>
      </w:r>
      <w:r w:rsidR="00224274">
        <w:rPr>
          <w:szCs w:val="24"/>
        </w:rPr>
        <w:t>19</w:t>
      </w:r>
      <w:r w:rsidR="00691638" w:rsidRPr="000733E7">
        <w:rPr>
          <w:szCs w:val="24"/>
        </w:rPr>
        <w:t xml:space="preserve"> os</w:t>
      </w:r>
      <w:r w:rsidR="00224274">
        <w:rPr>
          <w:szCs w:val="24"/>
        </w:rPr>
        <w:t>ób</w:t>
      </w:r>
      <w:r w:rsidR="006D3093" w:rsidRPr="000733E7">
        <w:rPr>
          <w:szCs w:val="24"/>
        </w:rPr>
        <w:t xml:space="preserve"> (tj. </w:t>
      </w:r>
      <w:r w:rsidR="00224274">
        <w:rPr>
          <w:szCs w:val="24"/>
        </w:rPr>
        <w:t>19,8</w:t>
      </w:r>
      <w:r w:rsidRPr="000733E7">
        <w:rPr>
          <w:szCs w:val="24"/>
        </w:rPr>
        <w:t xml:space="preserve">% </w:t>
      </w:r>
      <w:r w:rsidR="00224274">
        <w:rPr>
          <w:szCs w:val="24"/>
        </w:rPr>
        <w:t>ogółu długotrwale bezrobotnych) oraz</w:t>
      </w:r>
      <w:r w:rsidRPr="000733E7">
        <w:rPr>
          <w:szCs w:val="24"/>
        </w:rPr>
        <w:t xml:space="preserve"> osoby </w:t>
      </w:r>
      <w:r w:rsidR="00691638" w:rsidRPr="000733E7">
        <w:rPr>
          <w:szCs w:val="24"/>
        </w:rPr>
        <w:t xml:space="preserve">posiadające staż pracy </w:t>
      </w:r>
      <w:r w:rsidR="00AA13B2" w:rsidRPr="000733E7">
        <w:rPr>
          <w:szCs w:val="24"/>
        </w:rPr>
        <w:t>1</w:t>
      </w:r>
      <w:r w:rsidR="00ED33C0">
        <w:rPr>
          <w:szCs w:val="24"/>
        </w:rPr>
        <w:t>0</w:t>
      </w:r>
      <w:r w:rsidR="00691638" w:rsidRPr="000733E7">
        <w:rPr>
          <w:szCs w:val="24"/>
        </w:rPr>
        <w:t xml:space="preserve"> – </w:t>
      </w:r>
      <w:r w:rsidR="00ED33C0">
        <w:rPr>
          <w:szCs w:val="24"/>
        </w:rPr>
        <w:t>20</w:t>
      </w:r>
      <w:r w:rsidR="00691638" w:rsidRPr="000733E7">
        <w:rPr>
          <w:szCs w:val="24"/>
        </w:rPr>
        <w:t xml:space="preserve"> lat - </w:t>
      </w:r>
      <w:r w:rsidR="006D3093" w:rsidRPr="000733E7">
        <w:rPr>
          <w:szCs w:val="24"/>
        </w:rPr>
        <w:t xml:space="preserve"> </w:t>
      </w:r>
      <w:r w:rsidR="00224274">
        <w:rPr>
          <w:szCs w:val="24"/>
        </w:rPr>
        <w:t>219</w:t>
      </w:r>
      <w:r w:rsidR="003F17BE" w:rsidRPr="000733E7">
        <w:rPr>
          <w:szCs w:val="24"/>
        </w:rPr>
        <w:t xml:space="preserve"> os</w:t>
      </w:r>
      <w:r w:rsidR="00A974B7">
        <w:rPr>
          <w:szCs w:val="24"/>
        </w:rPr>
        <w:t>ób</w:t>
      </w:r>
      <w:r w:rsidR="003F17BE" w:rsidRPr="000733E7">
        <w:rPr>
          <w:szCs w:val="24"/>
        </w:rPr>
        <w:t xml:space="preserve"> (tj. </w:t>
      </w:r>
      <w:r w:rsidR="001C4F8C">
        <w:rPr>
          <w:szCs w:val="24"/>
        </w:rPr>
        <w:t>1</w:t>
      </w:r>
      <w:r w:rsidR="00224274">
        <w:rPr>
          <w:szCs w:val="24"/>
        </w:rPr>
        <w:t xml:space="preserve">9,8%). Następnie </w:t>
      </w:r>
      <w:r w:rsidRPr="000733E7">
        <w:rPr>
          <w:szCs w:val="24"/>
        </w:rPr>
        <w:t>osoby posiadając</w:t>
      </w:r>
      <w:r w:rsidR="006D3093" w:rsidRPr="000733E7">
        <w:rPr>
          <w:szCs w:val="24"/>
        </w:rPr>
        <w:t>e staż pracy</w:t>
      </w:r>
      <w:r w:rsidR="008F3D4C" w:rsidRPr="000733E7">
        <w:rPr>
          <w:szCs w:val="24"/>
        </w:rPr>
        <w:t xml:space="preserve"> </w:t>
      </w:r>
      <w:r w:rsidR="00224274">
        <w:rPr>
          <w:szCs w:val="24"/>
        </w:rPr>
        <w:t>5</w:t>
      </w:r>
      <w:r w:rsidR="008F3D4C" w:rsidRPr="000733E7">
        <w:rPr>
          <w:szCs w:val="24"/>
        </w:rPr>
        <w:t xml:space="preserve"> – </w:t>
      </w:r>
      <w:r w:rsidR="00224274">
        <w:rPr>
          <w:szCs w:val="24"/>
        </w:rPr>
        <w:t>1</w:t>
      </w:r>
      <w:r w:rsidR="00AA13B2" w:rsidRPr="000733E7">
        <w:rPr>
          <w:szCs w:val="24"/>
        </w:rPr>
        <w:t>0</w:t>
      </w:r>
      <w:r w:rsidR="008F3D4C" w:rsidRPr="000733E7">
        <w:rPr>
          <w:szCs w:val="24"/>
        </w:rPr>
        <w:t xml:space="preserve"> lat</w:t>
      </w:r>
      <w:r w:rsidR="006D3093" w:rsidRPr="000733E7">
        <w:rPr>
          <w:szCs w:val="24"/>
        </w:rPr>
        <w:t xml:space="preserve"> </w:t>
      </w:r>
      <w:r w:rsidR="00511977" w:rsidRPr="000733E7">
        <w:rPr>
          <w:szCs w:val="24"/>
        </w:rPr>
        <w:t xml:space="preserve">- </w:t>
      </w:r>
      <w:r w:rsidR="00224274">
        <w:rPr>
          <w:szCs w:val="24"/>
        </w:rPr>
        <w:t>185</w:t>
      </w:r>
      <w:r w:rsidR="00511977" w:rsidRPr="000733E7">
        <w:rPr>
          <w:szCs w:val="24"/>
        </w:rPr>
        <w:t xml:space="preserve"> os</w:t>
      </w:r>
      <w:r w:rsidR="00ED33C0">
        <w:rPr>
          <w:szCs w:val="24"/>
        </w:rPr>
        <w:t>ób</w:t>
      </w:r>
      <w:r w:rsidRPr="000733E7">
        <w:rPr>
          <w:szCs w:val="24"/>
        </w:rPr>
        <w:t xml:space="preserve"> (tj. </w:t>
      </w:r>
      <w:r w:rsidR="00224274">
        <w:rPr>
          <w:szCs w:val="24"/>
        </w:rPr>
        <w:t>16,8</w:t>
      </w:r>
      <w:r w:rsidRPr="000733E7">
        <w:rPr>
          <w:szCs w:val="24"/>
        </w:rPr>
        <w:t>%)</w:t>
      </w:r>
      <w:r w:rsidR="001C4F8C">
        <w:rPr>
          <w:szCs w:val="24"/>
        </w:rPr>
        <w:t xml:space="preserve"> oraz osoby posiadające staż pracy </w:t>
      </w:r>
      <w:r w:rsidR="00224274">
        <w:rPr>
          <w:szCs w:val="24"/>
        </w:rPr>
        <w:t xml:space="preserve">do 1 roku </w:t>
      </w:r>
      <w:r w:rsidR="001C4F8C">
        <w:rPr>
          <w:szCs w:val="24"/>
        </w:rPr>
        <w:t xml:space="preserve">– </w:t>
      </w:r>
      <w:r w:rsidR="00224274">
        <w:rPr>
          <w:szCs w:val="24"/>
        </w:rPr>
        <w:t>176 osób</w:t>
      </w:r>
      <w:r w:rsidR="00ED33C0">
        <w:rPr>
          <w:szCs w:val="24"/>
        </w:rPr>
        <w:t xml:space="preserve"> (tj. 15</w:t>
      </w:r>
      <w:r w:rsidR="001C4F8C">
        <w:rPr>
          <w:szCs w:val="24"/>
        </w:rPr>
        <w:t>,</w:t>
      </w:r>
      <w:r w:rsidR="00ED33C0">
        <w:rPr>
          <w:szCs w:val="24"/>
        </w:rPr>
        <w:t>9</w:t>
      </w:r>
      <w:r w:rsidR="001C4F8C">
        <w:rPr>
          <w:szCs w:val="24"/>
        </w:rPr>
        <w:t>%)</w:t>
      </w:r>
      <w:r w:rsidRPr="000733E7">
        <w:rPr>
          <w:szCs w:val="24"/>
        </w:rPr>
        <w:t>. Najmniej liczną grupę stanowiły osob</w:t>
      </w:r>
      <w:r w:rsidR="006D3093" w:rsidRPr="000733E7">
        <w:rPr>
          <w:szCs w:val="24"/>
        </w:rPr>
        <w:t xml:space="preserve">y ze stażem 30 lat i więcej – </w:t>
      </w:r>
      <w:r w:rsidR="0087304E">
        <w:rPr>
          <w:szCs w:val="24"/>
        </w:rPr>
        <w:t>51</w:t>
      </w:r>
      <w:r w:rsidR="00511977" w:rsidRPr="000733E7">
        <w:rPr>
          <w:szCs w:val="24"/>
        </w:rPr>
        <w:t xml:space="preserve"> os</w:t>
      </w:r>
      <w:r w:rsidR="00C572BE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87304E">
        <w:rPr>
          <w:szCs w:val="24"/>
        </w:rPr>
        <w:t>4,6</w:t>
      </w:r>
      <w:r w:rsidRPr="000733E7">
        <w:rPr>
          <w:szCs w:val="24"/>
        </w:rPr>
        <w:t>%).</w:t>
      </w:r>
    </w:p>
    <w:p w:rsidR="0086669D" w:rsidRDefault="0086669D" w:rsidP="004254F9">
      <w:pPr>
        <w:pStyle w:val="Tekstpodstawowywcity2"/>
        <w:spacing w:line="360" w:lineRule="auto"/>
        <w:ind w:left="0"/>
        <w:rPr>
          <w:szCs w:val="24"/>
        </w:rPr>
      </w:pPr>
    </w:p>
    <w:p w:rsidR="009C3EE1" w:rsidRDefault="009C3EE1" w:rsidP="004254F9">
      <w:pPr>
        <w:pStyle w:val="Tekstpodstawowywcity2"/>
        <w:spacing w:line="360" w:lineRule="auto"/>
        <w:ind w:left="0"/>
        <w:rPr>
          <w:szCs w:val="24"/>
        </w:rPr>
      </w:pPr>
    </w:p>
    <w:p w:rsidR="0086669D" w:rsidRDefault="0086669D" w:rsidP="004254F9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44543A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16. </w:t>
      </w:r>
      <w:r w:rsidR="005B69D0" w:rsidRPr="000733E7">
        <w:rPr>
          <w:b/>
          <w:szCs w:val="24"/>
        </w:rPr>
        <w:t>Długotrwale bezrobotni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8F3D4C" w:rsidP="00A974B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31.12.201</w:t>
            </w:r>
            <w:r w:rsidR="0087304E">
              <w:rPr>
                <w:b/>
                <w:sz w:val="20"/>
              </w:rPr>
              <w:t>7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15,9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12,7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w="1842" w:type="dxa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7304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49,0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4815DD" w:rsidRPr="000733E7" w:rsidRDefault="005B69D0" w:rsidP="004254F9">
      <w:pPr>
        <w:pStyle w:val="Tekstpodstawowywcity2"/>
        <w:numPr>
          <w:ilvl w:val="0"/>
          <w:numId w:val="11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wieku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długotrwałym bezrobociem dotknięte były w największym stopniu osoby w przedz</w:t>
      </w:r>
      <w:r w:rsidR="00ED33C0">
        <w:rPr>
          <w:szCs w:val="24"/>
        </w:rPr>
        <w:t>iale wiekowym 35 – 44</w:t>
      </w:r>
      <w:r w:rsidR="00511977" w:rsidRPr="000733E7">
        <w:rPr>
          <w:szCs w:val="24"/>
        </w:rPr>
        <w:t xml:space="preserve"> lata – </w:t>
      </w:r>
      <w:r w:rsidR="0042644C">
        <w:rPr>
          <w:szCs w:val="24"/>
        </w:rPr>
        <w:t>291</w:t>
      </w:r>
      <w:r w:rsidR="00511977" w:rsidRPr="000733E7">
        <w:rPr>
          <w:szCs w:val="24"/>
        </w:rPr>
        <w:t xml:space="preserve"> os</w:t>
      </w:r>
      <w:r w:rsidR="00393512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42644C">
        <w:rPr>
          <w:szCs w:val="24"/>
        </w:rPr>
        <w:t>26</w:t>
      </w:r>
      <w:r w:rsidR="00616F2F">
        <w:rPr>
          <w:szCs w:val="24"/>
        </w:rPr>
        <w:t>,</w:t>
      </w:r>
      <w:r w:rsidR="0042644C">
        <w:rPr>
          <w:szCs w:val="24"/>
        </w:rPr>
        <w:t>3</w:t>
      </w:r>
      <w:r w:rsidRPr="000733E7">
        <w:rPr>
          <w:szCs w:val="24"/>
        </w:rPr>
        <w:t xml:space="preserve">% ogółu długotrwale bezrobotnych), w wieku </w:t>
      </w:r>
      <w:r w:rsidR="00ED33C0">
        <w:rPr>
          <w:szCs w:val="24"/>
        </w:rPr>
        <w:t>45 – 54</w:t>
      </w:r>
      <w:r w:rsidR="00345A0B" w:rsidRPr="000733E7">
        <w:rPr>
          <w:szCs w:val="24"/>
        </w:rPr>
        <w:t xml:space="preserve"> lata – </w:t>
      </w:r>
      <w:r w:rsidR="0042644C">
        <w:rPr>
          <w:szCs w:val="24"/>
        </w:rPr>
        <w:t>238</w:t>
      </w:r>
      <w:r w:rsidR="00511977" w:rsidRPr="000733E7">
        <w:rPr>
          <w:szCs w:val="24"/>
        </w:rPr>
        <w:t xml:space="preserve"> os</w:t>
      </w:r>
      <w:r w:rsidR="00C22837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ED33C0">
        <w:rPr>
          <w:szCs w:val="24"/>
        </w:rPr>
        <w:t>21</w:t>
      </w:r>
      <w:r w:rsidR="00616F2F">
        <w:rPr>
          <w:szCs w:val="24"/>
        </w:rPr>
        <w:t>,</w:t>
      </w:r>
      <w:r w:rsidR="0042644C">
        <w:rPr>
          <w:szCs w:val="24"/>
        </w:rPr>
        <w:t>5</w:t>
      </w:r>
      <w:r w:rsidRPr="000733E7">
        <w:rPr>
          <w:szCs w:val="24"/>
        </w:rPr>
        <w:t>%)</w:t>
      </w:r>
      <w:r w:rsidR="00A974B7">
        <w:rPr>
          <w:szCs w:val="24"/>
        </w:rPr>
        <w:t>,</w:t>
      </w:r>
      <w:r w:rsidR="0042644C" w:rsidRPr="0042644C">
        <w:rPr>
          <w:sz w:val="20"/>
          <w:szCs w:val="24"/>
        </w:rPr>
        <w:t xml:space="preserve"> </w:t>
      </w:r>
      <w:r w:rsidR="0042644C" w:rsidRPr="0042644C">
        <w:rPr>
          <w:szCs w:val="24"/>
        </w:rPr>
        <w:t xml:space="preserve">w przedziale wiekowym 55 – 59 lat </w:t>
      </w:r>
      <w:r w:rsidR="0042644C">
        <w:rPr>
          <w:szCs w:val="24"/>
        </w:rPr>
        <w:t>– 195 osób (tj. 17,7%),</w:t>
      </w:r>
      <w:r w:rsidR="00511977" w:rsidRPr="000733E7">
        <w:rPr>
          <w:szCs w:val="24"/>
        </w:rPr>
        <w:t xml:space="preserve"> w wieku </w:t>
      </w:r>
      <w:r w:rsidR="00ED33C0">
        <w:rPr>
          <w:szCs w:val="24"/>
        </w:rPr>
        <w:t>2</w:t>
      </w:r>
      <w:r w:rsidR="00C22837">
        <w:rPr>
          <w:szCs w:val="24"/>
        </w:rPr>
        <w:t>5</w:t>
      </w:r>
      <w:r w:rsidR="00511977" w:rsidRPr="000733E7">
        <w:rPr>
          <w:szCs w:val="24"/>
        </w:rPr>
        <w:t xml:space="preserve"> – </w:t>
      </w:r>
      <w:r w:rsidR="00ED33C0">
        <w:rPr>
          <w:szCs w:val="24"/>
        </w:rPr>
        <w:t>34</w:t>
      </w:r>
      <w:r w:rsidR="00511977" w:rsidRPr="000733E7">
        <w:rPr>
          <w:szCs w:val="24"/>
        </w:rPr>
        <w:t xml:space="preserve"> lat</w:t>
      </w:r>
      <w:r w:rsidR="00ED33C0">
        <w:rPr>
          <w:szCs w:val="24"/>
        </w:rPr>
        <w:t>a</w:t>
      </w:r>
      <w:r w:rsidR="00345A0B" w:rsidRPr="000733E7">
        <w:rPr>
          <w:szCs w:val="24"/>
        </w:rPr>
        <w:t xml:space="preserve"> – </w:t>
      </w:r>
      <w:r w:rsidR="0042644C">
        <w:rPr>
          <w:szCs w:val="24"/>
        </w:rPr>
        <w:t>193</w:t>
      </w:r>
      <w:r w:rsidR="00511977" w:rsidRPr="000733E7">
        <w:rPr>
          <w:szCs w:val="24"/>
        </w:rPr>
        <w:t xml:space="preserve"> os</w:t>
      </w:r>
      <w:r w:rsidR="00ED33C0">
        <w:rPr>
          <w:szCs w:val="24"/>
        </w:rPr>
        <w:t>oby</w:t>
      </w:r>
      <w:r w:rsidR="00345A0B" w:rsidRPr="000733E7">
        <w:rPr>
          <w:szCs w:val="24"/>
        </w:rPr>
        <w:t xml:space="preserve"> (tj. </w:t>
      </w:r>
      <w:r w:rsidR="00ED33C0">
        <w:rPr>
          <w:szCs w:val="24"/>
        </w:rPr>
        <w:t>17</w:t>
      </w:r>
      <w:r w:rsidR="0042644C">
        <w:rPr>
          <w:szCs w:val="24"/>
        </w:rPr>
        <w:t>,5</w:t>
      </w:r>
      <w:r w:rsidR="00C22837">
        <w:rPr>
          <w:szCs w:val="24"/>
        </w:rPr>
        <w:t>%)</w:t>
      </w:r>
      <w:r w:rsidR="00ED33C0">
        <w:rPr>
          <w:szCs w:val="24"/>
        </w:rPr>
        <w:t>, or</w:t>
      </w:r>
      <w:r w:rsidR="0042644C">
        <w:rPr>
          <w:szCs w:val="24"/>
        </w:rPr>
        <w:t>az w wieku 60 lat i więcej – 143 osoby (tj. 12,9</w:t>
      </w:r>
      <w:r w:rsidR="00A974B7">
        <w:rPr>
          <w:szCs w:val="24"/>
        </w:rPr>
        <w:t>%).</w:t>
      </w:r>
    </w:p>
    <w:p w:rsidR="0044543A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stanowili bezr</w:t>
      </w:r>
      <w:r w:rsidR="00511977" w:rsidRPr="000733E7">
        <w:rPr>
          <w:szCs w:val="24"/>
        </w:rPr>
        <w:t xml:space="preserve">obotni w wieku </w:t>
      </w:r>
      <w:r w:rsidR="00A974B7">
        <w:rPr>
          <w:szCs w:val="24"/>
        </w:rPr>
        <w:t>18</w:t>
      </w:r>
      <w:r w:rsidR="00511977" w:rsidRPr="000733E7">
        <w:rPr>
          <w:szCs w:val="24"/>
        </w:rPr>
        <w:t xml:space="preserve"> – </w:t>
      </w:r>
      <w:r w:rsidR="00A974B7">
        <w:rPr>
          <w:szCs w:val="24"/>
        </w:rPr>
        <w:t>24</w:t>
      </w:r>
      <w:r w:rsidR="00511977" w:rsidRPr="000733E7">
        <w:rPr>
          <w:szCs w:val="24"/>
        </w:rPr>
        <w:t xml:space="preserve"> lata – </w:t>
      </w:r>
      <w:r w:rsidR="0042644C">
        <w:rPr>
          <w:szCs w:val="24"/>
        </w:rPr>
        <w:t>45</w:t>
      </w:r>
      <w:r w:rsidR="00511977" w:rsidRPr="000733E7">
        <w:rPr>
          <w:szCs w:val="24"/>
        </w:rPr>
        <w:t xml:space="preserve"> os</w:t>
      </w:r>
      <w:r w:rsidR="0042644C">
        <w:rPr>
          <w:szCs w:val="24"/>
        </w:rPr>
        <w:t>ób (tj. 4,1</w:t>
      </w:r>
      <w:r w:rsidR="00C22837">
        <w:rPr>
          <w:szCs w:val="24"/>
        </w:rPr>
        <w:t>%).</w:t>
      </w: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17. </w:t>
      </w:r>
      <w:r w:rsidR="005B69D0" w:rsidRPr="000733E7">
        <w:rPr>
          <w:sz w:val="24"/>
          <w:szCs w:val="24"/>
        </w:rPr>
        <w:t>Długotrwale bezrobotni wg wieku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511977" w:rsidP="00A974B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467D28" w:rsidRPr="0044543A">
              <w:rPr>
                <w:b/>
                <w:sz w:val="20"/>
              </w:rPr>
              <w:t>1</w:t>
            </w:r>
            <w:r w:rsidR="0042644C">
              <w:rPr>
                <w:b/>
                <w:sz w:val="20"/>
              </w:rPr>
              <w:t>7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18 – 24 lata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25 – 34 lata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35 – 44 lata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291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45 – 54 lata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55 – 59 lata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17,7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C85A7F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60 </w:t>
            </w:r>
            <w:r w:rsidR="007E37A5">
              <w:rPr>
                <w:sz w:val="20"/>
              </w:rPr>
              <w:t>lat i w</w:t>
            </w:r>
            <w:r w:rsidR="00C85A7F">
              <w:rPr>
                <w:sz w:val="20"/>
              </w:rPr>
              <w:t>ięcej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12,9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49,0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44543A" w:rsidRDefault="005B69D0" w:rsidP="004254F9">
      <w:pPr>
        <w:pStyle w:val="Tekstpodstawowywcity2"/>
        <w:numPr>
          <w:ilvl w:val="0"/>
          <w:numId w:val="12"/>
        </w:numPr>
        <w:spacing w:line="360" w:lineRule="auto"/>
        <w:ind w:left="0" w:firstLine="0"/>
        <w:rPr>
          <w:b/>
          <w:szCs w:val="24"/>
        </w:rPr>
      </w:pPr>
      <w:r w:rsidRPr="000733E7">
        <w:rPr>
          <w:b/>
          <w:szCs w:val="24"/>
        </w:rPr>
        <w:t>Długotrwale bezrobotni wg czasu pozostawania bez pracy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długotrwale bezrobotnych dominowały osoby pozostające bez </w:t>
      </w:r>
      <w:r w:rsidR="00345A0B" w:rsidRPr="000733E7">
        <w:rPr>
          <w:szCs w:val="24"/>
        </w:rPr>
        <w:t>pracy</w:t>
      </w:r>
      <w:r w:rsidR="00E21699">
        <w:rPr>
          <w:szCs w:val="24"/>
        </w:rPr>
        <w:t xml:space="preserve"> powyżej</w:t>
      </w:r>
      <w:r w:rsidR="00511977" w:rsidRPr="000733E7">
        <w:rPr>
          <w:szCs w:val="24"/>
        </w:rPr>
        <w:t xml:space="preserve"> 24 </w:t>
      </w:r>
      <w:r w:rsidR="00345A0B" w:rsidRPr="000733E7">
        <w:rPr>
          <w:szCs w:val="24"/>
        </w:rPr>
        <w:t xml:space="preserve"> miesi</w:t>
      </w:r>
      <w:r w:rsidR="00F5382E">
        <w:rPr>
          <w:szCs w:val="24"/>
        </w:rPr>
        <w:t>ęcy</w:t>
      </w:r>
      <w:r w:rsidR="00345A0B" w:rsidRPr="000733E7">
        <w:rPr>
          <w:szCs w:val="24"/>
        </w:rPr>
        <w:t xml:space="preserve"> –</w:t>
      </w:r>
      <w:r w:rsidR="0042644C">
        <w:rPr>
          <w:szCs w:val="24"/>
        </w:rPr>
        <w:t xml:space="preserve"> 426</w:t>
      </w:r>
      <w:r w:rsidR="00345A0B" w:rsidRPr="000733E7">
        <w:rPr>
          <w:szCs w:val="24"/>
        </w:rPr>
        <w:t xml:space="preserve"> os</w:t>
      </w:r>
      <w:r w:rsidR="00A974B7">
        <w:rPr>
          <w:szCs w:val="24"/>
        </w:rPr>
        <w:t>ób</w:t>
      </w:r>
      <w:r w:rsidR="00345A0B" w:rsidRPr="000733E7">
        <w:rPr>
          <w:szCs w:val="24"/>
        </w:rPr>
        <w:t xml:space="preserve"> (tj. </w:t>
      </w:r>
      <w:r w:rsidR="0042644C">
        <w:rPr>
          <w:szCs w:val="24"/>
        </w:rPr>
        <w:t>38,6</w:t>
      </w:r>
      <w:r w:rsidRPr="000733E7">
        <w:rPr>
          <w:szCs w:val="24"/>
        </w:rPr>
        <w:t xml:space="preserve">% ogółu długotrwale bezrobotnych) oraz osoby pozostające bez pracy </w:t>
      </w:r>
      <w:r w:rsidR="00E21699">
        <w:rPr>
          <w:szCs w:val="24"/>
        </w:rPr>
        <w:t>12- 24 miesięcy</w:t>
      </w:r>
      <w:r w:rsidR="00511977" w:rsidRPr="000733E7">
        <w:rPr>
          <w:szCs w:val="24"/>
        </w:rPr>
        <w:t xml:space="preserve"> – </w:t>
      </w:r>
      <w:r w:rsidR="0042644C">
        <w:rPr>
          <w:szCs w:val="24"/>
        </w:rPr>
        <w:t>401</w:t>
      </w:r>
      <w:r w:rsidR="00511977" w:rsidRPr="000733E7">
        <w:rPr>
          <w:szCs w:val="24"/>
        </w:rPr>
        <w:t xml:space="preserve"> osób (tj. </w:t>
      </w:r>
      <w:r w:rsidR="0042644C">
        <w:rPr>
          <w:szCs w:val="24"/>
        </w:rPr>
        <w:t>36</w:t>
      </w:r>
      <w:r w:rsidR="00F5382E">
        <w:rPr>
          <w:szCs w:val="24"/>
        </w:rPr>
        <w:t>,3</w:t>
      </w:r>
      <w:r w:rsidRPr="000733E7">
        <w:rPr>
          <w:szCs w:val="24"/>
        </w:rPr>
        <w:t>%).</w:t>
      </w:r>
    </w:p>
    <w:p w:rsidR="009C3EE1" w:rsidRDefault="005B69D0" w:rsidP="00C76033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</w:t>
      </w:r>
      <w:r w:rsidR="00511977" w:rsidRPr="000733E7">
        <w:rPr>
          <w:szCs w:val="24"/>
        </w:rPr>
        <w:t xml:space="preserve">li bezrobotni do 1 miesiąca – </w:t>
      </w:r>
      <w:r w:rsidR="0042644C">
        <w:rPr>
          <w:szCs w:val="24"/>
        </w:rPr>
        <w:t>18</w:t>
      </w:r>
      <w:r w:rsidR="00345A0B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="0042644C">
        <w:rPr>
          <w:szCs w:val="24"/>
        </w:rPr>
        <w:t xml:space="preserve"> (tj. 1,6</w:t>
      </w:r>
      <w:r w:rsidR="00F5382E">
        <w:rPr>
          <w:szCs w:val="24"/>
        </w:rPr>
        <w:t>%).</w:t>
      </w: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Tabela 18. </w:t>
      </w:r>
      <w:r w:rsidR="005B69D0" w:rsidRPr="000733E7">
        <w:rPr>
          <w:sz w:val="24"/>
          <w:szCs w:val="24"/>
        </w:rPr>
        <w:t>Długotrwale bezrobotni wg czasu pozostawania bez pracy w 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511977" w:rsidP="00A974B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407C">
              <w:rPr>
                <w:b/>
                <w:sz w:val="20"/>
                <w:shd w:val="clear" w:color="auto" w:fill="C2D69B" w:themeFill="accent3" w:themeFillTint="99"/>
              </w:rPr>
              <w:t>Stan na 31.12.20</w:t>
            </w:r>
            <w:r w:rsidR="00CE7A7E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42644C">
              <w:rPr>
                <w:b/>
                <w:sz w:val="20"/>
                <w:shd w:val="clear" w:color="auto" w:fill="C2D69B" w:themeFill="accent3" w:themeFillTint="99"/>
              </w:rPr>
              <w:t>7</w:t>
            </w:r>
            <w:r w:rsidR="005B69D0" w:rsidRPr="0069407C">
              <w:rPr>
                <w:b/>
                <w:sz w:val="20"/>
                <w:shd w:val="clear" w:color="auto" w:fill="C2D69B" w:themeFill="accent3" w:themeFillTint="99"/>
              </w:rPr>
              <w:t>r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3- 6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42644C" w:rsidP="00F5382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401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232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36,3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426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1842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49,0</w:t>
            </w:r>
          </w:p>
        </w:tc>
      </w:tr>
    </w:tbl>
    <w:p w:rsidR="00950CEC" w:rsidRDefault="00950CEC" w:rsidP="000733E7">
      <w:pPr>
        <w:spacing w:line="276" w:lineRule="auto"/>
        <w:rPr>
          <w:b/>
          <w:sz w:val="24"/>
          <w:szCs w:val="24"/>
          <w:u w:val="single"/>
        </w:rPr>
      </w:pPr>
    </w:p>
    <w:p w:rsidR="009C3EE1" w:rsidRPr="000733E7" w:rsidRDefault="009C3EE1" w:rsidP="000733E7">
      <w:pPr>
        <w:spacing w:line="276" w:lineRule="auto"/>
        <w:rPr>
          <w:b/>
          <w:sz w:val="24"/>
          <w:szCs w:val="24"/>
          <w:u w:val="single"/>
        </w:rPr>
      </w:pPr>
    </w:p>
    <w:p w:rsidR="005B69D0" w:rsidRPr="0044543A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 xml:space="preserve">3.3. </w:t>
      </w:r>
      <w:r w:rsidR="0044543A">
        <w:rPr>
          <w:b/>
          <w:i/>
          <w:sz w:val="24"/>
          <w:szCs w:val="24"/>
        </w:rPr>
        <w:t xml:space="preserve">  </w:t>
      </w:r>
      <w:r w:rsidRPr="000733E7">
        <w:rPr>
          <w:b/>
          <w:i/>
          <w:sz w:val="24"/>
          <w:szCs w:val="24"/>
        </w:rPr>
        <w:t>Bezrobotni powyżej  50 roku życia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tej populacji bezrobotnych zarejestrowane są głównie osoby, którym w niedalekiej przyszłości przysługiwać będzie prawo do</w:t>
      </w:r>
      <w:r w:rsidR="00511977" w:rsidRPr="000733E7">
        <w:rPr>
          <w:szCs w:val="24"/>
        </w:rPr>
        <w:t xml:space="preserve"> emerytury. W końcu grudnia 20</w:t>
      </w:r>
      <w:r w:rsidR="00CE7A7E" w:rsidRPr="000733E7">
        <w:rPr>
          <w:szCs w:val="24"/>
        </w:rPr>
        <w:t>1</w:t>
      </w:r>
      <w:r w:rsidR="0042644C">
        <w:rPr>
          <w:szCs w:val="24"/>
        </w:rPr>
        <w:t>7</w:t>
      </w:r>
      <w:r w:rsidR="0048756E" w:rsidRPr="000733E7">
        <w:rPr>
          <w:szCs w:val="24"/>
        </w:rPr>
        <w:t>r. zarejestrowan</w:t>
      </w:r>
      <w:r w:rsidR="00CB7ABF">
        <w:rPr>
          <w:szCs w:val="24"/>
        </w:rPr>
        <w:t>ych</w:t>
      </w:r>
      <w:r w:rsidR="0048756E" w:rsidRPr="000733E7">
        <w:rPr>
          <w:szCs w:val="24"/>
        </w:rPr>
        <w:t xml:space="preserve"> był</w:t>
      </w:r>
      <w:r w:rsidR="00CB7ABF">
        <w:rPr>
          <w:szCs w:val="24"/>
        </w:rPr>
        <w:t>o</w:t>
      </w:r>
      <w:r w:rsidR="0048756E" w:rsidRPr="000733E7">
        <w:rPr>
          <w:szCs w:val="24"/>
        </w:rPr>
        <w:t xml:space="preserve"> </w:t>
      </w:r>
      <w:r w:rsidR="0042644C">
        <w:rPr>
          <w:szCs w:val="24"/>
        </w:rPr>
        <w:t>817</w:t>
      </w:r>
      <w:r w:rsidRPr="000733E7">
        <w:rPr>
          <w:szCs w:val="24"/>
        </w:rPr>
        <w:t xml:space="preserve"> os</w:t>
      </w:r>
      <w:r w:rsidR="00CB7ABF">
        <w:rPr>
          <w:szCs w:val="24"/>
        </w:rPr>
        <w:t>ób bezrobotnych</w:t>
      </w:r>
      <w:r w:rsidRPr="000733E7">
        <w:rPr>
          <w:szCs w:val="24"/>
        </w:rPr>
        <w:t xml:space="preserve"> </w:t>
      </w:r>
      <w:r w:rsidR="0048756E" w:rsidRPr="000733E7">
        <w:rPr>
          <w:szCs w:val="24"/>
        </w:rPr>
        <w:t xml:space="preserve">powyżej 50 roku życia, w tym </w:t>
      </w:r>
      <w:r w:rsidR="0042644C">
        <w:rPr>
          <w:szCs w:val="24"/>
        </w:rPr>
        <w:t>252</w:t>
      </w:r>
      <w:r w:rsidRPr="000733E7">
        <w:rPr>
          <w:szCs w:val="24"/>
        </w:rPr>
        <w:t xml:space="preserve"> kobiet</w:t>
      </w:r>
      <w:r w:rsidR="0066764E">
        <w:rPr>
          <w:szCs w:val="24"/>
        </w:rPr>
        <w:t>y</w:t>
      </w:r>
      <w:r w:rsidRPr="000733E7">
        <w:rPr>
          <w:szCs w:val="24"/>
        </w:rPr>
        <w:t>. Stanow</w:t>
      </w:r>
      <w:r w:rsidR="0048756E" w:rsidRPr="000733E7">
        <w:rPr>
          <w:szCs w:val="24"/>
        </w:rPr>
        <w:t xml:space="preserve">ili oni </w:t>
      </w:r>
      <w:r w:rsidR="0042644C">
        <w:rPr>
          <w:szCs w:val="24"/>
        </w:rPr>
        <w:t>34,1</w:t>
      </w:r>
      <w:r w:rsidRPr="000733E7">
        <w:rPr>
          <w:szCs w:val="24"/>
        </w:rPr>
        <w:t>% ogółu bezrobotnyc</w:t>
      </w:r>
      <w:r w:rsidR="00511977" w:rsidRPr="000733E7">
        <w:rPr>
          <w:szCs w:val="24"/>
        </w:rPr>
        <w:t>h. W porównaniu  do grudnia 20</w:t>
      </w:r>
      <w:r w:rsidR="00AA13B2" w:rsidRPr="000733E7">
        <w:rPr>
          <w:szCs w:val="24"/>
        </w:rPr>
        <w:t>1</w:t>
      </w:r>
      <w:r w:rsidR="0042644C">
        <w:rPr>
          <w:szCs w:val="24"/>
        </w:rPr>
        <w:t>6</w:t>
      </w:r>
      <w:r w:rsidRPr="000733E7">
        <w:rPr>
          <w:szCs w:val="24"/>
        </w:rPr>
        <w:t>r. nas</w:t>
      </w:r>
      <w:r w:rsidR="0048756E" w:rsidRPr="000733E7">
        <w:rPr>
          <w:szCs w:val="24"/>
        </w:rPr>
        <w:t xml:space="preserve">tąpił </w:t>
      </w:r>
      <w:r w:rsidR="0066764E">
        <w:rPr>
          <w:szCs w:val="24"/>
        </w:rPr>
        <w:t>spadek</w:t>
      </w:r>
      <w:r w:rsidR="0048756E" w:rsidRPr="000733E7">
        <w:rPr>
          <w:szCs w:val="24"/>
        </w:rPr>
        <w:t xml:space="preserve"> tej populacji o </w:t>
      </w:r>
      <w:r w:rsidR="00CB7ABF">
        <w:rPr>
          <w:szCs w:val="24"/>
        </w:rPr>
        <w:t>1</w:t>
      </w:r>
      <w:r w:rsidR="0042644C">
        <w:rPr>
          <w:szCs w:val="24"/>
        </w:rPr>
        <w:t>33</w:t>
      </w:r>
      <w:r w:rsidR="0048756E" w:rsidRPr="000733E7">
        <w:rPr>
          <w:szCs w:val="24"/>
        </w:rPr>
        <w:t xml:space="preserve"> os</w:t>
      </w:r>
      <w:r w:rsidR="00CB7ABF">
        <w:rPr>
          <w:szCs w:val="24"/>
        </w:rPr>
        <w:t>o</w:t>
      </w:r>
      <w:r w:rsidR="004F2D90">
        <w:rPr>
          <w:szCs w:val="24"/>
        </w:rPr>
        <w:t>b</w:t>
      </w:r>
      <w:r w:rsidR="00CB7ABF">
        <w:rPr>
          <w:szCs w:val="24"/>
        </w:rPr>
        <w:t>y</w:t>
      </w:r>
      <w:r w:rsidR="0048756E" w:rsidRPr="000733E7">
        <w:rPr>
          <w:szCs w:val="24"/>
        </w:rPr>
        <w:t xml:space="preserve">, tj. o </w:t>
      </w:r>
      <w:r w:rsidR="0042644C">
        <w:rPr>
          <w:szCs w:val="24"/>
        </w:rPr>
        <w:t>14,0</w:t>
      </w:r>
      <w:r w:rsidRPr="000733E7">
        <w:rPr>
          <w:szCs w:val="24"/>
        </w:rPr>
        <w:t>%.</w:t>
      </w:r>
    </w:p>
    <w:p w:rsidR="005B69D0" w:rsidRDefault="005B69D0" w:rsidP="00CB7AB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omawianym okres</w:t>
      </w:r>
      <w:r w:rsidR="0048756E" w:rsidRPr="000733E7">
        <w:rPr>
          <w:szCs w:val="24"/>
        </w:rPr>
        <w:t xml:space="preserve">ie urząd pracy zarejestrował </w:t>
      </w:r>
      <w:r w:rsidR="0042644C">
        <w:rPr>
          <w:szCs w:val="24"/>
        </w:rPr>
        <w:t>899</w:t>
      </w:r>
      <w:r w:rsidR="0048756E" w:rsidRPr="000733E7">
        <w:rPr>
          <w:szCs w:val="24"/>
        </w:rPr>
        <w:t xml:space="preserve"> os</w:t>
      </w:r>
      <w:r w:rsidR="004F2D90">
        <w:rPr>
          <w:szCs w:val="24"/>
        </w:rPr>
        <w:t>ób</w:t>
      </w:r>
      <w:r w:rsidRPr="000733E7">
        <w:rPr>
          <w:szCs w:val="24"/>
        </w:rPr>
        <w:t xml:space="preserve"> powyżej </w:t>
      </w:r>
      <w:r w:rsidR="0048756E" w:rsidRPr="000733E7">
        <w:rPr>
          <w:szCs w:val="24"/>
        </w:rPr>
        <w:t xml:space="preserve">50 roku życia, co stanowiło </w:t>
      </w:r>
      <w:r w:rsidR="0042644C">
        <w:rPr>
          <w:szCs w:val="24"/>
        </w:rPr>
        <w:t>22,2</w:t>
      </w:r>
      <w:r w:rsidR="00511977" w:rsidRPr="000733E7">
        <w:rPr>
          <w:szCs w:val="24"/>
        </w:rPr>
        <w:t>% ogółu zarejestrowanych w 20</w:t>
      </w:r>
      <w:r w:rsidR="00393512">
        <w:rPr>
          <w:szCs w:val="24"/>
        </w:rPr>
        <w:t>1</w:t>
      </w:r>
      <w:r w:rsidR="0042644C">
        <w:rPr>
          <w:szCs w:val="24"/>
        </w:rPr>
        <w:t>7</w:t>
      </w:r>
      <w:r w:rsidRPr="000733E7">
        <w:rPr>
          <w:szCs w:val="24"/>
        </w:rPr>
        <w:t>r. Natomiast z ewide</w:t>
      </w:r>
      <w:r w:rsidR="0048756E" w:rsidRPr="000733E7">
        <w:rPr>
          <w:szCs w:val="24"/>
        </w:rPr>
        <w:t xml:space="preserve">ncji bezrobotnych wyłączono </w:t>
      </w:r>
      <w:r w:rsidR="0042644C">
        <w:rPr>
          <w:szCs w:val="24"/>
        </w:rPr>
        <w:t xml:space="preserve">1032 </w:t>
      </w:r>
      <w:r w:rsidR="00CB7ABF">
        <w:rPr>
          <w:szCs w:val="24"/>
        </w:rPr>
        <w:t>osoby</w:t>
      </w:r>
      <w:r w:rsidR="0048756E" w:rsidRPr="000733E7">
        <w:rPr>
          <w:szCs w:val="24"/>
        </w:rPr>
        <w:t xml:space="preserve">, co stanowiło </w:t>
      </w:r>
      <w:r w:rsidR="00CB7ABF">
        <w:rPr>
          <w:szCs w:val="24"/>
        </w:rPr>
        <w:t>23,2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 wyłączonych z ewidencji w 20</w:t>
      </w:r>
      <w:r w:rsidR="000459C2" w:rsidRPr="000733E7">
        <w:rPr>
          <w:szCs w:val="24"/>
        </w:rPr>
        <w:t>1</w:t>
      </w:r>
      <w:r w:rsidR="0042644C">
        <w:rPr>
          <w:szCs w:val="24"/>
        </w:rPr>
        <w:t>7</w:t>
      </w:r>
      <w:r w:rsidR="003F17BE" w:rsidRPr="000733E7">
        <w:rPr>
          <w:szCs w:val="24"/>
        </w:rPr>
        <w:t>r. P</w:t>
      </w:r>
      <w:r w:rsidRPr="000733E7">
        <w:rPr>
          <w:szCs w:val="24"/>
        </w:rPr>
        <w:t>racę</w:t>
      </w:r>
      <w:r w:rsidR="0048756E" w:rsidRPr="000733E7">
        <w:rPr>
          <w:szCs w:val="24"/>
        </w:rPr>
        <w:t xml:space="preserve"> </w:t>
      </w:r>
      <w:r w:rsidR="00511977" w:rsidRPr="000733E7">
        <w:rPr>
          <w:szCs w:val="24"/>
        </w:rPr>
        <w:t>w powyższym okresie podjęł</w:t>
      </w:r>
      <w:r w:rsidR="00616F2F">
        <w:rPr>
          <w:szCs w:val="24"/>
        </w:rPr>
        <w:t>o</w:t>
      </w:r>
      <w:r w:rsidR="00511977" w:rsidRPr="000733E7">
        <w:rPr>
          <w:szCs w:val="24"/>
        </w:rPr>
        <w:t xml:space="preserve"> </w:t>
      </w:r>
      <w:r w:rsidR="0042644C">
        <w:rPr>
          <w:szCs w:val="24"/>
        </w:rPr>
        <w:t>405</w:t>
      </w:r>
      <w:r w:rsidR="00511977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Pr="000733E7">
        <w:rPr>
          <w:szCs w:val="24"/>
        </w:rPr>
        <w:t>.</w:t>
      </w:r>
    </w:p>
    <w:p w:rsidR="004815DD" w:rsidRDefault="004815DD" w:rsidP="000733E7">
      <w:pPr>
        <w:pStyle w:val="Tekstpodstawowy"/>
        <w:spacing w:line="276" w:lineRule="auto"/>
        <w:rPr>
          <w:szCs w:val="24"/>
        </w:rPr>
      </w:pPr>
    </w:p>
    <w:p w:rsidR="005B69D0" w:rsidRPr="0044543A" w:rsidRDefault="0044543A" w:rsidP="0044543A">
      <w:pPr>
        <w:pStyle w:val="Tekstpodstawowy"/>
        <w:spacing w:line="276" w:lineRule="auto"/>
        <w:rPr>
          <w:i/>
          <w:szCs w:val="24"/>
        </w:rPr>
      </w:pPr>
      <w:r>
        <w:rPr>
          <w:b/>
          <w:szCs w:val="24"/>
        </w:rPr>
        <w:t xml:space="preserve">Tabela 19. </w:t>
      </w:r>
      <w:r w:rsidR="005B69D0" w:rsidRPr="000733E7">
        <w:rPr>
          <w:b/>
          <w:szCs w:val="24"/>
        </w:rPr>
        <w:t>Bezrobo</w:t>
      </w:r>
      <w:r w:rsidR="00CD77E0" w:rsidRPr="000733E7">
        <w:rPr>
          <w:b/>
          <w:szCs w:val="24"/>
        </w:rPr>
        <w:t>tni powyżej 50 roku życia w 20</w:t>
      </w:r>
      <w:r w:rsidR="000459C2" w:rsidRPr="000733E7">
        <w:rPr>
          <w:b/>
          <w:szCs w:val="24"/>
        </w:rPr>
        <w:t>1</w:t>
      </w:r>
      <w:r w:rsidR="0042644C">
        <w:rPr>
          <w:b/>
          <w:szCs w:val="24"/>
        </w:rPr>
        <w:t>7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410"/>
        <w:gridCol w:w="2410"/>
        <w:gridCol w:w="2621"/>
      </w:tblGrid>
      <w:tr w:rsidR="005B69D0" w:rsidRPr="000733E7" w:rsidTr="0069407C">
        <w:trPr>
          <w:cantSplit/>
        </w:trPr>
        <w:tc>
          <w:tcPr>
            <w:tcW w:w="1771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7441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powyżej 50 roku życia</w:t>
            </w:r>
          </w:p>
        </w:tc>
      </w:tr>
      <w:tr w:rsidR="005B69D0" w:rsidRPr="000733E7" w:rsidTr="0069407C">
        <w:trPr>
          <w:cantSplit/>
        </w:trPr>
        <w:tc>
          <w:tcPr>
            <w:tcW w:w="1771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 w 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621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985</w:t>
            </w:r>
          </w:p>
        </w:tc>
        <w:tc>
          <w:tcPr>
            <w:tcW w:w="2621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33,8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988</w:t>
            </w:r>
          </w:p>
        </w:tc>
        <w:tc>
          <w:tcPr>
            <w:tcW w:w="2621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946</w:t>
            </w:r>
          </w:p>
        </w:tc>
        <w:tc>
          <w:tcPr>
            <w:tcW w:w="2621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33,1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  <w:tc>
          <w:tcPr>
            <w:tcW w:w="2621" w:type="dxa"/>
          </w:tcPr>
          <w:p w:rsidR="005B69D0" w:rsidRPr="0044543A" w:rsidRDefault="0042644C" w:rsidP="000C5D7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34,3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903</w:t>
            </w:r>
          </w:p>
        </w:tc>
        <w:tc>
          <w:tcPr>
            <w:tcW w:w="2621" w:type="dxa"/>
          </w:tcPr>
          <w:p w:rsidR="005B69D0" w:rsidRPr="0044543A" w:rsidRDefault="0042644C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33,9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887</w:t>
            </w:r>
          </w:p>
        </w:tc>
        <w:tc>
          <w:tcPr>
            <w:tcW w:w="2621" w:type="dxa"/>
          </w:tcPr>
          <w:p w:rsidR="005B69D0" w:rsidRPr="0044543A" w:rsidRDefault="0042644C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34,2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880</w:t>
            </w:r>
          </w:p>
        </w:tc>
        <w:tc>
          <w:tcPr>
            <w:tcW w:w="2621" w:type="dxa"/>
          </w:tcPr>
          <w:p w:rsidR="005B69D0" w:rsidRPr="0044543A" w:rsidRDefault="0042644C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34,0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2621" w:type="dxa"/>
          </w:tcPr>
          <w:p w:rsidR="005B69D0" w:rsidRPr="0044543A" w:rsidRDefault="0042644C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34,2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410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2621" w:type="dxa"/>
          </w:tcPr>
          <w:p w:rsidR="005B69D0" w:rsidRPr="0044543A" w:rsidRDefault="0042644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410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787</w:t>
            </w:r>
          </w:p>
        </w:tc>
        <w:tc>
          <w:tcPr>
            <w:tcW w:w="2621" w:type="dxa"/>
          </w:tcPr>
          <w:p w:rsidR="005B69D0" w:rsidRPr="0044543A" w:rsidRDefault="008B6B64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32,6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lastRenderedPageBreak/>
              <w:t>Listopad</w:t>
            </w:r>
          </w:p>
        </w:tc>
        <w:tc>
          <w:tcPr>
            <w:tcW w:w="2410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410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776</w:t>
            </w:r>
          </w:p>
        </w:tc>
        <w:tc>
          <w:tcPr>
            <w:tcW w:w="2621" w:type="dxa"/>
          </w:tcPr>
          <w:p w:rsidR="005B69D0" w:rsidRPr="0044543A" w:rsidRDefault="008B6B64" w:rsidP="00CB7AB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32,5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2410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817</w:t>
            </w:r>
          </w:p>
        </w:tc>
        <w:tc>
          <w:tcPr>
            <w:tcW w:w="2621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899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621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601C0E" w:rsidRPr="0052058E" w:rsidRDefault="00601C0E" w:rsidP="0052058E">
      <w:pPr>
        <w:spacing w:line="360" w:lineRule="auto"/>
        <w:jc w:val="both"/>
        <w:rPr>
          <w:sz w:val="24"/>
          <w:szCs w:val="24"/>
        </w:rPr>
      </w:pPr>
    </w:p>
    <w:p w:rsidR="005B69D0" w:rsidRPr="00B81432" w:rsidRDefault="005B69D0" w:rsidP="004F76B2">
      <w:pPr>
        <w:pStyle w:val="Akapitzlist"/>
        <w:numPr>
          <w:ilvl w:val="0"/>
          <w:numId w:val="53"/>
        </w:numPr>
        <w:spacing w:line="360" w:lineRule="auto"/>
        <w:jc w:val="both"/>
        <w:rPr>
          <w:sz w:val="24"/>
          <w:szCs w:val="24"/>
        </w:rPr>
      </w:pPr>
      <w:r w:rsidRPr="00B81432">
        <w:rPr>
          <w:b/>
          <w:sz w:val="24"/>
          <w:szCs w:val="24"/>
        </w:rPr>
        <w:t>Bezrobotni powyżej 50 roku życia wg wykształcenia</w:t>
      </w:r>
    </w:p>
    <w:p w:rsidR="005B69D0" w:rsidRPr="000733E7" w:rsidRDefault="005B69D0" w:rsidP="004254F9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tej </w:t>
      </w:r>
      <w:r w:rsidR="000459C2" w:rsidRPr="000733E7">
        <w:rPr>
          <w:sz w:val="24"/>
          <w:szCs w:val="24"/>
        </w:rPr>
        <w:t>populacj</w:t>
      </w:r>
      <w:r w:rsidRPr="000733E7">
        <w:rPr>
          <w:sz w:val="24"/>
          <w:szCs w:val="24"/>
        </w:rPr>
        <w:t>i bezrobotnych przeważały osoby posiadające</w:t>
      </w:r>
      <w:r w:rsidR="0048756E" w:rsidRPr="000733E7">
        <w:rPr>
          <w:sz w:val="24"/>
          <w:szCs w:val="24"/>
        </w:rPr>
        <w:t xml:space="preserve"> niski poziom wykształcenia – </w:t>
      </w:r>
      <w:r w:rsidR="008B6B64">
        <w:rPr>
          <w:sz w:val="24"/>
          <w:szCs w:val="24"/>
        </w:rPr>
        <w:t>64,9</w:t>
      </w:r>
      <w:r w:rsidRPr="000733E7">
        <w:rPr>
          <w:sz w:val="24"/>
          <w:szCs w:val="24"/>
        </w:rPr>
        <w:t>% bezrobo</w:t>
      </w:r>
      <w:r w:rsidR="0048756E" w:rsidRPr="000733E7">
        <w:rPr>
          <w:sz w:val="24"/>
          <w:szCs w:val="24"/>
        </w:rPr>
        <w:t>tnych powyżej 50 roku życia (</w:t>
      </w:r>
      <w:r w:rsidR="008B6B64">
        <w:rPr>
          <w:sz w:val="24"/>
          <w:szCs w:val="24"/>
        </w:rPr>
        <w:t>530</w:t>
      </w:r>
      <w:r w:rsidR="00CD77E0" w:rsidRPr="000733E7">
        <w:rPr>
          <w:sz w:val="24"/>
          <w:szCs w:val="24"/>
        </w:rPr>
        <w:t xml:space="preserve"> os</w:t>
      </w:r>
      <w:r w:rsidR="0066764E">
        <w:rPr>
          <w:sz w:val="24"/>
          <w:szCs w:val="24"/>
        </w:rPr>
        <w:t>ób</w:t>
      </w:r>
      <w:r w:rsidRPr="000733E7">
        <w:rPr>
          <w:sz w:val="24"/>
          <w:szCs w:val="24"/>
        </w:rPr>
        <w:t>), to osoby z wykształceniem niższym niż średnie. Najmniej liczną grupę stanowiły osoby legitymujące</w:t>
      </w:r>
      <w:r w:rsidR="0048756E" w:rsidRPr="000733E7">
        <w:rPr>
          <w:sz w:val="24"/>
          <w:szCs w:val="24"/>
        </w:rPr>
        <w:t xml:space="preserve"> się wykształceniem </w:t>
      </w:r>
      <w:r w:rsidR="00A9505B">
        <w:rPr>
          <w:sz w:val="24"/>
          <w:szCs w:val="24"/>
        </w:rPr>
        <w:t>średnim ogólnym</w:t>
      </w:r>
      <w:r w:rsidR="00916564">
        <w:rPr>
          <w:sz w:val="24"/>
          <w:szCs w:val="24"/>
        </w:rPr>
        <w:t xml:space="preserve"> </w:t>
      </w:r>
      <w:r w:rsidR="008B6B64">
        <w:rPr>
          <w:sz w:val="24"/>
          <w:szCs w:val="24"/>
        </w:rPr>
        <w:t>35</w:t>
      </w:r>
      <w:r w:rsidR="00916564">
        <w:rPr>
          <w:sz w:val="24"/>
          <w:szCs w:val="24"/>
        </w:rPr>
        <w:t xml:space="preserve"> osób</w:t>
      </w:r>
      <w:r w:rsidR="00CD77E0" w:rsidRPr="000733E7">
        <w:rPr>
          <w:sz w:val="24"/>
          <w:szCs w:val="24"/>
        </w:rPr>
        <w:t xml:space="preserve"> (</w:t>
      </w:r>
      <w:r w:rsidR="008B6B64">
        <w:rPr>
          <w:sz w:val="24"/>
          <w:szCs w:val="24"/>
        </w:rPr>
        <w:t>4,3</w:t>
      </w:r>
      <w:r w:rsidRPr="000733E7">
        <w:rPr>
          <w:sz w:val="24"/>
          <w:szCs w:val="24"/>
        </w:rPr>
        <w:t>% ogółu tej kategorii osób).</w:t>
      </w:r>
    </w:p>
    <w:p w:rsidR="005B69D0" w:rsidRPr="000733E7" w:rsidRDefault="005B69D0" w:rsidP="000733E7">
      <w:pPr>
        <w:spacing w:line="276" w:lineRule="auto"/>
        <w:jc w:val="both"/>
        <w:rPr>
          <w:sz w:val="24"/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20. </w:t>
      </w:r>
      <w:r w:rsidR="005B69D0" w:rsidRPr="000733E7">
        <w:rPr>
          <w:sz w:val="24"/>
          <w:szCs w:val="24"/>
        </w:rPr>
        <w:t>Bezrobotni powyżej 50 roku życia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CD77E0" w:rsidP="004A487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</w:t>
            </w:r>
            <w:r w:rsidR="0031702A">
              <w:rPr>
                <w:b/>
                <w:sz w:val="20"/>
              </w:rPr>
              <w:t>201</w:t>
            </w:r>
            <w:r w:rsidR="008B6B64">
              <w:rPr>
                <w:b/>
                <w:sz w:val="20"/>
              </w:rPr>
              <w:t>7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Policealne i średnie zawodowe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24,1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30,2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283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817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30,8</w:t>
            </w:r>
          </w:p>
        </w:tc>
      </w:tr>
    </w:tbl>
    <w:p w:rsidR="00950CEC" w:rsidRPr="000733E7" w:rsidRDefault="00950CEC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BF37F9">
      <w:pPr>
        <w:numPr>
          <w:ilvl w:val="0"/>
          <w:numId w:val="13"/>
        </w:numPr>
        <w:spacing w:line="360" w:lineRule="auto"/>
        <w:ind w:left="0" w:firstLine="0"/>
        <w:rPr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stażu pracy</w:t>
      </w:r>
    </w:p>
    <w:p w:rsidR="005B69D0" w:rsidRPr="000733E7" w:rsidRDefault="005B69D0" w:rsidP="004254F9">
      <w:pPr>
        <w:pStyle w:val="Tekstpodstawowywcity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dominowały osoby, które</w:t>
      </w:r>
      <w:r w:rsidR="00FC004A" w:rsidRPr="000733E7">
        <w:rPr>
          <w:szCs w:val="24"/>
        </w:rPr>
        <w:t xml:space="preserve"> przepracowały 20 – 30 lat – </w:t>
      </w:r>
      <w:r w:rsidR="008B6B64">
        <w:rPr>
          <w:szCs w:val="24"/>
        </w:rPr>
        <w:t>241</w:t>
      </w:r>
      <w:r w:rsidR="008B3DB5">
        <w:rPr>
          <w:szCs w:val="24"/>
        </w:rPr>
        <w:t xml:space="preserve"> osób</w:t>
      </w:r>
      <w:r w:rsidR="00FC004A" w:rsidRPr="000733E7">
        <w:rPr>
          <w:szCs w:val="24"/>
        </w:rPr>
        <w:t xml:space="preserve"> (</w:t>
      </w:r>
      <w:r w:rsidR="008B6B64">
        <w:rPr>
          <w:szCs w:val="24"/>
        </w:rPr>
        <w:t>29,5</w:t>
      </w:r>
      <w:r w:rsidRPr="000733E7">
        <w:rPr>
          <w:szCs w:val="24"/>
        </w:rPr>
        <w:t>%</w:t>
      </w:r>
      <w:r w:rsidR="00FC004A" w:rsidRPr="000733E7">
        <w:rPr>
          <w:szCs w:val="24"/>
        </w:rPr>
        <w:t xml:space="preserve">), a następnie </w:t>
      </w:r>
      <w:r w:rsidR="004E3C5A">
        <w:rPr>
          <w:szCs w:val="24"/>
        </w:rPr>
        <w:t>10 – 20 lat</w:t>
      </w:r>
      <w:r w:rsidR="00FC004A" w:rsidRPr="000733E7">
        <w:rPr>
          <w:szCs w:val="24"/>
        </w:rPr>
        <w:t xml:space="preserve"> – </w:t>
      </w:r>
      <w:r w:rsidR="008B6B64">
        <w:rPr>
          <w:szCs w:val="24"/>
        </w:rPr>
        <w:t>200</w:t>
      </w:r>
      <w:r w:rsidR="008B3DB5">
        <w:rPr>
          <w:szCs w:val="24"/>
        </w:rPr>
        <w:t xml:space="preserve"> </w:t>
      </w:r>
      <w:r w:rsidR="00CD77E0" w:rsidRPr="000733E7">
        <w:rPr>
          <w:szCs w:val="24"/>
        </w:rPr>
        <w:t>os</w:t>
      </w:r>
      <w:r w:rsidR="00AE2077">
        <w:rPr>
          <w:szCs w:val="24"/>
        </w:rPr>
        <w:t>ób</w:t>
      </w:r>
      <w:r w:rsidR="00FC004A" w:rsidRPr="000733E7">
        <w:rPr>
          <w:szCs w:val="24"/>
        </w:rPr>
        <w:t xml:space="preserve"> (</w:t>
      </w:r>
      <w:r w:rsidR="008B6B64">
        <w:rPr>
          <w:szCs w:val="24"/>
        </w:rPr>
        <w:t>24,5</w:t>
      </w:r>
      <w:r w:rsidR="00FC004A" w:rsidRPr="000733E7">
        <w:rPr>
          <w:szCs w:val="24"/>
        </w:rPr>
        <w:t xml:space="preserve">%) oraz </w:t>
      </w:r>
      <w:r w:rsidR="004E3C5A">
        <w:rPr>
          <w:szCs w:val="24"/>
        </w:rPr>
        <w:t xml:space="preserve">30 lat i </w:t>
      </w:r>
      <w:r w:rsidR="007E37A5">
        <w:rPr>
          <w:szCs w:val="24"/>
        </w:rPr>
        <w:t>więcej</w:t>
      </w:r>
      <w:r w:rsidR="00F367CE">
        <w:rPr>
          <w:szCs w:val="24"/>
        </w:rPr>
        <w:t xml:space="preserve"> </w:t>
      </w:r>
      <w:r w:rsidR="00FC004A" w:rsidRPr="000733E7">
        <w:rPr>
          <w:szCs w:val="24"/>
        </w:rPr>
        <w:t xml:space="preserve">– </w:t>
      </w:r>
      <w:r w:rsidR="008B3DB5">
        <w:rPr>
          <w:szCs w:val="24"/>
        </w:rPr>
        <w:t>1</w:t>
      </w:r>
      <w:r w:rsidR="008B6B64">
        <w:rPr>
          <w:szCs w:val="24"/>
        </w:rPr>
        <w:t>25</w:t>
      </w:r>
      <w:r w:rsidR="000459C2" w:rsidRPr="000733E7">
        <w:rPr>
          <w:szCs w:val="24"/>
        </w:rPr>
        <w:t xml:space="preserve"> os</w:t>
      </w:r>
      <w:r w:rsidR="008B6B64">
        <w:rPr>
          <w:szCs w:val="24"/>
        </w:rPr>
        <w:t>ób</w:t>
      </w:r>
      <w:r w:rsidR="000459C2" w:rsidRPr="000733E7">
        <w:rPr>
          <w:szCs w:val="24"/>
        </w:rPr>
        <w:t xml:space="preserve"> (</w:t>
      </w:r>
      <w:r w:rsidR="008B6B64">
        <w:rPr>
          <w:szCs w:val="24"/>
        </w:rPr>
        <w:t>15,3</w:t>
      </w:r>
      <w:r w:rsidR="004A704F">
        <w:rPr>
          <w:szCs w:val="24"/>
        </w:rPr>
        <w:t>%).</w:t>
      </w:r>
    </w:p>
    <w:p w:rsidR="005B69D0" w:rsidRPr="000733E7" w:rsidRDefault="005B69D0" w:rsidP="004254F9">
      <w:pPr>
        <w:spacing w:line="276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</w:t>
      </w:r>
      <w:r w:rsidR="00FC004A" w:rsidRPr="000733E7">
        <w:rPr>
          <w:sz w:val="24"/>
          <w:szCs w:val="24"/>
        </w:rPr>
        <w:t xml:space="preserve"> </w:t>
      </w:r>
      <w:r w:rsidR="008B6B64">
        <w:rPr>
          <w:sz w:val="24"/>
          <w:szCs w:val="24"/>
        </w:rPr>
        <w:t>nie</w:t>
      </w:r>
      <w:r w:rsidR="00FC004A" w:rsidRPr="000733E7">
        <w:rPr>
          <w:sz w:val="24"/>
          <w:szCs w:val="24"/>
        </w:rPr>
        <w:t>posiadające staż</w:t>
      </w:r>
      <w:r w:rsidR="00CD77E0" w:rsidRPr="000733E7">
        <w:rPr>
          <w:sz w:val="24"/>
          <w:szCs w:val="24"/>
        </w:rPr>
        <w:t xml:space="preserve">u – </w:t>
      </w:r>
      <w:r w:rsidR="008B6B64">
        <w:rPr>
          <w:sz w:val="24"/>
          <w:szCs w:val="24"/>
        </w:rPr>
        <w:t>30</w:t>
      </w:r>
      <w:r w:rsidR="00CD77E0" w:rsidRPr="000733E7">
        <w:rPr>
          <w:sz w:val="24"/>
          <w:szCs w:val="24"/>
        </w:rPr>
        <w:t xml:space="preserve"> o</w:t>
      </w:r>
      <w:r w:rsidR="0044543A">
        <w:rPr>
          <w:sz w:val="24"/>
          <w:szCs w:val="24"/>
        </w:rPr>
        <w:t>s</w:t>
      </w:r>
      <w:r w:rsidR="008B3DB5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(tj. </w:t>
      </w:r>
      <w:r w:rsidR="008B6B64">
        <w:rPr>
          <w:sz w:val="24"/>
          <w:szCs w:val="24"/>
        </w:rPr>
        <w:t>3</w:t>
      </w:r>
      <w:r w:rsidR="00CD77E0" w:rsidRPr="000733E7">
        <w:rPr>
          <w:sz w:val="24"/>
          <w:szCs w:val="24"/>
        </w:rPr>
        <w:t>,</w:t>
      </w:r>
      <w:r w:rsidR="008B6B64">
        <w:rPr>
          <w:sz w:val="24"/>
          <w:szCs w:val="24"/>
        </w:rPr>
        <w:t>7</w:t>
      </w:r>
      <w:r w:rsidRPr="000733E7">
        <w:rPr>
          <w:sz w:val="24"/>
          <w:szCs w:val="24"/>
        </w:rPr>
        <w:t>%).</w:t>
      </w:r>
    </w:p>
    <w:p w:rsidR="0044543A" w:rsidRDefault="0044543A" w:rsidP="000733E7">
      <w:pPr>
        <w:pStyle w:val="Nagwek1"/>
        <w:spacing w:line="276" w:lineRule="auto"/>
        <w:rPr>
          <w:b/>
          <w:sz w:val="24"/>
          <w:szCs w:val="24"/>
        </w:rPr>
      </w:pPr>
    </w:p>
    <w:p w:rsidR="005B69D0" w:rsidRPr="0044543A" w:rsidRDefault="0044543A" w:rsidP="0044543A">
      <w:pPr>
        <w:pStyle w:val="Nagwek1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21. </w:t>
      </w:r>
      <w:r w:rsidR="005B69D0" w:rsidRPr="000733E7">
        <w:rPr>
          <w:b/>
          <w:sz w:val="24"/>
          <w:szCs w:val="24"/>
        </w:rPr>
        <w:t>Bezrobotni powyżej 50 roku życia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CD77E0" w:rsidP="004E3C5A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407C">
              <w:rPr>
                <w:b/>
                <w:sz w:val="20"/>
                <w:shd w:val="clear" w:color="auto" w:fill="C2D69B" w:themeFill="accent3" w:themeFillTint="99"/>
              </w:rPr>
              <w:t>Stan na 31.12.20</w:t>
            </w:r>
            <w:r w:rsidR="000459C2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8B6B64">
              <w:rPr>
                <w:b/>
                <w:sz w:val="20"/>
                <w:shd w:val="clear" w:color="auto" w:fill="C2D69B" w:themeFill="accent3" w:themeFillTint="99"/>
              </w:rPr>
              <w:t>7</w:t>
            </w:r>
            <w:r w:rsidR="005B69D0" w:rsidRPr="0069407C">
              <w:rPr>
                <w:b/>
                <w:sz w:val="20"/>
                <w:shd w:val="clear" w:color="auto" w:fill="C2D69B" w:themeFill="accent3" w:themeFillTint="99"/>
              </w:rPr>
              <w:t>r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24,5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lastRenderedPageBreak/>
              <w:t>20 – 30 lat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241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29,5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817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30,8</w:t>
            </w:r>
          </w:p>
        </w:tc>
      </w:tr>
    </w:tbl>
    <w:p w:rsidR="005B69D0" w:rsidRDefault="005B69D0" w:rsidP="000733E7">
      <w:pPr>
        <w:spacing w:line="276" w:lineRule="auto"/>
        <w:rPr>
          <w:b/>
          <w:sz w:val="24"/>
          <w:szCs w:val="24"/>
        </w:rPr>
      </w:pPr>
    </w:p>
    <w:p w:rsidR="009C3EE1" w:rsidRPr="000733E7" w:rsidRDefault="009C3EE1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BF37F9">
      <w:pPr>
        <w:numPr>
          <w:ilvl w:val="0"/>
          <w:numId w:val="14"/>
        </w:numPr>
        <w:spacing w:line="360" w:lineRule="auto"/>
        <w:ind w:left="0" w:firstLine="0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czasu pozostawania bez pracy</w:t>
      </w:r>
    </w:p>
    <w:p w:rsidR="005B69D0" w:rsidRPr="000733E7" w:rsidRDefault="005B69D0" w:rsidP="004254F9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Wśród bezrobotnych powyżej 50 roku życia dominowały osoby pozostające bez</w:t>
      </w:r>
      <w:r w:rsidR="0098449E">
        <w:rPr>
          <w:sz w:val="24"/>
          <w:szCs w:val="24"/>
        </w:rPr>
        <w:t xml:space="preserve"> pracy powyżej </w:t>
      </w:r>
      <w:r w:rsidR="00FC004A" w:rsidRPr="000733E7">
        <w:rPr>
          <w:sz w:val="24"/>
          <w:szCs w:val="24"/>
        </w:rPr>
        <w:t>2</w:t>
      </w:r>
      <w:r w:rsidR="0098449E">
        <w:rPr>
          <w:sz w:val="24"/>
          <w:szCs w:val="24"/>
        </w:rPr>
        <w:t>4</w:t>
      </w:r>
      <w:r w:rsidR="00FC004A" w:rsidRPr="000733E7">
        <w:rPr>
          <w:sz w:val="24"/>
          <w:szCs w:val="24"/>
        </w:rPr>
        <w:t xml:space="preserve"> miesięcy – </w:t>
      </w:r>
      <w:r w:rsidR="008B6B64">
        <w:rPr>
          <w:sz w:val="24"/>
          <w:szCs w:val="24"/>
        </w:rPr>
        <w:t>208 osób</w:t>
      </w:r>
      <w:r w:rsidR="00FC004A" w:rsidRPr="000733E7">
        <w:rPr>
          <w:sz w:val="24"/>
          <w:szCs w:val="24"/>
        </w:rPr>
        <w:t xml:space="preserve"> (</w:t>
      </w:r>
      <w:r w:rsidR="0098449E">
        <w:rPr>
          <w:sz w:val="24"/>
          <w:szCs w:val="24"/>
        </w:rPr>
        <w:t>2</w:t>
      </w:r>
      <w:r w:rsidR="008B6B64">
        <w:rPr>
          <w:sz w:val="24"/>
          <w:szCs w:val="24"/>
        </w:rPr>
        <w:t>5,5</w:t>
      </w:r>
      <w:r w:rsidR="00CD77E0" w:rsidRPr="000733E7">
        <w:rPr>
          <w:sz w:val="24"/>
          <w:szCs w:val="24"/>
        </w:rPr>
        <w:t xml:space="preserve">%) a następnie od </w:t>
      </w:r>
      <w:r w:rsidR="003579E9">
        <w:rPr>
          <w:sz w:val="24"/>
          <w:szCs w:val="24"/>
        </w:rPr>
        <w:t>12 do 24</w:t>
      </w:r>
      <w:r w:rsidR="0098449E">
        <w:rPr>
          <w:sz w:val="24"/>
          <w:szCs w:val="24"/>
        </w:rPr>
        <w:t xml:space="preserve"> </w:t>
      </w:r>
      <w:r w:rsidR="00FC004A" w:rsidRPr="000733E7">
        <w:rPr>
          <w:sz w:val="24"/>
          <w:szCs w:val="24"/>
        </w:rPr>
        <w:t xml:space="preserve">miesięcy – </w:t>
      </w:r>
      <w:r w:rsidR="008B6B64">
        <w:rPr>
          <w:sz w:val="24"/>
          <w:szCs w:val="24"/>
        </w:rPr>
        <w:t>157</w:t>
      </w:r>
      <w:r w:rsidR="00CD77E0" w:rsidRPr="000733E7">
        <w:rPr>
          <w:sz w:val="24"/>
          <w:szCs w:val="24"/>
        </w:rPr>
        <w:t xml:space="preserve"> os</w:t>
      </w:r>
      <w:r w:rsidR="003579E9">
        <w:rPr>
          <w:sz w:val="24"/>
          <w:szCs w:val="24"/>
        </w:rPr>
        <w:t>ób</w:t>
      </w:r>
      <w:r w:rsidR="00FC004A" w:rsidRPr="000733E7">
        <w:rPr>
          <w:sz w:val="24"/>
          <w:szCs w:val="24"/>
        </w:rPr>
        <w:t xml:space="preserve"> (</w:t>
      </w:r>
      <w:r w:rsidR="008B6B64">
        <w:rPr>
          <w:sz w:val="24"/>
          <w:szCs w:val="24"/>
        </w:rPr>
        <w:t>19,2</w:t>
      </w:r>
      <w:r w:rsidR="00CD77E0" w:rsidRPr="000733E7">
        <w:rPr>
          <w:sz w:val="24"/>
          <w:szCs w:val="24"/>
        </w:rPr>
        <w:t xml:space="preserve">%), od </w:t>
      </w:r>
      <w:r w:rsidR="003579E9">
        <w:rPr>
          <w:sz w:val="24"/>
          <w:szCs w:val="24"/>
        </w:rPr>
        <w:t>6</w:t>
      </w:r>
      <w:r w:rsidR="00CD77E0" w:rsidRPr="000733E7">
        <w:rPr>
          <w:sz w:val="24"/>
          <w:szCs w:val="24"/>
        </w:rPr>
        <w:t xml:space="preserve"> do </w:t>
      </w:r>
      <w:r w:rsidR="003579E9">
        <w:rPr>
          <w:sz w:val="24"/>
          <w:szCs w:val="24"/>
        </w:rPr>
        <w:t>12</w:t>
      </w:r>
      <w:r w:rsidR="00CD77E0" w:rsidRPr="000733E7">
        <w:rPr>
          <w:sz w:val="24"/>
          <w:szCs w:val="24"/>
        </w:rPr>
        <w:t xml:space="preserve"> miesięcy – </w:t>
      </w:r>
      <w:r w:rsidR="003579E9">
        <w:rPr>
          <w:sz w:val="24"/>
          <w:szCs w:val="24"/>
        </w:rPr>
        <w:t>1</w:t>
      </w:r>
      <w:r w:rsidR="008B6B64">
        <w:rPr>
          <w:sz w:val="24"/>
          <w:szCs w:val="24"/>
        </w:rPr>
        <w:t>57</w:t>
      </w:r>
      <w:r w:rsidR="00CD77E0" w:rsidRPr="000733E7">
        <w:rPr>
          <w:sz w:val="24"/>
          <w:szCs w:val="24"/>
        </w:rPr>
        <w:t xml:space="preserve"> os</w:t>
      </w:r>
      <w:r w:rsidR="008B6B64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8B6B64">
        <w:rPr>
          <w:sz w:val="24"/>
          <w:szCs w:val="24"/>
        </w:rPr>
        <w:t>19,2</w:t>
      </w:r>
      <w:r w:rsidR="00CD77E0" w:rsidRPr="000733E7">
        <w:rPr>
          <w:sz w:val="24"/>
          <w:szCs w:val="24"/>
        </w:rPr>
        <w:t xml:space="preserve">%) oraz od </w:t>
      </w:r>
      <w:r w:rsidR="008B6B64">
        <w:rPr>
          <w:sz w:val="24"/>
          <w:szCs w:val="24"/>
        </w:rPr>
        <w:t>3</w:t>
      </w:r>
      <w:r w:rsidR="00CD77E0" w:rsidRPr="000733E7">
        <w:rPr>
          <w:sz w:val="24"/>
          <w:szCs w:val="24"/>
        </w:rPr>
        <w:t xml:space="preserve"> do </w:t>
      </w:r>
      <w:r w:rsidR="008B6B64">
        <w:rPr>
          <w:sz w:val="24"/>
          <w:szCs w:val="24"/>
        </w:rPr>
        <w:t>6</w:t>
      </w:r>
      <w:r w:rsidR="00CD77E0" w:rsidRPr="000733E7">
        <w:rPr>
          <w:sz w:val="24"/>
          <w:szCs w:val="24"/>
        </w:rPr>
        <w:t xml:space="preserve"> miesięcy – </w:t>
      </w:r>
      <w:r w:rsidR="00A9505B">
        <w:rPr>
          <w:sz w:val="24"/>
          <w:szCs w:val="24"/>
        </w:rPr>
        <w:t>1</w:t>
      </w:r>
      <w:r w:rsidR="008B6B64">
        <w:rPr>
          <w:sz w:val="24"/>
          <w:szCs w:val="24"/>
        </w:rPr>
        <w:t>15</w:t>
      </w:r>
      <w:r w:rsidR="00CD77E0" w:rsidRPr="000733E7">
        <w:rPr>
          <w:sz w:val="24"/>
          <w:szCs w:val="24"/>
        </w:rPr>
        <w:t xml:space="preserve"> os</w:t>
      </w:r>
      <w:r w:rsidR="003579E9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8B6B64">
        <w:rPr>
          <w:sz w:val="24"/>
          <w:szCs w:val="24"/>
        </w:rPr>
        <w:t>14</w:t>
      </w:r>
      <w:r w:rsidR="00F367CE">
        <w:rPr>
          <w:sz w:val="24"/>
          <w:szCs w:val="24"/>
        </w:rPr>
        <w:t>,</w:t>
      </w:r>
      <w:r w:rsidR="008B6B64">
        <w:rPr>
          <w:sz w:val="24"/>
          <w:szCs w:val="24"/>
        </w:rPr>
        <w:t>1</w:t>
      </w:r>
      <w:r w:rsidR="00CD77E0" w:rsidRPr="000733E7">
        <w:rPr>
          <w:sz w:val="24"/>
          <w:szCs w:val="24"/>
        </w:rPr>
        <w:t>%)</w:t>
      </w:r>
      <w:r w:rsidR="00912DDA" w:rsidRPr="000733E7">
        <w:rPr>
          <w:sz w:val="24"/>
          <w:szCs w:val="24"/>
        </w:rPr>
        <w:t>.</w:t>
      </w:r>
    </w:p>
    <w:p w:rsidR="00950CEC" w:rsidRDefault="005B69D0" w:rsidP="00B81432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 pozostające bez pracy do 1 miesi</w:t>
      </w:r>
      <w:r w:rsidR="00912DDA" w:rsidRPr="000733E7">
        <w:rPr>
          <w:sz w:val="24"/>
          <w:szCs w:val="24"/>
        </w:rPr>
        <w:t xml:space="preserve">ąca – </w:t>
      </w:r>
      <w:r w:rsidR="008B6B64">
        <w:rPr>
          <w:sz w:val="24"/>
          <w:szCs w:val="24"/>
        </w:rPr>
        <w:t>67</w:t>
      </w:r>
      <w:r w:rsidR="00912DDA" w:rsidRPr="000733E7">
        <w:rPr>
          <w:sz w:val="24"/>
          <w:szCs w:val="24"/>
        </w:rPr>
        <w:t xml:space="preserve"> os</w:t>
      </w:r>
      <w:r w:rsidR="004E3C5A">
        <w:rPr>
          <w:sz w:val="24"/>
          <w:szCs w:val="24"/>
        </w:rPr>
        <w:t>ób</w:t>
      </w:r>
      <w:r w:rsidR="00912DDA" w:rsidRPr="000733E7">
        <w:rPr>
          <w:sz w:val="24"/>
          <w:szCs w:val="24"/>
        </w:rPr>
        <w:t xml:space="preserve"> (tj. </w:t>
      </w:r>
      <w:r w:rsidR="008B6B64">
        <w:rPr>
          <w:sz w:val="24"/>
          <w:szCs w:val="24"/>
        </w:rPr>
        <w:t>8,2</w:t>
      </w:r>
      <w:r w:rsidRPr="000733E7">
        <w:rPr>
          <w:sz w:val="24"/>
          <w:szCs w:val="24"/>
        </w:rPr>
        <w:t>%).</w:t>
      </w:r>
    </w:p>
    <w:p w:rsidR="00C76033" w:rsidRDefault="00C76033" w:rsidP="00B81432">
      <w:pPr>
        <w:pStyle w:val="Tekstpodstawowywcity3"/>
        <w:ind w:left="0" w:firstLine="0"/>
        <w:rPr>
          <w:sz w:val="24"/>
          <w:szCs w:val="24"/>
        </w:rPr>
      </w:pPr>
    </w:p>
    <w:p w:rsidR="005B69D0" w:rsidRPr="000733E7" w:rsidRDefault="0044543A" w:rsidP="0044543A">
      <w:pPr>
        <w:pStyle w:val="Nagwek6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Tabela 22. </w:t>
      </w:r>
      <w:r w:rsidR="005B69D0" w:rsidRPr="000733E7">
        <w:rPr>
          <w:sz w:val="24"/>
          <w:szCs w:val="24"/>
        </w:rPr>
        <w:t>Bezrobotni powyżej 50 roku życia wg</w:t>
      </w:r>
      <w:r>
        <w:rPr>
          <w:sz w:val="24"/>
          <w:szCs w:val="24"/>
        </w:rPr>
        <w:t xml:space="preserve"> czasu pozostawania bez pracy w </w:t>
      </w:r>
      <w:r w:rsidR="005B69D0" w:rsidRPr="000733E7">
        <w:rPr>
          <w:sz w:val="24"/>
          <w:szCs w:val="24"/>
        </w:rPr>
        <w:t>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FB3E82" w:rsidP="004E3C5A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31.12.201</w:t>
            </w:r>
            <w:r w:rsidR="008B6B64">
              <w:rPr>
                <w:b/>
                <w:sz w:val="20"/>
              </w:rPr>
              <w:t>7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Do 1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13,8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3- 6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14,1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42" w:type="dxa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25,5</w:t>
            </w:r>
          </w:p>
        </w:tc>
        <w:tc>
          <w:tcPr>
            <w:tcW w:w="1842" w:type="dxa"/>
          </w:tcPr>
          <w:p w:rsidR="005B69D0" w:rsidRPr="0044543A" w:rsidRDefault="00AE207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817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8B6B6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30,8</w:t>
            </w:r>
          </w:p>
        </w:tc>
      </w:tr>
    </w:tbl>
    <w:p w:rsidR="00950CEC" w:rsidRDefault="00950CEC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3F5007" w:rsidRPr="000733E7" w:rsidRDefault="003F5007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3E5D81" w:rsidRPr="000733E7" w:rsidRDefault="00873186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3.4</w:t>
      </w:r>
      <w:r w:rsidR="007966C3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Bezrobotni niepełnosprawni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9F1827" w:rsidRPr="000733E7">
        <w:rPr>
          <w:szCs w:val="24"/>
        </w:rPr>
        <w:t>1</w:t>
      </w:r>
      <w:r w:rsidR="008B6B64">
        <w:rPr>
          <w:szCs w:val="24"/>
        </w:rPr>
        <w:t>7</w:t>
      </w:r>
      <w:r w:rsidR="005B69D0" w:rsidRPr="000733E7">
        <w:rPr>
          <w:szCs w:val="24"/>
        </w:rPr>
        <w:t>r. w Powiatowym Urzędz</w:t>
      </w:r>
      <w:r w:rsidR="00347297" w:rsidRPr="000733E7">
        <w:rPr>
          <w:szCs w:val="24"/>
        </w:rPr>
        <w:t>ie Pracy w Otwocku figurował</w:t>
      </w:r>
      <w:r w:rsidR="00873186">
        <w:rPr>
          <w:szCs w:val="24"/>
        </w:rPr>
        <w:t>y</w:t>
      </w:r>
      <w:r w:rsidR="00347297" w:rsidRPr="000733E7">
        <w:rPr>
          <w:szCs w:val="24"/>
        </w:rPr>
        <w:t xml:space="preserve"> </w:t>
      </w:r>
      <w:r w:rsidR="009E3080">
        <w:rPr>
          <w:szCs w:val="24"/>
        </w:rPr>
        <w:t>1</w:t>
      </w:r>
      <w:r w:rsidR="008B6B64">
        <w:rPr>
          <w:szCs w:val="24"/>
        </w:rPr>
        <w:t>02</w:t>
      </w:r>
      <w:r w:rsidR="00873186">
        <w:rPr>
          <w:szCs w:val="24"/>
        </w:rPr>
        <w:t xml:space="preserve"> </w:t>
      </w:r>
      <w:r w:rsidR="005B69D0" w:rsidRPr="000733E7">
        <w:rPr>
          <w:szCs w:val="24"/>
        </w:rPr>
        <w:t>os</w:t>
      </w:r>
      <w:r w:rsidR="00873186">
        <w:rPr>
          <w:szCs w:val="24"/>
        </w:rPr>
        <w:t>oby</w:t>
      </w:r>
      <w:r w:rsidR="005B69D0" w:rsidRPr="000733E7">
        <w:rPr>
          <w:szCs w:val="24"/>
        </w:rPr>
        <w:t xml:space="preserve"> bezrobot</w:t>
      </w:r>
      <w:r w:rsidR="00347297" w:rsidRPr="000733E7">
        <w:rPr>
          <w:szCs w:val="24"/>
        </w:rPr>
        <w:t>n</w:t>
      </w:r>
      <w:r w:rsidR="00873186">
        <w:rPr>
          <w:szCs w:val="24"/>
        </w:rPr>
        <w:t>e</w:t>
      </w:r>
      <w:r w:rsidR="00347297" w:rsidRPr="000733E7">
        <w:rPr>
          <w:szCs w:val="24"/>
        </w:rPr>
        <w:t xml:space="preserve"> niepełnosprawn</w:t>
      </w:r>
      <w:r w:rsidR="00873186">
        <w:rPr>
          <w:szCs w:val="24"/>
        </w:rPr>
        <w:t>e</w:t>
      </w:r>
      <w:r w:rsidR="00347297" w:rsidRPr="000733E7">
        <w:rPr>
          <w:szCs w:val="24"/>
        </w:rPr>
        <w:t xml:space="preserve">, w tym </w:t>
      </w:r>
      <w:r w:rsidR="00EB5F1C">
        <w:rPr>
          <w:szCs w:val="24"/>
        </w:rPr>
        <w:t>42</w:t>
      </w:r>
      <w:r w:rsidR="00347297" w:rsidRPr="000733E7">
        <w:rPr>
          <w:szCs w:val="24"/>
        </w:rPr>
        <w:t xml:space="preserve"> kobiet</w:t>
      </w:r>
      <w:r w:rsidR="009E3080">
        <w:rPr>
          <w:szCs w:val="24"/>
        </w:rPr>
        <w:t>y</w:t>
      </w:r>
      <w:r w:rsidR="005B69D0" w:rsidRPr="000733E7">
        <w:rPr>
          <w:szCs w:val="24"/>
        </w:rPr>
        <w:t>. Oso</w:t>
      </w:r>
      <w:r w:rsidR="00347297" w:rsidRPr="000733E7">
        <w:rPr>
          <w:szCs w:val="24"/>
        </w:rPr>
        <w:t>by niepełnosprawne stan</w:t>
      </w:r>
      <w:r w:rsidRPr="000733E7">
        <w:rPr>
          <w:szCs w:val="24"/>
        </w:rPr>
        <w:t xml:space="preserve">owiły </w:t>
      </w:r>
      <w:r w:rsidR="00EB5F1C">
        <w:rPr>
          <w:szCs w:val="24"/>
        </w:rPr>
        <w:t>4,3</w:t>
      </w:r>
      <w:r w:rsidR="005B69D0" w:rsidRPr="000733E7">
        <w:rPr>
          <w:szCs w:val="24"/>
        </w:rPr>
        <w:t xml:space="preserve">% ogółu bezrobotnych. </w:t>
      </w:r>
    </w:p>
    <w:p w:rsidR="0052058E" w:rsidRDefault="00912DDA" w:rsidP="005333A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0C5D7D">
        <w:rPr>
          <w:szCs w:val="24"/>
        </w:rPr>
        <w:t>1</w:t>
      </w:r>
      <w:r w:rsidR="00EB5F1C">
        <w:rPr>
          <w:szCs w:val="24"/>
        </w:rPr>
        <w:t>7</w:t>
      </w:r>
      <w:r w:rsidR="005B69D0" w:rsidRPr="000733E7">
        <w:rPr>
          <w:szCs w:val="24"/>
        </w:rPr>
        <w:t>r. w urzę</w:t>
      </w:r>
      <w:r w:rsidR="00E0502B" w:rsidRPr="000733E7">
        <w:rPr>
          <w:szCs w:val="24"/>
        </w:rPr>
        <w:t>d</w:t>
      </w:r>
      <w:r w:rsidR="00873186">
        <w:rPr>
          <w:szCs w:val="24"/>
        </w:rPr>
        <w:t>zie pracy zarejestrował</w:t>
      </w:r>
      <w:r w:rsidR="009E3080">
        <w:rPr>
          <w:szCs w:val="24"/>
        </w:rPr>
        <w:t>o</w:t>
      </w:r>
      <w:r w:rsidRPr="000733E7">
        <w:rPr>
          <w:szCs w:val="24"/>
        </w:rPr>
        <w:t xml:space="preserve"> się </w:t>
      </w:r>
      <w:r w:rsidR="009E3080">
        <w:rPr>
          <w:szCs w:val="24"/>
        </w:rPr>
        <w:t>1</w:t>
      </w:r>
      <w:r w:rsidR="00EB5F1C">
        <w:rPr>
          <w:szCs w:val="24"/>
        </w:rPr>
        <w:t>25</w:t>
      </w:r>
      <w:r w:rsidR="009E3080">
        <w:rPr>
          <w:szCs w:val="24"/>
        </w:rPr>
        <w:t xml:space="preserve"> osób</w:t>
      </w:r>
      <w:r w:rsidR="005B69D0" w:rsidRPr="000733E7">
        <w:rPr>
          <w:szCs w:val="24"/>
        </w:rPr>
        <w:t xml:space="preserve"> bezrob</w:t>
      </w:r>
      <w:r w:rsidR="00873186">
        <w:rPr>
          <w:szCs w:val="24"/>
        </w:rPr>
        <w:t>otn</w:t>
      </w:r>
      <w:r w:rsidR="009E3080">
        <w:rPr>
          <w:szCs w:val="24"/>
        </w:rPr>
        <w:t>ych</w:t>
      </w:r>
      <w:r w:rsidR="00873186">
        <w:rPr>
          <w:szCs w:val="24"/>
        </w:rPr>
        <w:t xml:space="preserve"> niepełnosprawn</w:t>
      </w:r>
      <w:r w:rsidR="009E3080">
        <w:rPr>
          <w:szCs w:val="24"/>
        </w:rPr>
        <w:t>ych</w:t>
      </w:r>
      <w:r w:rsidR="005B69D0" w:rsidRPr="000733E7">
        <w:rPr>
          <w:szCs w:val="24"/>
        </w:rPr>
        <w:t>. Prac</w:t>
      </w:r>
      <w:r w:rsidRPr="000733E7">
        <w:rPr>
          <w:szCs w:val="24"/>
        </w:rPr>
        <w:t>ę w powyższym okresie podjęł</w:t>
      </w:r>
      <w:r w:rsidR="00EB5F1C">
        <w:rPr>
          <w:szCs w:val="24"/>
        </w:rPr>
        <w:t>o 4</w:t>
      </w:r>
      <w:r w:rsidR="009E3080">
        <w:rPr>
          <w:szCs w:val="24"/>
        </w:rPr>
        <w:t>9</w:t>
      </w:r>
      <w:r w:rsidRPr="000733E7">
        <w:rPr>
          <w:szCs w:val="24"/>
        </w:rPr>
        <w:t xml:space="preserve"> os</w:t>
      </w:r>
      <w:r w:rsidR="009E3080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EB5F1C">
        <w:rPr>
          <w:szCs w:val="24"/>
        </w:rPr>
        <w:t>21</w:t>
      </w:r>
      <w:r w:rsidR="005333AE">
        <w:rPr>
          <w:szCs w:val="24"/>
        </w:rPr>
        <w:t xml:space="preserve"> kobiet.</w:t>
      </w:r>
    </w:p>
    <w:p w:rsidR="00C76033" w:rsidRDefault="00C76033" w:rsidP="005333AE">
      <w:pPr>
        <w:pStyle w:val="Tekstpodstawowywcity2"/>
        <w:spacing w:line="360" w:lineRule="auto"/>
        <w:ind w:left="0"/>
        <w:rPr>
          <w:szCs w:val="24"/>
        </w:rPr>
      </w:pPr>
    </w:p>
    <w:p w:rsidR="00C76033" w:rsidRDefault="00C76033" w:rsidP="005333AE">
      <w:pPr>
        <w:pStyle w:val="Tekstpodstawowywcity2"/>
        <w:spacing w:line="360" w:lineRule="auto"/>
        <w:ind w:left="0"/>
        <w:rPr>
          <w:szCs w:val="24"/>
        </w:rPr>
      </w:pPr>
    </w:p>
    <w:p w:rsidR="00C76033" w:rsidRDefault="00C76033" w:rsidP="005333AE">
      <w:pPr>
        <w:pStyle w:val="Tekstpodstawowywcity2"/>
        <w:spacing w:line="360" w:lineRule="auto"/>
        <w:ind w:left="0"/>
        <w:rPr>
          <w:szCs w:val="24"/>
        </w:rPr>
      </w:pPr>
    </w:p>
    <w:p w:rsidR="00C76033" w:rsidRPr="000733E7" w:rsidRDefault="00C76033" w:rsidP="005333AE">
      <w:pPr>
        <w:pStyle w:val="Tekstpodstawowywcity2"/>
        <w:spacing w:line="360" w:lineRule="auto"/>
        <w:ind w:left="0"/>
        <w:rPr>
          <w:szCs w:val="24"/>
        </w:rPr>
      </w:pPr>
    </w:p>
    <w:p w:rsidR="005B69D0" w:rsidRPr="007966C3" w:rsidRDefault="009E79B4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>Tabela 23</w:t>
      </w:r>
      <w:r w:rsidR="007966C3">
        <w:rPr>
          <w:b/>
          <w:szCs w:val="24"/>
        </w:rPr>
        <w:t xml:space="preserve">. </w:t>
      </w:r>
      <w:r w:rsidR="005B69D0" w:rsidRPr="000733E7">
        <w:rPr>
          <w:b/>
          <w:szCs w:val="24"/>
        </w:rPr>
        <w:t>B</w:t>
      </w:r>
      <w:r w:rsidR="0031702A">
        <w:rPr>
          <w:b/>
          <w:szCs w:val="24"/>
        </w:rPr>
        <w:t>ezrobotni niepełnosprawni</w:t>
      </w:r>
      <w:r w:rsidR="005B69D0" w:rsidRPr="000733E7">
        <w:rPr>
          <w:b/>
          <w:szCs w:val="24"/>
        </w:rPr>
        <w:t xml:space="preserve">  </w:t>
      </w:r>
      <w:r w:rsidR="00636F11">
        <w:rPr>
          <w:b/>
          <w:i/>
          <w:szCs w:val="24"/>
        </w:rPr>
        <w:t xml:space="preserve">(wg stanu </w:t>
      </w:r>
      <w:r w:rsidR="00EB5F1C">
        <w:rPr>
          <w:b/>
          <w:i/>
          <w:szCs w:val="24"/>
        </w:rPr>
        <w:t>na koniec grudnia 2017</w:t>
      </w:r>
      <w:r w:rsidR="0031702A">
        <w:rPr>
          <w:b/>
          <w:i/>
          <w:szCs w:val="24"/>
        </w:rPr>
        <w:t>r.</w:t>
      </w:r>
      <w:r w:rsidR="005B69D0" w:rsidRPr="000733E7">
        <w:rPr>
          <w:b/>
          <w:i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3454"/>
        <w:gridCol w:w="3455"/>
      </w:tblGrid>
      <w:tr w:rsidR="005B69D0" w:rsidRPr="000733E7" w:rsidTr="00A91468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niepełnosprawni</w:t>
            </w:r>
          </w:p>
        </w:tc>
      </w:tr>
      <w:tr w:rsidR="005B69D0" w:rsidRPr="000733E7" w:rsidTr="005333AE">
        <w:trPr>
          <w:cantSplit/>
          <w:trHeight w:val="241"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454" w:type="dxa"/>
            <w:shd w:val="clear" w:color="auto" w:fill="EAF1DD" w:themeFill="accent3" w:themeFillTint="33"/>
          </w:tcPr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455" w:type="dxa"/>
            <w:shd w:val="clear" w:color="auto" w:fill="EAF1DD" w:themeFill="accent3" w:themeFillTint="33"/>
          </w:tcPr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454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3455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454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3455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454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3455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454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3455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454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3455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454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3455" w:type="dxa"/>
          </w:tcPr>
          <w:p w:rsidR="005B69D0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454" w:type="dxa"/>
          </w:tcPr>
          <w:p w:rsidR="005333AE" w:rsidRPr="007966C3" w:rsidRDefault="00EB5F1C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3455" w:type="dxa"/>
          </w:tcPr>
          <w:p w:rsidR="005333AE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454" w:type="dxa"/>
          </w:tcPr>
          <w:p w:rsidR="005333AE" w:rsidRPr="007966C3" w:rsidRDefault="00EB5F1C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3455" w:type="dxa"/>
          </w:tcPr>
          <w:p w:rsidR="005333AE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454" w:type="dxa"/>
          </w:tcPr>
          <w:p w:rsidR="005333AE" w:rsidRPr="007966C3" w:rsidRDefault="00EB5F1C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3455" w:type="dxa"/>
          </w:tcPr>
          <w:p w:rsidR="005333AE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454" w:type="dxa"/>
          </w:tcPr>
          <w:p w:rsidR="005333AE" w:rsidRPr="007966C3" w:rsidRDefault="00EB5F1C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455" w:type="dxa"/>
          </w:tcPr>
          <w:p w:rsidR="005333AE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454" w:type="dxa"/>
          </w:tcPr>
          <w:p w:rsidR="005333AE" w:rsidRPr="007966C3" w:rsidRDefault="00EB5F1C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455" w:type="dxa"/>
          </w:tcPr>
          <w:p w:rsidR="005333AE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</w:tr>
      <w:tr w:rsidR="005333AE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454" w:type="dxa"/>
          </w:tcPr>
          <w:p w:rsidR="005333AE" w:rsidRPr="007966C3" w:rsidRDefault="00EB5F1C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3455" w:type="dxa"/>
          </w:tcPr>
          <w:p w:rsidR="005333AE" w:rsidRPr="007966C3" w:rsidRDefault="00EB5F1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</w:tr>
    </w:tbl>
    <w:p w:rsidR="00950CEC" w:rsidRDefault="00950CEC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7966C3" w:rsidRDefault="00E069AB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 Rynek</w:t>
      </w:r>
      <w:r w:rsidR="00C73F64" w:rsidRPr="000733E7">
        <w:rPr>
          <w:b/>
          <w:i/>
          <w:szCs w:val="24"/>
        </w:rPr>
        <w:t xml:space="preserve"> Pracy</w:t>
      </w:r>
    </w:p>
    <w:p w:rsidR="00FD507B" w:rsidRDefault="0060456F" w:rsidP="00200914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Powiatowy Urząd Pracy w 2017</w:t>
      </w:r>
      <w:r w:rsidR="00E069AB">
        <w:rPr>
          <w:szCs w:val="24"/>
        </w:rPr>
        <w:t>r</w:t>
      </w:r>
      <w:r w:rsidR="008B5ABC">
        <w:rPr>
          <w:szCs w:val="24"/>
        </w:rPr>
        <w:t xml:space="preserve">. </w:t>
      </w:r>
      <w:r w:rsidR="00E069AB">
        <w:rPr>
          <w:szCs w:val="24"/>
        </w:rPr>
        <w:t xml:space="preserve">realizował </w:t>
      </w:r>
      <w:r w:rsidR="005F7B59">
        <w:rPr>
          <w:szCs w:val="24"/>
        </w:rPr>
        <w:t xml:space="preserve">działania w zakresie usług rynku pracy, tj. </w:t>
      </w:r>
      <w:r w:rsidR="00725CE8">
        <w:rPr>
          <w:szCs w:val="24"/>
        </w:rPr>
        <w:t xml:space="preserve">pośrednictwa pracy, w tym </w:t>
      </w:r>
      <w:r w:rsidR="003E5454">
        <w:rPr>
          <w:szCs w:val="24"/>
        </w:rPr>
        <w:t xml:space="preserve"> pośrednictw</w:t>
      </w:r>
      <w:r w:rsidR="005A0CF6">
        <w:rPr>
          <w:szCs w:val="24"/>
        </w:rPr>
        <w:t>a</w:t>
      </w:r>
      <w:r w:rsidR="003E5454">
        <w:rPr>
          <w:szCs w:val="24"/>
        </w:rPr>
        <w:t xml:space="preserve"> pracy w ramach EURES, poradnictw</w:t>
      </w:r>
      <w:r w:rsidR="00725CE8">
        <w:rPr>
          <w:szCs w:val="24"/>
        </w:rPr>
        <w:t>a</w:t>
      </w:r>
      <w:r w:rsidR="003E5454">
        <w:rPr>
          <w:szCs w:val="24"/>
        </w:rPr>
        <w:t xml:space="preserve"> zawodowe</w:t>
      </w:r>
      <w:r w:rsidR="00725CE8">
        <w:rPr>
          <w:szCs w:val="24"/>
        </w:rPr>
        <w:t>go</w:t>
      </w:r>
      <w:r w:rsidR="003E5454">
        <w:rPr>
          <w:szCs w:val="24"/>
        </w:rPr>
        <w:t xml:space="preserve"> </w:t>
      </w:r>
      <w:r w:rsidR="00725CE8">
        <w:rPr>
          <w:szCs w:val="24"/>
        </w:rPr>
        <w:t xml:space="preserve">i </w:t>
      </w:r>
      <w:r w:rsidR="006B53D2">
        <w:rPr>
          <w:szCs w:val="24"/>
        </w:rPr>
        <w:t>szkolenia</w:t>
      </w:r>
      <w:r w:rsidR="00725CE8">
        <w:rPr>
          <w:szCs w:val="24"/>
        </w:rPr>
        <w:t xml:space="preserve"> </w:t>
      </w:r>
      <w:r w:rsidR="00E069AB">
        <w:rPr>
          <w:szCs w:val="24"/>
        </w:rPr>
        <w:t>oraz</w:t>
      </w:r>
      <w:r w:rsidR="006B53D2">
        <w:rPr>
          <w:szCs w:val="24"/>
        </w:rPr>
        <w:t xml:space="preserve"> w za</w:t>
      </w:r>
      <w:r w:rsidR="00725CE8">
        <w:rPr>
          <w:szCs w:val="24"/>
        </w:rPr>
        <w:t>kresie instrumentów rynku pracy</w:t>
      </w:r>
      <w:r w:rsidR="00FD507B">
        <w:rPr>
          <w:szCs w:val="24"/>
        </w:rPr>
        <w:t xml:space="preserve"> m.in. staże,</w:t>
      </w:r>
      <w:r w:rsidR="006B53D2">
        <w:rPr>
          <w:szCs w:val="24"/>
        </w:rPr>
        <w:t xml:space="preserve"> prace interwencyjne, roboty publiczne, dofinansowanie działalności gospodarczej, refundacja kosztów wyposażenia lub doposażenia stanowiska pracy</w:t>
      </w:r>
      <w:r w:rsidR="00FD507B">
        <w:rPr>
          <w:szCs w:val="24"/>
        </w:rPr>
        <w:t>,</w:t>
      </w:r>
      <w:r w:rsidR="006B53D2">
        <w:rPr>
          <w:szCs w:val="24"/>
        </w:rPr>
        <w:t xml:space="preserve"> bony dla bezrobotnych do 30 roku życia – szkoleniowy, stażowy, zatrudnieniowy oraz na zasiedlenie, dofinansowanie wynagrodzenia za zatrudnionego bezrobotnego 50</w:t>
      </w:r>
      <w:r w:rsidR="00725CE8">
        <w:rPr>
          <w:szCs w:val="24"/>
        </w:rPr>
        <w:t xml:space="preserve"> plus</w:t>
      </w:r>
      <w:r w:rsidR="00E069AB">
        <w:rPr>
          <w:szCs w:val="24"/>
        </w:rPr>
        <w:t xml:space="preserve">, </w:t>
      </w:r>
      <w:r w:rsidR="00453711" w:rsidRPr="00453711">
        <w:rPr>
          <w:szCs w:val="24"/>
        </w:rPr>
        <w:t>refundacja kosztów zatrudnienia osób do 30 roku życia</w:t>
      </w:r>
      <w:r w:rsidR="00453711">
        <w:rPr>
          <w:szCs w:val="24"/>
        </w:rPr>
        <w:t>,</w:t>
      </w:r>
      <w:r w:rsidR="00453711" w:rsidRPr="00453711">
        <w:rPr>
          <w:szCs w:val="24"/>
        </w:rPr>
        <w:t xml:space="preserve"> </w:t>
      </w:r>
      <w:r w:rsidR="00E069AB">
        <w:rPr>
          <w:szCs w:val="24"/>
        </w:rPr>
        <w:t xml:space="preserve">Krajowy Fundusz Szkoleniowy, </w:t>
      </w:r>
      <w:r w:rsidR="006B53D2">
        <w:rPr>
          <w:szCs w:val="24"/>
        </w:rPr>
        <w:t>prace społecznie użyteczne</w:t>
      </w:r>
      <w:r>
        <w:rPr>
          <w:szCs w:val="24"/>
        </w:rPr>
        <w:t>.</w:t>
      </w:r>
      <w:r w:rsidR="00FD507B">
        <w:rPr>
          <w:szCs w:val="24"/>
        </w:rPr>
        <w:t xml:space="preserve"> </w:t>
      </w:r>
    </w:p>
    <w:p w:rsidR="0060456F" w:rsidRPr="00E069AB" w:rsidRDefault="0060456F" w:rsidP="00200914">
      <w:pPr>
        <w:pStyle w:val="Tekstpodstawowywcity2"/>
        <w:spacing w:line="360" w:lineRule="auto"/>
        <w:ind w:left="0"/>
        <w:rPr>
          <w:szCs w:val="24"/>
        </w:rPr>
      </w:pPr>
    </w:p>
    <w:p w:rsidR="00DA708F" w:rsidRDefault="007966C3" w:rsidP="00F75820">
      <w:pPr>
        <w:pStyle w:val="Tekstpodstawowywcity2"/>
        <w:numPr>
          <w:ilvl w:val="1"/>
          <w:numId w:val="39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</w:t>
      </w:r>
      <w:r w:rsidR="005B69D0" w:rsidRPr="000733E7">
        <w:rPr>
          <w:b/>
          <w:i/>
          <w:szCs w:val="24"/>
        </w:rPr>
        <w:t>Pośrednictwo pracy</w:t>
      </w:r>
    </w:p>
    <w:p w:rsidR="00C81E9E" w:rsidRPr="00C81E9E" w:rsidRDefault="00E069AB" w:rsidP="00C81E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C81E9E" w:rsidRPr="00C81E9E">
        <w:rPr>
          <w:sz w:val="24"/>
          <w:szCs w:val="24"/>
        </w:rPr>
        <w:t xml:space="preserve">ramach pośrednictwa pracy </w:t>
      </w:r>
      <w:r>
        <w:rPr>
          <w:sz w:val="24"/>
          <w:szCs w:val="24"/>
        </w:rPr>
        <w:t>urząd w 201</w:t>
      </w:r>
      <w:r w:rsidR="0060456F">
        <w:rPr>
          <w:sz w:val="24"/>
          <w:szCs w:val="24"/>
        </w:rPr>
        <w:t>7</w:t>
      </w:r>
      <w:r>
        <w:rPr>
          <w:sz w:val="24"/>
          <w:szCs w:val="24"/>
        </w:rPr>
        <w:t>r. realizował szereg zadań, m.in</w:t>
      </w:r>
      <w:r w:rsidR="00C81E9E" w:rsidRPr="00C81E9E">
        <w:rPr>
          <w:sz w:val="24"/>
          <w:szCs w:val="24"/>
        </w:rPr>
        <w:t>.:</w:t>
      </w:r>
    </w:p>
    <w:p w:rsidR="00C81E9E" w:rsidRPr="00C81E9E" w:rsidRDefault="00C81E9E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pozyskiwał nowych pracodawców,</w:t>
      </w:r>
    </w:p>
    <w:p w:rsidR="00574033" w:rsidRDefault="00C81E9E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zajmo</w:t>
      </w:r>
      <w:r w:rsidR="00574033">
        <w:rPr>
          <w:sz w:val="24"/>
          <w:szCs w:val="24"/>
        </w:rPr>
        <w:t xml:space="preserve">wał się promocją usług urzędu, </w:t>
      </w:r>
    </w:p>
    <w:p w:rsidR="00C81E9E" w:rsidRPr="00C81E9E" w:rsidRDefault="00C81E9E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pozyskiwał oferty pracy,</w:t>
      </w:r>
    </w:p>
    <w:p w:rsidR="00C81E9E" w:rsidRDefault="00C81E9E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dokonywał doboru kan</w:t>
      </w:r>
      <w:r w:rsidR="00E069AB">
        <w:rPr>
          <w:sz w:val="24"/>
          <w:szCs w:val="24"/>
        </w:rPr>
        <w:t>dydatów na zgłaszane miejsca pracy</w:t>
      </w:r>
    </w:p>
    <w:p w:rsidR="00E069AB" w:rsidRPr="00C81E9E" w:rsidRDefault="00E069AB" w:rsidP="00F75820">
      <w:pPr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organizował Giełdy Pracy oraz Targi Pracy</w:t>
      </w:r>
    </w:p>
    <w:p w:rsidR="00C76033" w:rsidRPr="00C76033" w:rsidRDefault="0060456F" w:rsidP="00C7603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2017</w:t>
      </w:r>
      <w:r w:rsidR="00C81E9E" w:rsidRPr="00C81E9E">
        <w:rPr>
          <w:sz w:val="24"/>
          <w:szCs w:val="24"/>
        </w:rPr>
        <w:t xml:space="preserve">r. pośrednicy złożyli </w:t>
      </w:r>
      <w:r>
        <w:rPr>
          <w:b/>
          <w:sz w:val="24"/>
          <w:szCs w:val="24"/>
        </w:rPr>
        <w:t>83</w:t>
      </w:r>
      <w:r w:rsidR="00C81E9E" w:rsidRPr="00C81E9E">
        <w:rPr>
          <w:b/>
          <w:sz w:val="24"/>
          <w:szCs w:val="24"/>
        </w:rPr>
        <w:t xml:space="preserve"> </w:t>
      </w:r>
      <w:r w:rsidR="002308ED">
        <w:rPr>
          <w:sz w:val="24"/>
          <w:szCs w:val="24"/>
        </w:rPr>
        <w:t>wizyt</w:t>
      </w:r>
      <w:r>
        <w:rPr>
          <w:sz w:val="24"/>
          <w:szCs w:val="24"/>
        </w:rPr>
        <w:t>y</w:t>
      </w:r>
      <w:r w:rsidR="00C81E9E" w:rsidRPr="00C81E9E">
        <w:rPr>
          <w:sz w:val="24"/>
          <w:szCs w:val="24"/>
        </w:rPr>
        <w:t xml:space="preserve"> w zakładach pracy, pozyskując do współpracy </w:t>
      </w:r>
      <w:r>
        <w:rPr>
          <w:b/>
          <w:sz w:val="24"/>
          <w:szCs w:val="24"/>
        </w:rPr>
        <w:t>13</w:t>
      </w:r>
      <w:r w:rsidR="00C81E9E" w:rsidRPr="00C81E9E">
        <w:rPr>
          <w:sz w:val="24"/>
          <w:szCs w:val="24"/>
        </w:rPr>
        <w:t xml:space="preserve"> no</w:t>
      </w:r>
      <w:r w:rsidR="00E069AB">
        <w:rPr>
          <w:sz w:val="24"/>
          <w:szCs w:val="24"/>
        </w:rPr>
        <w:t xml:space="preserve">wych pracodawców oraz </w:t>
      </w:r>
      <w:r w:rsidR="00C81E9E" w:rsidRPr="00C81E9E">
        <w:rPr>
          <w:sz w:val="24"/>
          <w:szCs w:val="24"/>
        </w:rPr>
        <w:t xml:space="preserve"> </w:t>
      </w:r>
      <w:r w:rsidR="00F562E9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19</w:t>
      </w:r>
      <w:r w:rsidR="002308ED">
        <w:rPr>
          <w:sz w:val="24"/>
          <w:szCs w:val="24"/>
        </w:rPr>
        <w:t xml:space="preserve"> </w:t>
      </w:r>
      <w:r w:rsidR="00F562E9">
        <w:rPr>
          <w:sz w:val="24"/>
          <w:szCs w:val="24"/>
        </w:rPr>
        <w:t>ofert</w:t>
      </w:r>
      <w:r w:rsidR="00E069AB">
        <w:rPr>
          <w:sz w:val="24"/>
          <w:szCs w:val="24"/>
        </w:rPr>
        <w:t xml:space="preserve"> pracy.</w:t>
      </w:r>
    </w:p>
    <w:p w:rsidR="00C81E9E" w:rsidRPr="00C81E9E" w:rsidRDefault="00C81E9E" w:rsidP="00C81E9E">
      <w:pPr>
        <w:spacing w:line="276" w:lineRule="auto"/>
        <w:jc w:val="both"/>
        <w:rPr>
          <w:b/>
          <w:sz w:val="24"/>
          <w:szCs w:val="24"/>
        </w:rPr>
      </w:pPr>
      <w:r w:rsidRPr="00C81E9E">
        <w:rPr>
          <w:b/>
          <w:sz w:val="24"/>
          <w:szCs w:val="24"/>
        </w:rPr>
        <w:lastRenderedPageBreak/>
        <w:t>Wykr</w:t>
      </w:r>
      <w:r w:rsidR="00A66D3F">
        <w:rPr>
          <w:b/>
          <w:sz w:val="24"/>
          <w:szCs w:val="24"/>
        </w:rPr>
        <w:t>es 9. Oferty pracy w latach 201</w:t>
      </w:r>
      <w:r w:rsidR="00C76033">
        <w:rPr>
          <w:b/>
          <w:sz w:val="24"/>
          <w:szCs w:val="24"/>
        </w:rPr>
        <w:t>6</w:t>
      </w:r>
      <w:r w:rsidR="0060456F">
        <w:rPr>
          <w:b/>
          <w:sz w:val="24"/>
          <w:szCs w:val="24"/>
        </w:rPr>
        <w:t>– 2017</w:t>
      </w:r>
    </w:p>
    <w:p w:rsidR="00C81E9E" w:rsidRDefault="00C81E9E" w:rsidP="00C81E9E">
      <w:pPr>
        <w:spacing w:line="276" w:lineRule="auto"/>
        <w:jc w:val="both"/>
        <w:rPr>
          <w:b/>
          <w:noProof/>
          <w:sz w:val="24"/>
          <w:szCs w:val="24"/>
        </w:rPr>
      </w:pPr>
    </w:p>
    <w:p w:rsidR="004F71CB" w:rsidRDefault="00A66D3F" w:rsidP="00C81E9E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713171" cy="3160167"/>
            <wp:effectExtent l="0" t="0" r="20955" b="21590"/>
            <wp:docPr id="12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F71CB" w:rsidRDefault="004F71CB" w:rsidP="00C81E9E">
      <w:pPr>
        <w:spacing w:line="276" w:lineRule="auto"/>
        <w:jc w:val="both"/>
        <w:rPr>
          <w:b/>
          <w:sz w:val="24"/>
          <w:szCs w:val="24"/>
        </w:rPr>
      </w:pPr>
    </w:p>
    <w:p w:rsidR="00841272" w:rsidRPr="00841272" w:rsidRDefault="00841272" w:rsidP="00841272">
      <w:pPr>
        <w:spacing w:line="276" w:lineRule="auto"/>
        <w:jc w:val="both"/>
        <w:rPr>
          <w:sz w:val="24"/>
          <w:szCs w:val="24"/>
        </w:rPr>
      </w:pPr>
      <w:r w:rsidRPr="00841272">
        <w:rPr>
          <w:sz w:val="24"/>
          <w:szCs w:val="24"/>
        </w:rPr>
        <w:t xml:space="preserve">W analizowanym okresie do urzędu pracy wpłynęło ogółem 7137 ofert pracy tj. o 1080 ofert pracy więcej w stosunku do analogicznego okresu roku poprzedniego. </w:t>
      </w:r>
    </w:p>
    <w:p w:rsidR="00815BDA" w:rsidRPr="00C81E9E" w:rsidRDefault="00815BDA" w:rsidP="00C81E9E">
      <w:pPr>
        <w:spacing w:line="276" w:lineRule="auto"/>
        <w:jc w:val="both"/>
        <w:rPr>
          <w:b/>
          <w:sz w:val="24"/>
          <w:szCs w:val="24"/>
        </w:rPr>
      </w:pPr>
    </w:p>
    <w:p w:rsidR="00C81E9E" w:rsidRDefault="009E79B4" w:rsidP="00C81E9E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Tabela 24</w:t>
      </w:r>
      <w:r w:rsidR="00C81E9E" w:rsidRPr="00C81E9E">
        <w:rPr>
          <w:b/>
          <w:sz w:val="24"/>
          <w:szCs w:val="24"/>
        </w:rPr>
        <w:t>. Ewidencja ofert pr</w:t>
      </w:r>
      <w:r w:rsidR="0060456F">
        <w:rPr>
          <w:b/>
          <w:sz w:val="24"/>
          <w:szCs w:val="24"/>
        </w:rPr>
        <w:t>acy w latach 2016</w:t>
      </w:r>
      <w:r w:rsidR="0071786E">
        <w:rPr>
          <w:b/>
          <w:sz w:val="24"/>
          <w:szCs w:val="24"/>
        </w:rPr>
        <w:t xml:space="preserve"> – </w:t>
      </w:r>
      <w:r w:rsidR="0060456F">
        <w:rPr>
          <w:b/>
          <w:sz w:val="24"/>
          <w:szCs w:val="24"/>
        </w:rPr>
        <w:t>2017</w:t>
      </w:r>
    </w:p>
    <w:p w:rsidR="00582B57" w:rsidRPr="00C81E9E" w:rsidRDefault="00582B57" w:rsidP="00C81E9E">
      <w:pPr>
        <w:spacing w:line="276" w:lineRule="auto"/>
        <w:jc w:val="both"/>
        <w:rPr>
          <w:b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3652"/>
        <w:gridCol w:w="2551"/>
        <w:gridCol w:w="3085"/>
      </w:tblGrid>
      <w:tr w:rsidR="00070AA3" w:rsidRPr="00C81E9E" w:rsidTr="00FD507B">
        <w:tc>
          <w:tcPr>
            <w:tcW w:w="3652" w:type="dxa"/>
            <w:shd w:val="clear" w:color="auto" w:fill="E36C0A" w:themeFill="accent6" w:themeFillShade="BF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</w:p>
        </w:tc>
        <w:tc>
          <w:tcPr>
            <w:tcW w:w="2551" w:type="dxa"/>
            <w:shd w:val="clear" w:color="auto" w:fill="E36C0A" w:themeFill="accent6" w:themeFillShade="BF"/>
          </w:tcPr>
          <w:p w:rsidR="00070AA3" w:rsidRPr="00C81E9E" w:rsidRDefault="0060456F" w:rsidP="009553D8">
            <w:pPr>
              <w:spacing w:line="276" w:lineRule="auto"/>
              <w:rPr>
                <w:b/>
              </w:rPr>
            </w:pPr>
            <w:r>
              <w:rPr>
                <w:b/>
              </w:rPr>
              <w:t>Rok 2016</w:t>
            </w:r>
          </w:p>
        </w:tc>
        <w:tc>
          <w:tcPr>
            <w:tcW w:w="3085" w:type="dxa"/>
            <w:shd w:val="clear" w:color="auto" w:fill="E36C0A" w:themeFill="accent6" w:themeFillShade="BF"/>
          </w:tcPr>
          <w:p w:rsidR="00070AA3" w:rsidRPr="00C81E9E" w:rsidRDefault="0060456F" w:rsidP="00C81E9E">
            <w:pPr>
              <w:spacing w:line="276" w:lineRule="auto"/>
              <w:rPr>
                <w:b/>
              </w:rPr>
            </w:pPr>
            <w:r>
              <w:rPr>
                <w:b/>
              </w:rPr>
              <w:t>Rok 2017</w:t>
            </w:r>
          </w:p>
        </w:tc>
      </w:tr>
      <w:tr w:rsidR="00070AA3" w:rsidRPr="00C81E9E" w:rsidTr="00FD507B">
        <w:tc>
          <w:tcPr>
            <w:tcW w:w="3652" w:type="dxa"/>
            <w:shd w:val="clear" w:color="auto" w:fill="E36C0A" w:themeFill="accent6" w:themeFillShade="BF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  <w:r w:rsidRPr="00C81E9E">
              <w:rPr>
                <w:b/>
              </w:rPr>
              <w:t>Ogółem</w:t>
            </w:r>
          </w:p>
        </w:tc>
        <w:tc>
          <w:tcPr>
            <w:tcW w:w="2551" w:type="dxa"/>
          </w:tcPr>
          <w:p w:rsidR="00070AA3" w:rsidRPr="00C81E9E" w:rsidRDefault="0060456F" w:rsidP="009553D8">
            <w:pPr>
              <w:spacing w:line="276" w:lineRule="auto"/>
              <w:rPr>
                <w:b/>
              </w:rPr>
            </w:pPr>
            <w:r>
              <w:rPr>
                <w:b/>
              </w:rPr>
              <w:t>6057</w:t>
            </w:r>
          </w:p>
        </w:tc>
        <w:tc>
          <w:tcPr>
            <w:tcW w:w="3085" w:type="dxa"/>
          </w:tcPr>
          <w:p w:rsidR="00070AA3" w:rsidRPr="00C81E9E" w:rsidRDefault="0060456F" w:rsidP="00C81E9E">
            <w:pPr>
              <w:spacing w:line="276" w:lineRule="auto"/>
              <w:rPr>
                <w:b/>
              </w:rPr>
            </w:pPr>
            <w:r>
              <w:rPr>
                <w:b/>
              </w:rPr>
              <w:t>7137</w:t>
            </w:r>
          </w:p>
        </w:tc>
      </w:tr>
      <w:tr w:rsidR="00070AA3" w:rsidRPr="00C81E9E" w:rsidTr="00C81E9E">
        <w:tc>
          <w:tcPr>
            <w:tcW w:w="9288" w:type="dxa"/>
            <w:gridSpan w:val="3"/>
            <w:shd w:val="clear" w:color="auto" w:fill="FDE9D9" w:themeFill="accent6" w:themeFillTint="33"/>
          </w:tcPr>
          <w:p w:rsidR="00070AA3" w:rsidRPr="00C81E9E" w:rsidRDefault="00070AA3" w:rsidP="00C81E9E">
            <w:pPr>
              <w:spacing w:line="276" w:lineRule="auto"/>
              <w:rPr>
                <w:b/>
              </w:rPr>
            </w:pPr>
          </w:p>
        </w:tc>
      </w:tr>
      <w:tr w:rsidR="00070AA3" w:rsidRPr="00C81E9E" w:rsidTr="00FD507B">
        <w:tc>
          <w:tcPr>
            <w:tcW w:w="3652" w:type="dxa"/>
            <w:shd w:val="clear" w:color="auto" w:fill="auto"/>
          </w:tcPr>
          <w:p w:rsidR="00070AA3" w:rsidRPr="00C81E9E" w:rsidRDefault="00E1556D" w:rsidP="00C81E9E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oferty </w:t>
            </w:r>
            <w:r w:rsidR="00070AA3" w:rsidRPr="00C81E9E">
              <w:rPr>
                <w:b/>
              </w:rPr>
              <w:t>niesubsydiowane</w:t>
            </w:r>
          </w:p>
        </w:tc>
        <w:tc>
          <w:tcPr>
            <w:tcW w:w="2551" w:type="dxa"/>
          </w:tcPr>
          <w:p w:rsidR="00070AA3" w:rsidRPr="00C81E9E" w:rsidRDefault="0060456F" w:rsidP="009553D8">
            <w:pPr>
              <w:spacing w:line="276" w:lineRule="auto"/>
            </w:pPr>
            <w:r>
              <w:t>5381</w:t>
            </w:r>
          </w:p>
        </w:tc>
        <w:tc>
          <w:tcPr>
            <w:tcW w:w="3085" w:type="dxa"/>
          </w:tcPr>
          <w:p w:rsidR="00070AA3" w:rsidRPr="00C81E9E" w:rsidRDefault="0060456F" w:rsidP="00C81E9E">
            <w:pPr>
              <w:spacing w:line="276" w:lineRule="auto"/>
            </w:pPr>
            <w:r>
              <w:t>6498</w:t>
            </w:r>
          </w:p>
        </w:tc>
      </w:tr>
      <w:tr w:rsidR="00070AA3" w:rsidRPr="00C81E9E" w:rsidTr="00FD507B">
        <w:tc>
          <w:tcPr>
            <w:tcW w:w="3652" w:type="dxa"/>
            <w:shd w:val="clear" w:color="auto" w:fill="auto"/>
          </w:tcPr>
          <w:p w:rsidR="00070AA3" w:rsidRPr="00C81E9E" w:rsidRDefault="00E1556D" w:rsidP="0084127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oferty </w:t>
            </w:r>
            <w:r w:rsidR="00841272">
              <w:rPr>
                <w:b/>
              </w:rPr>
              <w:t>subsydiowane:</w:t>
            </w:r>
          </w:p>
        </w:tc>
        <w:tc>
          <w:tcPr>
            <w:tcW w:w="2551" w:type="dxa"/>
          </w:tcPr>
          <w:p w:rsidR="00070AA3" w:rsidRPr="00C81E9E" w:rsidRDefault="0060456F" w:rsidP="009553D8">
            <w:pPr>
              <w:spacing w:line="276" w:lineRule="auto"/>
            </w:pPr>
            <w:r>
              <w:t>347</w:t>
            </w:r>
          </w:p>
        </w:tc>
        <w:tc>
          <w:tcPr>
            <w:tcW w:w="3085" w:type="dxa"/>
          </w:tcPr>
          <w:p w:rsidR="00070AA3" w:rsidRPr="00C81E9E" w:rsidRDefault="0060456F" w:rsidP="00C81E9E">
            <w:pPr>
              <w:spacing w:line="276" w:lineRule="auto"/>
            </w:pPr>
            <w:r>
              <w:t>639</w:t>
            </w:r>
          </w:p>
        </w:tc>
      </w:tr>
    </w:tbl>
    <w:p w:rsidR="00C81E9E" w:rsidRDefault="00C81E9E" w:rsidP="00C81E9E">
      <w:pPr>
        <w:spacing w:line="360" w:lineRule="auto"/>
        <w:jc w:val="both"/>
        <w:rPr>
          <w:sz w:val="24"/>
          <w:szCs w:val="24"/>
        </w:rPr>
      </w:pPr>
    </w:p>
    <w:p w:rsidR="00841272" w:rsidRDefault="00841272" w:rsidP="00C81E9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E1556D">
        <w:rPr>
          <w:sz w:val="24"/>
          <w:szCs w:val="24"/>
        </w:rPr>
        <w:t xml:space="preserve"> 2017 roku w</w:t>
      </w:r>
      <w:r>
        <w:rPr>
          <w:sz w:val="24"/>
          <w:szCs w:val="24"/>
        </w:rPr>
        <w:t xml:space="preserve"> ramach ofert subsydiowanych wpłynęło 639 miejsc pracy, natomiast w ramach ofert niesubsydiowanych wpłynęło 6 498 miejsc pracy.</w:t>
      </w:r>
    </w:p>
    <w:p w:rsidR="00841272" w:rsidRDefault="00841272" w:rsidP="00C81E9E">
      <w:pPr>
        <w:spacing w:line="360" w:lineRule="auto"/>
        <w:jc w:val="both"/>
        <w:rPr>
          <w:sz w:val="24"/>
          <w:szCs w:val="24"/>
        </w:rPr>
      </w:pPr>
    </w:p>
    <w:p w:rsidR="00841272" w:rsidRDefault="00841272" w:rsidP="00C81E9E">
      <w:pPr>
        <w:spacing w:line="360" w:lineRule="auto"/>
        <w:jc w:val="both"/>
        <w:rPr>
          <w:sz w:val="24"/>
          <w:szCs w:val="24"/>
        </w:rPr>
      </w:pPr>
    </w:p>
    <w:p w:rsidR="00841272" w:rsidRPr="00C81E9E" w:rsidRDefault="00841272" w:rsidP="00C81E9E">
      <w:pPr>
        <w:spacing w:line="360" w:lineRule="auto"/>
        <w:jc w:val="both"/>
        <w:rPr>
          <w:sz w:val="24"/>
          <w:szCs w:val="24"/>
        </w:rPr>
      </w:pPr>
    </w:p>
    <w:p w:rsidR="006012C1" w:rsidRDefault="006012C1" w:rsidP="00C81E9E">
      <w:pPr>
        <w:spacing w:line="276" w:lineRule="auto"/>
        <w:jc w:val="both"/>
        <w:rPr>
          <w:sz w:val="24"/>
          <w:szCs w:val="24"/>
        </w:rPr>
      </w:pPr>
    </w:p>
    <w:p w:rsidR="00815BDA" w:rsidRDefault="00815BDA" w:rsidP="00C81E9E">
      <w:pPr>
        <w:spacing w:line="276" w:lineRule="auto"/>
        <w:jc w:val="both"/>
        <w:rPr>
          <w:sz w:val="24"/>
          <w:szCs w:val="24"/>
        </w:rPr>
      </w:pPr>
    </w:p>
    <w:p w:rsidR="00815BDA" w:rsidRDefault="00815BDA" w:rsidP="00C81E9E">
      <w:pPr>
        <w:spacing w:line="276" w:lineRule="auto"/>
        <w:jc w:val="both"/>
        <w:rPr>
          <w:sz w:val="24"/>
          <w:szCs w:val="24"/>
        </w:rPr>
      </w:pPr>
    </w:p>
    <w:p w:rsidR="00B656D5" w:rsidRDefault="00B656D5" w:rsidP="00C81E9E">
      <w:pPr>
        <w:spacing w:line="276" w:lineRule="auto"/>
        <w:jc w:val="both"/>
        <w:rPr>
          <w:b/>
          <w:sz w:val="24"/>
          <w:szCs w:val="24"/>
        </w:rPr>
      </w:pPr>
    </w:p>
    <w:p w:rsidR="00B656D5" w:rsidRDefault="00B656D5" w:rsidP="00C81E9E">
      <w:pPr>
        <w:spacing w:line="276" w:lineRule="auto"/>
        <w:jc w:val="both"/>
        <w:rPr>
          <w:b/>
          <w:sz w:val="24"/>
          <w:szCs w:val="24"/>
        </w:rPr>
      </w:pPr>
    </w:p>
    <w:p w:rsidR="00C81E9E" w:rsidRPr="00C81E9E" w:rsidRDefault="00C81E9E" w:rsidP="00C81E9E">
      <w:pPr>
        <w:spacing w:line="276" w:lineRule="auto"/>
        <w:jc w:val="both"/>
        <w:rPr>
          <w:b/>
          <w:sz w:val="24"/>
          <w:szCs w:val="24"/>
        </w:rPr>
      </w:pPr>
      <w:r w:rsidRPr="00C81E9E">
        <w:rPr>
          <w:b/>
          <w:sz w:val="24"/>
          <w:szCs w:val="24"/>
        </w:rPr>
        <w:t>Wykres</w:t>
      </w:r>
      <w:r w:rsidR="00F2711D">
        <w:rPr>
          <w:b/>
          <w:sz w:val="24"/>
          <w:szCs w:val="24"/>
        </w:rPr>
        <w:t xml:space="preserve"> </w:t>
      </w:r>
      <w:r w:rsidRPr="00C81E9E">
        <w:rPr>
          <w:b/>
          <w:sz w:val="24"/>
          <w:szCs w:val="24"/>
        </w:rPr>
        <w:t>10. Oferty pracy zgłoszone w 201</w:t>
      </w:r>
      <w:r w:rsidR="0060456F">
        <w:rPr>
          <w:b/>
          <w:sz w:val="24"/>
          <w:szCs w:val="24"/>
        </w:rPr>
        <w:t>7</w:t>
      </w:r>
      <w:r w:rsidRPr="00C81E9E">
        <w:rPr>
          <w:b/>
          <w:sz w:val="24"/>
          <w:szCs w:val="24"/>
        </w:rPr>
        <w:t>r. według poszczególnych miesięcy</w:t>
      </w:r>
    </w:p>
    <w:p w:rsidR="00C81E9E" w:rsidRDefault="00C81E9E" w:rsidP="00C81E9E">
      <w:pPr>
        <w:spacing w:line="276" w:lineRule="auto"/>
        <w:jc w:val="both"/>
        <w:rPr>
          <w:b/>
          <w:noProof/>
          <w:sz w:val="24"/>
          <w:szCs w:val="24"/>
        </w:rPr>
      </w:pPr>
    </w:p>
    <w:p w:rsidR="00F2711D" w:rsidRDefault="00ED6361" w:rsidP="00C81E9E">
      <w:pPr>
        <w:spacing w:line="276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709037" cy="2655735"/>
            <wp:effectExtent l="0" t="0" r="6350" b="0"/>
            <wp:docPr id="25" name="Wykres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2711D" w:rsidRPr="00C81E9E" w:rsidRDefault="00F2711D" w:rsidP="00C81E9E">
      <w:pPr>
        <w:spacing w:line="276" w:lineRule="auto"/>
        <w:jc w:val="both"/>
        <w:rPr>
          <w:b/>
          <w:sz w:val="24"/>
          <w:szCs w:val="24"/>
        </w:rPr>
      </w:pP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W analizowanym okresie, spośród zgłoszonych miejsc pracy dominowały oferty w zawodach:</w:t>
      </w:r>
    </w:p>
    <w:p w:rsidR="00C81E9E" w:rsidRPr="00C81E9E" w:rsidRDefault="00C81E9E" w:rsidP="00C81E9E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 xml:space="preserve">robotniczych: </w:t>
      </w:r>
      <w:r w:rsidR="003F30A9">
        <w:rPr>
          <w:sz w:val="24"/>
          <w:szCs w:val="24"/>
        </w:rPr>
        <w:t>pomocnicz</w:t>
      </w:r>
      <w:r w:rsidR="009553D8">
        <w:rPr>
          <w:sz w:val="24"/>
          <w:szCs w:val="24"/>
        </w:rPr>
        <w:t xml:space="preserve">y robotnik </w:t>
      </w:r>
      <w:r w:rsidR="0060456F">
        <w:rPr>
          <w:sz w:val="24"/>
          <w:szCs w:val="24"/>
        </w:rPr>
        <w:t>szklarniowy</w:t>
      </w:r>
      <w:r w:rsidR="003F30A9">
        <w:rPr>
          <w:sz w:val="24"/>
          <w:szCs w:val="24"/>
        </w:rPr>
        <w:t xml:space="preserve">, </w:t>
      </w:r>
      <w:r w:rsidRPr="00C81E9E">
        <w:rPr>
          <w:sz w:val="24"/>
          <w:szCs w:val="24"/>
        </w:rPr>
        <w:t xml:space="preserve">fryzjer, </w:t>
      </w:r>
      <w:r w:rsidR="0060456F">
        <w:rPr>
          <w:sz w:val="24"/>
          <w:szCs w:val="24"/>
        </w:rPr>
        <w:t xml:space="preserve">kasjer - </w:t>
      </w:r>
      <w:r w:rsidRPr="00C81E9E">
        <w:rPr>
          <w:sz w:val="24"/>
          <w:szCs w:val="24"/>
        </w:rPr>
        <w:t>sprzedawca, ślusarz, spawacz,</w:t>
      </w:r>
      <w:r w:rsidR="00C81578">
        <w:rPr>
          <w:sz w:val="24"/>
          <w:szCs w:val="24"/>
        </w:rPr>
        <w:t xml:space="preserve"> </w:t>
      </w:r>
      <w:r w:rsidRPr="00C81E9E">
        <w:rPr>
          <w:sz w:val="24"/>
          <w:szCs w:val="24"/>
        </w:rPr>
        <w:t xml:space="preserve">kierowca </w:t>
      </w:r>
      <w:r w:rsidR="00C81578">
        <w:rPr>
          <w:sz w:val="24"/>
          <w:szCs w:val="24"/>
        </w:rPr>
        <w:t>ciągnika siodłowego</w:t>
      </w:r>
      <w:r w:rsidRPr="00C81E9E">
        <w:rPr>
          <w:sz w:val="24"/>
          <w:szCs w:val="24"/>
        </w:rPr>
        <w:t>,</w:t>
      </w:r>
      <w:r w:rsidR="009553D8">
        <w:rPr>
          <w:sz w:val="24"/>
          <w:szCs w:val="24"/>
        </w:rPr>
        <w:t xml:space="preserve"> elektromonter, </w:t>
      </w:r>
      <w:r w:rsidRPr="00C81E9E">
        <w:rPr>
          <w:sz w:val="24"/>
          <w:szCs w:val="24"/>
        </w:rPr>
        <w:t xml:space="preserve">operator maszyn, robotnik drogowy, magazynier, </w:t>
      </w:r>
      <w:r w:rsidR="00C81578">
        <w:rPr>
          <w:sz w:val="24"/>
          <w:szCs w:val="24"/>
        </w:rPr>
        <w:t xml:space="preserve">konfekcjoner kosmetyków, sortowacz, </w:t>
      </w:r>
      <w:r w:rsidRPr="00C81E9E">
        <w:rPr>
          <w:sz w:val="24"/>
          <w:szCs w:val="24"/>
        </w:rPr>
        <w:t>krawiec, szwaczka, zawody b</w:t>
      </w:r>
      <w:r w:rsidR="003F30A9">
        <w:rPr>
          <w:sz w:val="24"/>
          <w:szCs w:val="24"/>
        </w:rPr>
        <w:t>udowlane, robotnik szkla</w:t>
      </w:r>
      <w:r w:rsidR="009553D8">
        <w:rPr>
          <w:sz w:val="24"/>
          <w:szCs w:val="24"/>
        </w:rPr>
        <w:t>rniowy, pomoc kuchenna</w:t>
      </w:r>
      <w:r w:rsidR="00C81578">
        <w:rPr>
          <w:sz w:val="24"/>
          <w:szCs w:val="24"/>
        </w:rPr>
        <w:t>, kucharz, mechanik samochodowy, monter instalacji sanitarnych, pakowacz, asystent ds. księgowości, asystent nauczyciela przedszkola, przedstawiciel handlowy.</w:t>
      </w:r>
    </w:p>
    <w:p w:rsidR="00C81E9E" w:rsidRPr="00C81E9E" w:rsidRDefault="00C81E9E" w:rsidP="00C81E9E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nierobotniczych: księgowa, pracownik adm</w:t>
      </w:r>
      <w:r w:rsidR="0021740E">
        <w:rPr>
          <w:sz w:val="24"/>
          <w:szCs w:val="24"/>
        </w:rPr>
        <w:t xml:space="preserve">inistracyjno-biurowy, </w:t>
      </w:r>
      <w:r w:rsidR="009553D8">
        <w:rPr>
          <w:sz w:val="24"/>
          <w:szCs w:val="24"/>
        </w:rPr>
        <w:t>handlowiec, nauczyciel</w:t>
      </w:r>
      <w:r w:rsidR="00C81578">
        <w:rPr>
          <w:sz w:val="24"/>
          <w:szCs w:val="24"/>
        </w:rPr>
        <w:t xml:space="preserve"> przedszkola.</w:t>
      </w:r>
    </w:p>
    <w:p w:rsidR="00C81E9E" w:rsidRPr="00C81E9E" w:rsidRDefault="00C81578" w:rsidP="00C81E9E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Ogółem w 2017</w:t>
      </w:r>
      <w:r w:rsidR="00C74142">
        <w:rPr>
          <w:sz w:val="24"/>
          <w:szCs w:val="24"/>
        </w:rPr>
        <w:t xml:space="preserve">r. wydano </w:t>
      </w:r>
      <w:r>
        <w:rPr>
          <w:sz w:val="24"/>
          <w:szCs w:val="24"/>
        </w:rPr>
        <w:t>1331</w:t>
      </w:r>
      <w:r w:rsidR="009553D8">
        <w:rPr>
          <w:sz w:val="24"/>
          <w:szCs w:val="24"/>
        </w:rPr>
        <w:t xml:space="preserve"> ski</w:t>
      </w:r>
      <w:r w:rsidR="005543B8">
        <w:rPr>
          <w:sz w:val="24"/>
          <w:szCs w:val="24"/>
        </w:rPr>
        <w:t>erowań z tego p</w:t>
      </w:r>
      <w:r w:rsidR="009553D8">
        <w:rPr>
          <w:sz w:val="24"/>
          <w:szCs w:val="24"/>
        </w:rPr>
        <w:t xml:space="preserve">racę podjęło </w:t>
      </w:r>
      <w:r>
        <w:rPr>
          <w:sz w:val="24"/>
          <w:szCs w:val="24"/>
        </w:rPr>
        <w:t>489</w:t>
      </w:r>
      <w:r w:rsidR="00C74142">
        <w:rPr>
          <w:sz w:val="24"/>
          <w:szCs w:val="24"/>
        </w:rPr>
        <w:t xml:space="preserve"> osób.</w:t>
      </w:r>
    </w:p>
    <w:p w:rsidR="00C81E9E" w:rsidRPr="00C81E9E" w:rsidRDefault="00C74142" w:rsidP="00C81E9E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zorganizowano </w:t>
      </w:r>
      <w:r w:rsidR="00C81578">
        <w:rPr>
          <w:sz w:val="24"/>
          <w:szCs w:val="24"/>
        </w:rPr>
        <w:t>13</w:t>
      </w:r>
      <w:r w:rsidR="003F30A9">
        <w:rPr>
          <w:sz w:val="24"/>
          <w:szCs w:val="24"/>
        </w:rPr>
        <w:t xml:space="preserve"> giełd</w:t>
      </w:r>
      <w:r w:rsidR="009553D8">
        <w:rPr>
          <w:sz w:val="24"/>
          <w:szCs w:val="24"/>
        </w:rPr>
        <w:t xml:space="preserve"> </w:t>
      </w:r>
      <w:r w:rsidR="00C81578">
        <w:rPr>
          <w:sz w:val="24"/>
          <w:szCs w:val="24"/>
        </w:rPr>
        <w:t>pracy na 127</w:t>
      </w:r>
      <w:r w:rsidR="00C81E9E" w:rsidRPr="00C81E9E">
        <w:rPr>
          <w:sz w:val="24"/>
          <w:szCs w:val="24"/>
        </w:rPr>
        <w:t xml:space="preserve"> miejsc pracy. Rekrutacje odbywały się na stanowiska:</w:t>
      </w:r>
      <w:r w:rsidR="009553D8">
        <w:rPr>
          <w:sz w:val="24"/>
          <w:szCs w:val="24"/>
        </w:rPr>
        <w:t xml:space="preserve"> </w:t>
      </w:r>
      <w:r w:rsidR="00C81578">
        <w:rPr>
          <w:sz w:val="24"/>
          <w:szCs w:val="24"/>
        </w:rPr>
        <w:t>ogrodnik, k</w:t>
      </w:r>
      <w:r w:rsidR="00663E85">
        <w:rPr>
          <w:sz w:val="24"/>
          <w:szCs w:val="24"/>
        </w:rPr>
        <w:t xml:space="preserve">onserwator, cukiernik, kucharz, </w:t>
      </w:r>
      <w:r w:rsidR="00C81578">
        <w:rPr>
          <w:sz w:val="24"/>
          <w:szCs w:val="24"/>
        </w:rPr>
        <w:t>zmywająca, pracownik administracyjno-biurowy, kelner, specjalista ds. sprzedaży konferencji i imprez, dyrektor hotelu, asystent dyrektora hotelu, barman</w:t>
      </w:r>
      <w:r w:rsidR="00663E85">
        <w:rPr>
          <w:sz w:val="24"/>
          <w:szCs w:val="24"/>
        </w:rPr>
        <w:t xml:space="preserve">, koordynator sprzedaży, sprzątacz, pomoc hydraulika, konfekcjoner, pakowacz, pracownik magazynowy, operator maszyn produkcyjny, sprzątaczka biurowa, sprzedawca, kasjer – sprzedawca, pracownik fizyczny, operator maszyn i urządzeń, operator wytłaczarek. </w:t>
      </w:r>
      <w:r w:rsidR="009553D8">
        <w:rPr>
          <w:sz w:val="24"/>
          <w:szCs w:val="24"/>
        </w:rPr>
        <w:t xml:space="preserve"> </w:t>
      </w:r>
    </w:p>
    <w:p w:rsidR="009C3EE1" w:rsidRPr="00C81E9E" w:rsidRDefault="00C81E9E" w:rsidP="00C76033">
      <w:pPr>
        <w:spacing w:line="360" w:lineRule="auto"/>
        <w:ind w:firstLine="708"/>
        <w:jc w:val="both"/>
        <w:rPr>
          <w:sz w:val="24"/>
          <w:szCs w:val="24"/>
        </w:rPr>
      </w:pPr>
      <w:r w:rsidRPr="00C81E9E">
        <w:rPr>
          <w:sz w:val="24"/>
          <w:szCs w:val="24"/>
        </w:rPr>
        <w:t xml:space="preserve"> Powiatowy Urząd Pracy w Otwocku uczestniczył również w upowszechnianiu informacji o wolnych miejscach pracy zgłaszanych z krajów Europejskiego Obszaru Gospodarczego (EOG) w ramach sieci E</w:t>
      </w:r>
      <w:r w:rsidR="00C81578">
        <w:rPr>
          <w:sz w:val="24"/>
          <w:szCs w:val="24"/>
        </w:rPr>
        <w:t>URES. W 2017</w:t>
      </w:r>
      <w:r w:rsidRPr="00C81E9E">
        <w:rPr>
          <w:sz w:val="24"/>
          <w:szCs w:val="24"/>
        </w:rPr>
        <w:t>r. do</w:t>
      </w:r>
      <w:r w:rsidR="005543B8">
        <w:rPr>
          <w:sz w:val="24"/>
          <w:szCs w:val="24"/>
        </w:rPr>
        <w:t xml:space="preserve"> tutejszego urzędu wpłynęło </w:t>
      </w:r>
      <w:r w:rsidR="00C81578">
        <w:rPr>
          <w:b/>
          <w:sz w:val="24"/>
          <w:szCs w:val="24"/>
        </w:rPr>
        <w:t>88</w:t>
      </w:r>
      <w:r w:rsidR="0087072A">
        <w:rPr>
          <w:b/>
          <w:sz w:val="24"/>
          <w:szCs w:val="24"/>
        </w:rPr>
        <w:t>0</w:t>
      </w:r>
      <w:r w:rsidRPr="00C81E9E">
        <w:rPr>
          <w:b/>
          <w:sz w:val="24"/>
          <w:szCs w:val="24"/>
        </w:rPr>
        <w:t xml:space="preserve"> </w:t>
      </w:r>
      <w:r w:rsidR="0087072A">
        <w:rPr>
          <w:sz w:val="24"/>
          <w:szCs w:val="24"/>
        </w:rPr>
        <w:lastRenderedPageBreak/>
        <w:t>ofert pracy na 5178</w:t>
      </w:r>
      <w:r w:rsidRPr="00C81E9E">
        <w:rPr>
          <w:sz w:val="24"/>
          <w:szCs w:val="24"/>
        </w:rPr>
        <w:t xml:space="preserve"> miejsc pracy  głównie długoterminowych, (tj. powyżej 6 miesięcy), które pochodziły m.in. z krajów: Holandia, Czechy, Norwegia, Niemcy, Wilka Bryta</w:t>
      </w:r>
      <w:r w:rsidR="003F30A9">
        <w:rPr>
          <w:sz w:val="24"/>
          <w:szCs w:val="24"/>
        </w:rPr>
        <w:t>nia, Belgia, Hiszpania, Austria, Irlandia</w:t>
      </w:r>
      <w:r w:rsidR="00C81578">
        <w:rPr>
          <w:sz w:val="24"/>
          <w:szCs w:val="24"/>
        </w:rPr>
        <w:t>, Szwecja, Słowenia, Dania.</w:t>
      </w: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Najwięcej ofert zgłoszono w zawodach:</w:t>
      </w:r>
    </w:p>
    <w:p w:rsidR="00C81E9E" w:rsidRDefault="00E22E66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administrator</w:t>
      </w:r>
    </w:p>
    <w:p w:rsidR="00E22E66" w:rsidRDefault="00E22E66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cieśla</w:t>
      </w:r>
    </w:p>
    <w:p w:rsidR="00E22E66" w:rsidRDefault="00E22E66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dekarz</w:t>
      </w:r>
    </w:p>
    <w:p w:rsidR="00E22E66" w:rsidRDefault="00E22E66" w:rsidP="00F75820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elektromonter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elektryk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hydraulik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kelner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kucharz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kierowca C+E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mechatronik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monter urządzeń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operator CNC maszyn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opiekun osób starszych</w:t>
      </w:r>
    </w:p>
    <w:p w:rsid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pracownicy do zbiorów owoców</w:t>
      </w:r>
    </w:p>
    <w:p w:rsidR="00E22E66" w:rsidRPr="00E22E66" w:rsidRDefault="00E22E66" w:rsidP="00E22E66">
      <w:pPr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spawacz</w:t>
      </w: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 xml:space="preserve">Powyższe oferty pracy były zamieszczane w siedzibie urzędu na wyodrębnionych </w:t>
      </w:r>
      <w:r w:rsidR="008A59C0">
        <w:rPr>
          <w:sz w:val="24"/>
          <w:szCs w:val="24"/>
        </w:rPr>
        <w:t xml:space="preserve">w tym celu monitorach </w:t>
      </w:r>
      <w:r w:rsidRPr="00C81E9E">
        <w:rPr>
          <w:sz w:val="24"/>
          <w:szCs w:val="24"/>
        </w:rPr>
        <w:t xml:space="preserve"> oraz urzędomatach zainstalowanych </w:t>
      </w:r>
      <w:r w:rsidR="005A0CF6">
        <w:rPr>
          <w:sz w:val="24"/>
          <w:szCs w:val="24"/>
        </w:rPr>
        <w:t>w gmi</w:t>
      </w:r>
      <w:r w:rsidR="008A59C0">
        <w:rPr>
          <w:sz w:val="24"/>
          <w:szCs w:val="24"/>
        </w:rPr>
        <w:t>nach</w:t>
      </w:r>
      <w:r w:rsidRPr="00C81E9E">
        <w:rPr>
          <w:sz w:val="24"/>
          <w:szCs w:val="24"/>
        </w:rPr>
        <w:t xml:space="preserve"> powiatu otwockiego.</w:t>
      </w: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Sposób aplikowania odbywał się na poziomie wojewódzkich urzędów pracy lub bezpośrednio do pracodawcy.</w:t>
      </w:r>
    </w:p>
    <w:p w:rsidR="00DA708F" w:rsidRDefault="008A59C0" w:rsidP="00DA708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C81E9E" w:rsidRPr="00C81E9E">
        <w:rPr>
          <w:sz w:val="24"/>
          <w:szCs w:val="24"/>
        </w:rPr>
        <w:t>rząd pracy udostępnia</w:t>
      </w:r>
      <w:r w:rsidR="00FD507B">
        <w:rPr>
          <w:sz w:val="24"/>
          <w:szCs w:val="24"/>
        </w:rPr>
        <w:t>ł</w:t>
      </w:r>
      <w:r w:rsidR="00C81E9E" w:rsidRPr="00C81E9E">
        <w:rPr>
          <w:sz w:val="24"/>
          <w:szCs w:val="24"/>
        </w:rPr>
        <w:t xml:space="preserve"> osobom zainteresowanym wzory europejskiego CV, które są niezbędne</w:t>
      </w:r>
      <w:r w:rsidR="003F5007">
        <w:rPr>
          <w:sz w:val="24"/>
          <w:szCs w:val="24"/>
        </w:rPr>
        <w:t xml:space="preserve"> przy procesach rekrutacyjnych.</w:t>
      </w:r>
    </w:p>
    <w:p w:rsidR="0084362F" w:rsidRPr="003F5007" w:rsidRDefault="0084362F" w:rsidP="00DA708F">
      <w:pPr>
        <w:spacing w:line="360" w:lineRule="auto"/>
        <w:jc w:val="both"/>
        <w:rPr>
          <w:sz w:val="24"/>
          <w:szCs w:val="24"/>
        </w:rPr>
      </w:pPr>
    </w:p>
    <w:p w:rsidR="00DA708F" w:rsidRPr="00DA708F" w:rsidRDefault="00E213DE" w:rsidP="00F75820">
      <w:pPr>
        <w:numPr>
          <w:ilvl w:val="1"/>
          <w:numId w:val="39"/>
        </w:numPr>
        <w:spacing w:line="360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DA708F" w:rsidRPr="00DA708F">
        <w:rPr>
          <w:b/>
          <w:i/>
          <w:sz w:val="24"/>
          <w:szCs w:val="24"/>
        </w:rPr>
        <w:t>Podjęcia pracy</w:t>
      </w:r>
    </w:p>
    <w:p w:rsidR="0084362F" w:rsidRDefault="00E22E66" w:rsidP="00DA708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2017</w:t>
      </w:r>
      <w:r w:rsidR="00DA708F" w:rsidRPr="00DA708F">
        <w:rPr>
          <w:sz w:val="24"/>
          <w:szCs w:val="24"/>
        </w:rPr>
        <w:t xml:space="preserve">r. pracę podjęło </w:t>
      </w:r>
      <w:r w:rsidR="0084362F">
        <w:rPr>
          <w:sz w:val="24"/>
          <w:szCs w:val="24"/>
        </w:rPr>
        <w:t xml:space="preserve">ogółem </w:t>
      </w:r>
      <w:r w:rsidR="00DA708F" w:rsidRPr="00DA708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059</w:t>
      </w:r>
      <w:r w:rsidR="0087072A">
        <w:rPr>
          <w:sz w:val="24"/>
          <w:szCs w:val="24"/>
        </w:rPr>
        <w:t xml:space="preserve"> osób bezrobotnych, w tym </w:t>
      </w:r>
      <w:r>
        <w:rPr>
          <w:sz w:val="24"/>
          <w:szCs w:val="24"/>
        </w:rPr>
        <w:t>1053</w:t>
      </w:r>
      <w:r w:rsidR="00DA708F" w:rsidRPr="00DA708F">
        <w:rPr>
          <w:sz w:val="24"/>
          <w:szCs w:val="24"/>
        </w:rPr>
        <w:t xml:space="preserve"> kobiet</w:t>
      </w:r>
      <w:r w:rsidR="009073C1">
        <w:rPr>
          <w:sz w:val="24"/>
          <w:szCs w:val="24"/>
        </w:rPr>
        <w:t>y</w:t>
      </w:r>
      <w:r w:rsidR="00DA708F" w:rsidRPr="00DA708F">
        <w:rPr>
          <w:sz w:val="24"/>
          <w:szCs w:val="24"/>
        </w:rPr>
        <w:t>.</w:t>
      </w:r>
      <w:r w:rsidR="00B05127">
        <w:rPr>
          <w:sz w:val="24"/>
          <w:szCs w:val="24"/>
        </w:rPr>
        <w:t xml:space="preserve"> Natomiast za pośrednictwem urzędu p</w:t>
      </w:r>
      <w:r w:rsidR="0087072A">
        <w:rPr>
          <w:sz w:val="24"/>
          <w:szCs w:val="24"/>
        </w:rPr>
        <w:t xml:space="preserve">racy zatrudnienie podjęło </w:t>
      </w:r>
      <w:r>
        <w:rPr>
          <w:sz w:val="24"/>
          <w:szCs w:val="24"/>
        </w:rPr>
        <w:t>489</w:t>
      </w:r>
      <w:r w:rsidR="0084362F">
        <w:rPr>
          <w:sz w:val="24"/>
          <w:szCs w:val="24"/>
        </w:rPr>
        <w:t xml:space="preserve"> osób</w:t>
      </w:r>
      <w:r w:rsidR="009073C1">
        <w:rPr>
          <w:sz w:val="24"/>
          <w:szCs w:val="24"/>
        </w:rPr>
        <w:t xml:space="preserve">, w tym w </w:t>
      </w:r>
      <w:r w:rsidR="00AC44AE">
        <w:rPr>
          <w:sz w:val="24"/>
          <w:szCs w:val="24"/>
        </w:rPr>
        <w:t>ramach prac subsy</w:t>
      </w:r>
      <w:r w:rsidR="003C322A">
        <w:rPr>
          <w:sz w:val="24"/>
          <w:szCs w:val="24"/>
        </w:rPr>
        <w:t xml:space="preserve">diowanych </w:t>
      </w:r>
      <w:r w:rsidR="00D01BAE">
        <w:rPr>
          <w:sz w:val="24"/>
          <w:szCs w:val="24"/>
        </w:rPr>
        <w:t>(</w:t>
      </w:r>
      <w:r>
        <w:rPr>
          <w:sz w:val="24"/>
          <w:szCs w:val="24"/>
        </w:rPr>
        <w:t>450</w:t>
      </w:r>
      <w:r w:rsidR="00D01BAE">
        <w:rPr>
          <w:sz w:val="24"/>
          <w:szCs w:val="24"/>
        </w:rPr>
        <w:t xml:space="preserve"> osób) </w:t>
      </w:r>
      <w:r w:rsidR="003C322A">
        <w:rPr>
          <w:sz w:val="24"/>
          <w:szCs w:val="24"/>
        </w:rPr>
        <w:t>i nie</w:t>
      </w:r>
      <w:r w:rsidR="00AC44AE">
        <w:rPr>
          <w:sz w:val="24"/>
          <w:szCs w:val="24"/>
        </w:rPr>
        <w:t>subs</w:t>
      </w:r>
      <w:r w:rsidR="0084362F">
        <w:rPr>
          <w:sz w:val="24"/>
          <w:szCs w:val="24"/>
        </w:rPr>
        <w:t>ydiowanych</w:t>
      </w:r>
      <w:r w:rsidR="00D01BAE">
        <w:rPr>
          <w:sz w:val="24"/>
          <w:szCs w:val="24"/>
        </w:rPr>
        <w:t xml:space="preserve"> (</w:t>
      </w:r>
      <w:r>
        <w:rPr>
          <w:sz w:val="24"/>
          <w:szCs w:val="24"/>
        </w:rPr>
        <w:t>39</w:t>
      </w:r>
      <w:r w:rsidR="00D01BAE">
        <w:rPr>
          <w:sz w:val="24"/>
          <w:szCs w:val="24"/>
        </w:rPr>
        <w:t xml:space="preserve"> osób)</w:t>
      </w:r>
      <w:r w:rsidR="0084362F">
        <w:rPr>
          <w:sz w:val="24"/>
          <w:szCs w:val="24"/>
        </w:rPr>
        <w:t>.</w:t>
      </w:r>
      <w:r w:rsidR="00DA708F" w:rsidRPr="00DA708F">
        <w:rPr>
          <w:sz w:val="24"/>
          <w:szCs w:val="24"/>
        </w:rPr>
        <w:t xml:space="preserve"> </w:t>
      </w:r>
    </w:p>
    <w:p w:rsidR="0084362F" w:rsidRPr="0084362F" w:rsidRDefault="00B60C9A" w:rsidP="0084362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rama</w:t>
      </w:r>
      <w:r w:rsidR="009073C1">
        <w:rPr>
          <w:sz w:val="24"/>
          <w:szCs w:val="24"/>
        </w:rPr>
        <w:t>ch prac subsydiowanych zatrudniono</w:t>
      </w:r>
      <w:r w:rsidR="0084362F" w:rsidRPr="0084362F">
        <w:rPr>
          <w:sz w:val="24"/>
          <w:szCs w:val="24"/>
        </w:rPr>
        <w:t>:</w:t>
      </w:r>
    </w:p>
    <w:p w:rsidR="0084362F" w:rsidRPr="009F3360" w:rsidRDefault="00E22E66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>83</w:t>
      </w:r>
      <w:r w:rsidR="0087072A" w:rsidRPr="009F3360">
        <w:rPr>
          <w:sz w:val="24"/>
          <w:szCs w:val="24"/>
        </w:rPr>
        <w:t xml:space="preserve"> osoby </w:t>
      </w:r>
      <w:r w:rsidR="009073C1" w:rsidRPr="009F3360">
        <w:rPr>
          <w:sz w:val="24"/>
          <w:szCs w:val="24"/>
        </w:rPr>
        <w:t>- refundacja</w:t>
      </w:r>
      <w:r w:rsidR="0087072A" w:rsidRPr="009F3360">
        <w:rPr>
          <w:sz w:val="24"/>
          <w:szCs w:val="24"/>
        </w:rPr>
        <w:t xml:space="preserve"> </w:t>
      </w:r>
      <w:r w:rsidR="00C411E0" w:rsidRPr="009F3360">
        <w:rPr>
          <w:sz w:val="24"/>
          <w:szCs w:val="24"/>
        </w:rPr>
        <w:t xml:space="preserve">kosztów zatrudnienia </w:t>
      </w:r>
      <w:r w:rsidR="0087072A" w:rsidRPr="009F3360">
        <w:rPr>
          <w:sz w:val="24"/>
          <w:szCs w:val="24"/>
        </w:rPr>
        <w:t>dla osób do 30 roku życia</w:t>
      </w:r>
    </w:p>
    <w:p w:rsidR="0087072A" w:rsidRPr="009F3360" w:rsidRDefault="00E22E66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>31</w:t>
      </w:r>
      <w:r w:rsidR="0087072A" w:rsidRPr="009F3360">
        <w:rPr>
          <w:sz w:val="24"/>
          <w:szCs w:val="24"/>
        </w:rPr>
        <w:t xml:space="preserve"> osób </w:t>
      </w:r>
      <w:r w:rsidR="009073C1" w:rsidRPr="009F3360">
        <w:rPr>
          <w:sz w:val="24"/>
          <w:szCs w:val="24"/>
        </w:rPr>
        <w:t>-</w:t>
      </w:r>
      <w:r w:rsidR="0087072A" w:rsidRPr="009F3360">
        <w:rPr>
          <w:sz w:val="24"/>
          <w:szCs w:val="24"/>
        </w:rPr>
        <w:t xml:space="preserve"> prac</w:t>
      </w:r>
      <w:r w:rsidR="009073C1" w:rsidRPr="009F3360">
        <w:rPr>
          <w:sz w:val="24"/>
          <w:szCs w:val="24"/>
        </w:rPr>
        <w:t>e</w:t>
      </w:r>
      <w:r w:rsidR="00C9108F">
        <w:rPr>
          <w:sz w:val="24"/>
          <w:szCs w:val="24"/>
        </w:rPr>
        <w:t xml:space="preserve"> interwencyjne</w:t>
      </w:r>
    </w:p>
    <w:p w:rsidR="0084362F" w:rsidRPr="009F3360" w:rsidRDefault="00E22E66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>88</w:t>
      </w:r>
      <w:r w:rsidR="0084362F" w:rsidRPr="009F3360">
        <w:rPr>
          <w:sz w:val="24"/>
          <w:szCs w:val="24"/>
        </w:rPr>
        <w:t xml:space="preserve"> osób </w:t>
      </w:r>
      <w:r w:rsidR="009073C1" w:rsidRPr="009F3360">
        <w:rPr>
          <w:sz w:val="24"/>
          <w:szCs w:val="24"/>
        </w:rPr>
        <w:t>- roboty publiczne</w:t>
      </w:r>
    </w:p>
    <w:p w:rsidR="0084362F" w:rsidRPr="009F3360" w:rsidRDefault="00E22E66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>170 osób</w:t>
      </w:r>
      <w:r w:rsidR="0084362F" w:rsidRPr="009F3360">
        <w:rPr>
          <w:sz w:val="24"/>
          <w:szCs w:val="24"/>
        </w:rPr>
        <w:t xml:space="preserve"> </w:t>
      </w:r>
      <w:r w:rsidR="009073C1" w:rsidRPr="009F3360">
        <w:rPr>
          <w:sz w:val="24"/>
          <w:szCs w:val="24"/>
        </w:rPr>
        <w:t>- staże</w:t>
      </w:r>
      <w:r w:rsidRPr="009F3360">
        <w:rPr>
          <w:sz w:val="24"/>
          <w:szCs w:val="24"/>
        </w:rPr>
        <w:t>, w tym 22 osoby w ramach bonu</w:t>
      </w:r>
      <w:r w:rsidR="009073C1" w:rsidRPr="009F3360">
        <w:rPr>
          <w:sz w:val="24"/>
          <w:szCs w:val="24"/>
        </w:rPr>
        <w:t xml:space="preserve"> stażowego</w:t>
      </w:r>
    </w:p>
    <w:p w:rsidR="002D69FD" w:rsidRPr="009F3360" w:rsidRDefault="00E22E66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>59</w:t>
      </w:r>
      <w:r w:rsidR="0087072A" w:rsidRPr="009F3360">
        <w:rPr>
          <w:sz w:val="24"/>
          <w:szCs w:val="24"/>
        </w:rPr>
        <w:t xml:space="preserve"> osób</w:t>
      </w:r>
      <w:r w:rsidR="002D69FD" w:rsidRPr="009F3360">
        <w:rPr>
          <w:sz w:val="24"/>
          <w:szCs w:val="24"/>
        </w:rPr>
        <w:t xml:space="preserve"> </w:t>
      </w:r>
      <w:r w:rsidR="009073C1" w:rsidRPr="009F3360">
        <w:rPr>
          <w:sz w:val="24"/>
          <w:szCs w:val="24"/>
        </w:rPr>
        <w:t>-</w:t>
      </w:r>
      <w:r w:rsidR="002D69FD" w:rsidRPr="009F3360">
        <w:rPr>
          <w:sz w:val="24"/>
          <w:szCs w:val="24"/>
        </w:rPr>
        <w:t xml:space="preserve"> prac</w:t>
      </w:r>
      <w:r w:rsidR="009073C1" w:rsidRPr="009F3360">
        <w:rPr>
          <w:sz w:val="24"/>
          <w:szCs w:val="24"/>
        </w:rPr>
        <w:t>e</w:t>
      </w:r>
      <w:r w:rsidR="002D69FD" w:rsidRPr="009F3360">
        <w:rPr>
          <w:sz w:val="24"/>
          <w:szCs w:val="24"/>
        </w:rPr>
        <w:t xml:space="preserve"> społecznie użyt</w:t>
      </w:r>
      <w:r w:rsidR="009073C1" w:rsidRPr="009F3360">
        <w:rPr>
          <w:sz w:val="24"/>
          <w:szCs w:val="24"/>
        </w:rPr>
        <w:t>eczne</w:t>
      </w:r>
    </w:p>
    <w:p w:rsidR="002D69FD" w:rsidRPr="009F3360" w:rsidRDefault="00E22E66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>7</w:t>
      </w:r>
      <w:r w:rsidR="002D69FD" w:rsidRPr="009F3360">
        <w:rPr>
          <w:sz w:val="24"/>
          <w:szCs w:val="24"/>
        </w:rPr>
        <w:t xml:space="preserve"> osób </w:t>
      </w:r>
      <w:r w:rsidR="009073C1" w:rsidRPr="009F3360">
        <w:rPr>
          <w:sz w:val="24"/>
          <w:szCs w:val="24"/>
        </w:rPr>
        <w:t>- refundacja</w:t>
      </w:r>
      <w:r w:rsidR="002D69FD" w:rsidRPr="009F3360">
        <w:rPr>
          <w:sz w:val="24"/>
          <w:szCs w:val="24"/>
        </w:rPr>
        <w:t xml:space="preserve"> kosztów </w:t>
      </w:r>
      <w:r w:rsidR="009073C1" w:rsidRPr="009F3360">
        <w:rPr>
          <w:sz w:val="24"/>
          <w:szCs w:val="24"/>
        </w:rPr>
        <w:t>wyposażenia lub doposażenia</w:t>
      </w:r>
      <w:r w:rsidR="002D69FD" w:rsidRPr="009F3360">
        <w:rPr>
          <w:sz w:val="24"/>
          <w:szCs w:val="24"/>
        </w:rPr>
        <w:t xml:space="preserve"> stanowiska pracy dla bezrobotnego</w:t>
      </w:r>
    </w:p>
    <w:p w:rsidR="002D69FD" w:rsidRPr="009F3360" w:rsidRDefault="00E22E66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>29</w:t>
      </w:r>
      <w:r w:rsidR="0087072A" w:rsidRPr="009F3360">
        <w:rPr>
          <w:sz w:val="24"/>
          <w:szCs w:val="24"/>
        </w:rPr>
        <w:t xml:space="preserve"> osób</w:t>
      </w:r>
      <w:r w:rsidR="002D69FD" w:rsidRPr="009F3360">
        <w:rPr>
          <w:sz w:val="24"/>
          <w:szCs w:val="24"/>
        </w:rPr>
        <w:t xml:space="preserve"> </w:t>
      </w:r>
      <w:r w:rsidR="009F3360" w:rsidRPr="009F3360">
        <w:rPr>
          <w:sz w:val="24"/>
          <w:szCs w:val="24"/>
        </w:rPr>
        <w:t>- dofinansowanie</w:t>
      </w:r>
      <w:r w:rsidR="002D69FD" w:rsidRPr="009F3360">
        <w:rPr>
          <w:sz w:val="24"/>
          <w:szCs w:val="24"/>
        </w:rPr>
        <w:t xml:space="preserve"> wynagrodzenia dla bezrobotnego 50+</w:t>
      </w:r>
    </w:p>
    <w:p w:rsidR="002D69FD" w:rsidRPr="009F3360" w:rsidRDefault="00E22E66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>6 osób</w:t>
      </w:r>
      <w:r w:rsidR="002D69FD" w:rsidRPr="009F3360">
        <w:rPr>
          <w:sz w:val="24"/>
          <w:szCs w:val="24"/>
        </w:rPr>
        <w:t xml:space="preserve"> </w:t>
      </w:r>
      <w:r w:rsidR="009F3360" w:rsidRPr="009F3360">
        <w:rPr>
          <w:sz w:val="24"/>
          <w:szCs w:val="24"/>
        </w:rPr>
        <w:t>- zatrudnienie</w:t>
      </w:r>
      <w:r w:rsidR="002D69FD" w:rsidRPr="009F3360">
        <w:rPr>
          <w:sz w:val="24"/>
          <w:szCs w:val="24"/>
        </w:rPr>
        <w:t xml:space="preserve"> bezrobotnego do 30 roku życia w ramach bonu zatrudnieniowego </w:t>
      </w:r>
    </w:p>
    <w:p w:rsidR="002D69FD" w:rsidRPr="009F3360" w:rsidRDefault="002D69FD" w:rsidP="009F3360">
      <w:pPr>
        <w:pStyle w:val="Akapitzlist"/>
        <w:numPr>
          <w:ilvl w:val="0"/>
          <w:numId w:val="78"/>
        </w:numPr>
        <w:spacing w:line="360" w:lineRule="auto"/>
        <w:jc w:val="both"/>
        <w:rPr>
          <w:sz w:val="24"/>
          <w:szCs w:val="24"/>
        </w:rPr>
      </w:pPr>
      <w:r w:rsidRPr="009F3360">
        <w:rPr>
          <w:sz w:val="24"/>
          <w:szCs w:val="24"/>
        </w:rPr>
        <w:t xml:space="preserve">2 osoby </w:t>
      </w:r>
      <w:r w:rsidR="009F3360" w:rsidRPr="009F3360">
        <w:rPr>
          <w:sz w:val="24"/>
          <w:szCs w:val="24"/>
        </w:rPr>
        <w:t>- bon</w:t>
      </w:r>
      <w:r w:rsidRPr="009F3360">
        <w:rPr>
          <w:sz w:val="24"/>
          <w:szCs w:val="24"/>
        </w:rPr>
        <w:t xml:space="preserve"> na zasiedlenie</w:t>
      </w:r>
    </w:p>
    <w:p w:rsidR="00C976F4" w:rsidRDefault="0084362F" w:rsidP="00DA708F">
      <w:pPr>
        <w:spacing w:line="360" w:lineRule="auto"/>
        <w:jc w:val="both"/>
        <w:rPr>
          <w:sz w:val="24"/>
          <w:szCs w:val="24"/>
        </w:rPr>
      </w:pPr>
      <w:r w:rsidRPr="0084362F">
        <w:rPr>
          <w:sz w:val="24"/>
          <w:szCs w:val="24"/>
        </w:rPr>
        <w:t>W</w:t>
      </w:r>
      <w:r w:rsidR="00E22E66">
        <w:rPr>
          <w:sz w:val="24"/>
          <w:szCs w:val="24"/>
        </w:rPr>
        <w:t xml:space="preserve"> </w:t>
      </w:r>
      <w:r w:rsidR="00BF731C">
        <w:rPr>
          <w:sz w:val="24"/>
          <w:szCs w:val="24"/>
        </w:rPr>
        <w:t>roku 2017 liczba ogółem podjęć pracy zmniejszyła się o 370 osób tj. o 15,2% w stosunku do roku 2016.</w:t>
      </w:r>
    </w:p>
    <w:p w:rsidR="009F3360" w:rsidRPr="00C47FB0" w:rsidRDefault="009F3360" w:rsidP="00DA708F">
      <w:pPr>
        <w:spacing w:line="360" w:lineRule="auto"/>
        <w:jc w:val="both"/>
        <w:rPr>
          <w:sz w:val="24"/>
          <w:szCs w:val="24"/>
        </w:rPr>
      </w:pPr>
    </w:p>
    <w:p w:rsidR="00DA708F" w:rsidRDefault="00DA708F" w:rsidP="00DA708F">
      <w:pPr>
        <w:spacing w:line="276" w:lineRule="auto"/>
        <w:jc w:val="both"/>
        <w:rPr>
          <w:b/>
          <w:sz w:val="24"/>
          <w:szCs w:val="24"/>
        </w:rPr>
      </w:pPr>
      <w:r w:rsidRPr="00DA708F">
        <w:rPr>
          <w:b/>
          <w:sz w:val="24"/>
          <w:szCs w:val="24"/>
        </w:rPr>
        <w:t>Wykres 11. Liczba podjęć pracy w latach 201</w:t>
      </w:r>
      <w:r w:rsidR="00E22E66">
        <w:rPr>
          <w:b/>
          <w:sz w:val="24"/>
          <w:szCs w:val="24"/>
        </w:rPr>
        <w:t>6</w:t>
      </w:r>
      <w:r w:rsidRPr="00DA708F">
        <w:rPr>
          <w:b/>
          <w:sz w:val="24"/>
          <w:szCs w:val="24"/>
        </w:rPr>
        <w:t xml:space="preserve"> – 201</w:t>
      </w:r>
      <w:r w:rsidR="00E22E66">
        <w:rPr>
          <w:b/>
          <w:sz w:val="24"/>
          <w:szCs w:val="24"/>
        </w:rPr>
        <w:t>7</w:t>
      </w:r>
    </w:p>
    <w:p w:rsidR="009C3EE1" w:rsidRDefault="004912CD" w:rsidP="00C76033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56DCF53" wp14:editId="50B77FB0">
            <wp:extent cx="5683910" cy="2348180"/>
            <wp:effectExtent l="0" t="0" r="12065" b="14605"/>
            <wp:docPr id="26" name="Wykres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76033" w:rsidRPr="00C76033" w:rsidRDefault="00C76033" w:rsidP="00C76033">
      <w:pPr>
        <w:spacing w:line="276" w:lineRule="auto"/>
        <w:jc w:val="both"/>
        <w:rPr>
          <w:b/>
          <w:sz w:val="24"/>
          <w:szCs w:val="24"/>
        </w:rPr>
      </w:pPr>
    </w:p>
    <w:p w:rsidR="00DA708F" w:rsidRPr="00DA708F" w:rsidRDefault="001207B1" w:rsidP="00F75820">
      <w:pPr>
        <w:numPr>
          <w:ilvl w:val="1"/>
          <w:numId w:val="39"/>
        </w:num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DA708F" w:rsidRPr="00DA708F">
        <w:rPr>
          <w:b/>
          <w:i/>
          <w:sz w:val="24"/>
          <w:szCs w:val="24"/>
        </w:rPr>
        <w:t>Zatrudnienie cudzoziemców</w:t>
      </w:r>
    </w:p>
    <w:p w:rsidR="00DA708F" w:rsidRPr="00DA708F" w:rsidRDefault="00FF79F1" w:rsidP="00DA708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1F603F">
        <w:rPr>
          <w:sz w:val="24"/>
          <w:szCs w:val="24"/>
        </w:rPr>
        <w:t>2017</w:t>
      </w:r>
      <w:r w:rsidR="00DA708F" w:rsidRPr="00DA708F">
        <w:rPr>
          <w:sz w:val="24"/>
          <w:szCs w:val="24"/>
        </w:rPr>
        <w:t>r. zarejestrowano</w:t>
      </w:r>
      <w:r w:rsidR="00D16E95">
        <w:rPr>
          <w:sz w:val="24"/>
          <w:szCs w:val="24"/>
        </w:rPr>
        <w:t xml:space="preserve"> ogółem</w:t>
      </w:r>
      <w:r w:rsidR="00DA708F" w:rsidRPr="00DA708F">
        <w:rPr>
          <w:sz w:val="24"/>
          <w:szCs w:val="24"/>
        </w:rPr>
        <w:t xml:space="preserve"> </w:t>
      </w:r>
      <w:r w:rsidR="001207B1">
        <w:rPr>
          <w:b/>
          <w:sz w:val="24"/>
          <w:szCs w:val="24"/>
        </w:rPr>
        <w:t>4</w:t>
      </w:r>
      <w:r w:rsidR="001F603F">
        <w:rPr>
          <w:b/>
          <w:sz w:val="24"/>
          <w:szCs w:val="24"/>
        </w:rPr>
        <w:t xml:space="preserve"> 177</w:t>
      </w:r>
      <w:r w:rsidR="00DA708F" w:rsidRPr="00DA708F">
        <w:rPr>
          <w:sz w:val="24"/>
          <w:szCs w:val="24"/>
        </w:rPr>
        <w:t xml:space="preserve"> </w:t>
      </w:r>
      <w:r w:rsidR="00D16E95">
        <w:rPr>
          <w:sz w:val="24"/>
          <w:szCs w:val="24"/>
        </w:rPr>
        <w:t>„</w:t>
      </w:r>
      <w:r w:rsidR="00DA708F" w:rsidRPr="00DA708F">
        <w:rPr>
          <w:sz w:val="24"/>
          <w:szCs w:val="24"/>
        </w:rPr>
        <w:t>oświadczeń o zamiarze powierzenia wykonywania</w:t>
      </w:r>
      <w:r w:rsidR="002517CC">
        <w:rPr>
          <w:sz w:val="24"/>
          <w:szCs w:val="24"/>
        </w:rPr>
        <w:t xml:space="preserve"> </w:t>
      </w:r>
      <w:r w:rsidR="00DA708F" w:rsidRPr="00DA708F">
        <w:rPr>
          <w:sz w:val="24"/>
          <w:szCs w:val="24"/>
        </w:rPr>
        <w:t xml:space="preserve"> pracy </w:t>
      </w:r>
      <w:r w:rsidR="002517CC">
        <w:rPr>
          <w:sz w:val="24"/>
          <w:szCs w:val="24"/>
        </w:rPr>
        <w:t>obywatelowi Republiki Armenii, Republiki Białorusi, Republiki Gruzji, Republiki Mołdawii, Federacji Rosyjskiej lub Ukrainy</w:t>
      </w:r>
      <w:r w:rsidR="00D16E95">
        <w:rPr>
          <w:sz w:val="24"/>
          <w:szCs w:val="24"/>
        </w:rPr>
        <w:t>” na okres do 180 dni, tj.:</w:t>
      </w:r>
    </w:p>
    <w:p w:rsidR="00DA708F" w:rsidRP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Ukrainy</w:t>
      </w:r>
      <w:r w:rsidR="00B60C9A">
        <w:rPr>
          <w:sz w:val="24"/>
          <w:szCs w:val="24"/>
        </w:rPr>
        <w:t xml:space="preserve"> </w:t>
      </w:r>
      <w:r w:rsidR="00B60C9A" w:rsidRPr="00B60C9A">
        <w:rPr>
          <w:sz w:val="24"/>
          <w:szCs w:val="24"/>
        </w:rPr>
        <w:t xml:space="preserve">– </w:t>
      </w:r>
      <w:r w:rsidR="00FF79F1">
        <w:rPr>
          <w:sz w:val="24"/>
          <w:szCs w:val="24"/>
        </w:rPr>
        <w:t xml:space="preserve"> </w:t>
      </w:r>
      <w:r w:rsidR="001F603F">
        <w:rPr>
          <w:sz w:val="24"/>
          <w:szCs w:val="24"/>
        </w:rPr>
        <w:t>3 796</w:t>
      </w:r>
      <w:r w:rsidR="005D330F">
        <w:rPr>
          <w:sz w:val="24"/>
          <w:szCs w:val="24"/>
        </w:rPr>
        <w:t xml:space="preserve"> oświadczeń</w:t>
      </w:r>
    </w:p>
    <w:p w:rsidR="00DA708F" w:rsidRP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Rosji</w:t>
      </w:r>
      <w:r w:rsidR="001F603F">
        <w:rPr>
          <w:sz w:val="24"/>
          <w:szCs w:val="24"/>
        </w:rPr>
        <w:t xml:space="preserve"> – 47</w:t>
      </w:r>
      <w:r w:rsidR="005D330F">
        <w:rPr>
          <w:sz w:val="24"/>
          <w:szCs w:val="24"/>
        </w:rPr>
        <w:t xml:space="preserve"> oświadczeń</w:t>
      </w:r>
    </w:p>
    <w:p w:rsidR="00DA708F" w:rsidRP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Białorusi</w:t>
      </w:r>
      <w:r w:rsidR="001F603F">
        <w:rPr>
          <w:sz w:val="24"/>
          <w:szCs w:val="24"/>
        </w:rPr>
        <w:t xml:space="preserve"> – 275</w:t>
      </w:r>
      <w:r w:rsidR="00663E85">
        <w:rPr>
          <w:sz w:val="24"/>
          <w:szCs w:val="24"/>
        </w:rPr>
        <w:t xml:space="preserve"> oświadczeń</w:t>
      </w:r>
    </w:p>
    <w:p w:rsidR="00DA708F" w:rsidRPr="00DA708F" w:rsidRDefault="001F603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Mołdawii – 22</w:t>
      </w:r>
      <w:r w:rsidR="00663E85">
        <w:rPr>
          <w:sz w:val="24"/>
          <w:szCs w:val="24"/>
        </w:rPr>
        <w:t xml:space="preserve"> oświadczeń</w:t>
      </w:r>
    </w:p>
    <w:p w:rsidR="00DA708F" w:rsidRP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lastRenderedPageBreak/>
        <w:t>Gruzji</w:t>
      </w:r>
      <w:r w:rsidR="005D330F">
        <w:rPr>
          <w:sz w:val="24"/>
          <w:szCs w:val="24"/>
        </w:rPr>
        <w:t xml:space="preserve"> – 3</w:t>
      </w:r>
      <w:r w:rsidR="001F603F">
        <w:rPr>
          <w:sz w:val="24"/>
          <w:szCs w:val="24"/>
        </w:rPr>
        <w:t>1</w:t>
      </w:r>
      <w:r w:rsidR="005D330F">
        <w:rPr>
          <w:sz w:val="24"/>
          <w:szCs w:val="24"/>
        </w:rPr>
        <w:t xml:space="preserve"> oświadczenia</w:t>
      </w:r>
    </w:p>
    <w:p w:rsidR="00DA708F" w:rsidRDefault="00DA708F" w:rsidP="00F75820">
      <w:pPr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DA708F">
        <w:rPr>
          <w:sz w:val="24"/>
          <w:szCs w:val="24"/>
        </w:rPr>
        <w:t>Armenii</w:t>
      </w:r>
      <w:r w:rsidR="001F603F">
        <w:rPr>
          <w:sz w:val="24"/>
          <w:szCs w:val="24"/>
        </w:rPr>
        <w:t xml:space="preserve"> – 6</w:t>
      </w:r>
      <w:r w:rsidR="00FF79F1">
        <w:rPr>
          <w:sz w:val="24"/>
          <w:szCs w:val="24"/>
        </w:rPr>
        <w:t xml:space="preserve"> </w:t>
      </w:r>
      <w:r w:rsidR="005D330F">
        <w:rPr>
          <w:sz w:val="24"/>
          <w:szCs w:val="24"/>
        </w:rPr>
        <w:t>oświadczeń</w:t>
      </w:r>
      <w:r w:rsidR="00A52FE3">
        <w:rPr>
          <w:sz w:val="24"/>
          <w:szCs w:val="24"/>
        </w:rPr>
        <w:t>.</w:t>
      </w:r>
    </w:p>
    <w:p w:rsidR="00CE4073" w:rsidRPr="00DA708F" w:rsidRDefault="00CE4073" w:rsidP="00CE4073">
      <w:pPr>
        <w:spacing w:line="360" w:lineRule="auto"/>
        <w:ind w:left="720"/>
        <w:jc w:val="both"/>
        <w:rPr>
          <w:sz w:val="24"/>
          <w:szCs w:val="24"/>
        </w:rPr>
      </w:pPr>
    </w:p>
    <w:p w:rsidR="00CD123F" w:rsidRDefault="00CE4073" w:rsidP="00FD507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Dominowały prace fizyczne w gospodarstwach rolnych i ogrodniczych, budownictwie, transporcie i </w:t>
      </w:r>
      <w:r w:rsidR="00663E85">
        <w:rPr>
          <w:sz w:val="24"/>
          <w:szCs w:val="24"/>
        </w:rPr>
        <w:t>produkcji</w:t>
      </w:r>
      <w:r>
        <w:rPr>
          <w:sz w:val="24"/>
          <w:szCs w:val="24"/>
        </w:rPr>
        <w:t>.</w:t>
      </w:r>
    </w:p>
    <w:p w:rsidR="00535F54" w:rsidRPr="00FD507B" w:rsidRDefault="00535F54" w:rsidP="00FD507B">
      <w:pPr>
        <w:spacing w:line="360" w:lineRule="auto"/>
        <w:jc w:val="both"/>
        <w:rPr>
          <w:sz w:val="24"/>
          <w:szCs w:val="24"/>
        </w:rPr>
      </w:pPr>
    </w:p>
    <w:p w:rsidR="00DA708F" w:rsidRDefault="00DA708F" w:rsidP="00DA708F">
      <w:pPr>
        <w:spacing w:line="276" w:lineRule="auto"/>
        <w:jc w:val="both"/>
        <w:rPr>
          <w:b/>
          <w:sz w:val="24"/>
          <w:szCs w:val="24"/>
        </w:rPr>
      </w:pPr>
      <w:r w:rsidRPr="00DA708F">
        <w:rPr>
          <w:b/>
          <w:sz w:val="24"/>
          <w:szCs w:val="24"/>
        </w:rPr>
        <w:t xml:space="preserve">Wykres 12. Liczba zarejestrowanych </w:t>
      </w:r>
      <w:r w:rsidR="00FF79F1">
        <w:rPr>
          <w:b/>
          <w:sz w:val="24"/>
          <w:szCs w:val="24"/>
        </w:rPr>
        <w:t>oświadczeń</w:t>
      </w:r>
      <w:r w:rsidR="00CE4073" w:rsidRPr="00DA708F">
        <w:rPr>
          <w:sz w:val="24"/>
          <w:szCs w:val="24"/>
        </w:rPr>
        <w:t xml:space="preserve"> </w:t>
      </w:r>
      <w:r w:rsidR="00CE4073" w:rsidRPr="00CE4073">
        <w:rPr>
          <w:b/>
          <w:sz w:val="24"/>
          <w:szCs w:val="24"/>
        </w:rPr>
        <w:t>o zamiarze powierzenia wykonywania  pracy obywatelowi Republiki Armenii, Republiki Białorusi, Republiki Gruzji, Republiki Mołdawii, Federacji Rosyjskiej lub Ukrainy</w:t>
      </w:r>
      <w:r w:rsidR="001F603F">
        <w:rPr>
          <w:b/>
          <w:sz w:val="24"/>
          <w:szCs w:val="24"/>
        </w:rPr>
        <w:t xml:space="preserve"> w latach 2016 – 2017</w:t>
      </w:r>
    </w:p>
    <w:p w:rsidR="00DA708F" w:rsidRPr="003A29CF" w:rsidRDefault="001207B1" w:rsidP="003A29CF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435193" cy="2574951"/>
            <wp:effectExtent l="0" t="0" r="13335" b="15875"/>
            <wp:docPr id="28" name="Wykres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7054F" w:rsidRDefault="00C7054F" w:rsidP="004C1DF1">
      <w:pPr>
        <w:spacing w:line="360" w:lineRule="auto"/>
        <w:jc w:val="both"/>
        <w:rPr>
          <w:sz w:val="24"/>
          <w:szCs w:val="24"/>
        </w:rPr>
      </w:pPr>
    </w:p>
    <w:p w:rsidR="004C1DF1" w:rsidRDefault="001F603F" w:rsidP="004C1D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2017r. nastąpił spadek o 713</w:t>
      </w:r>
      <w:r w:rsidR="00730D01">
        <w:rPr>
          <w:sz w:val="24"/>
          <w:szCs w:val="24"/>
        </w:rPr>
        <w:t xml:space="preserve"> </w:t>
      </w:r>
      <w:r w:rsidR="00CE4073">
        <w:rPr>
          <w:sz w:val="24"/>
          <w:szCs w:val="24"/>
        </w:rPr>
        <w:t xml:space="preserve">zarejestrowanych </w:t>
      </w:r>
      <w:r w:rsidR="00730D01">
        <w:rPr>
          <w:sz w:val="24"/>
          <w:szCs w:val="24"/>
        </w:rPr>
        <w:t>„</w:t>
      </w:r>
      <w:r w:rsidR="00CE4073">
        <w:rPr>
          <w:sz w:val="24"/>
          <w:szCs w:val="24"/>
        </w:rPr>
        <w:t xml:space="preserve">oświadczeń </w:t>
      </w:r>
      <w:r w:rsidR="00730D01">
        <w:rPr>
          <w:sz w:val="24"/>
          <w:szCs w:val="24"/>
        </w:rPr>
        <w:t>o zamiarze</w:t>
      </w:r>
      <w:r w:rsidR="00DA708F" w:rsidRPr="00DA708F">
        <w:rPr>
          <w:sz w:val="24"/>
          <w:szCs w:val="24"/>
        </w:rPr>
        <w:t xml:space="preserve"> </w:t>
      </w:r>
      <w:r w:rsidR="00730D01">
        <w:rPr>
          <w:sz w:val="24"/>
          <w:szCs w:val="24"/>
        </w:rPr>
        <w:t xml:space="preserve">powierzenia wykonywania pracy </w:t>
      </w:r>
      <w:r>
        <w:rPr>
          <w:sz w:val="24"/>
          <w:szCs w:val="24"/>
        </w:rPr>
        <w:t>cudzoziemc</w:t>
      </w:r>
      <w:r w:rsidR="00092798">
        <w:rPr>
          <w:sz w:val="24"/>
          <w:szCs w:val="24"/>
        </w:rPr>
        <w:t>om” w stosunku do 2016 roku o 14,6</w:t>
      </w:r>
      <w:r w:rsidR="00730D01">
        <w:rPr>
          <w:sz w:val="24"/>
          <w:szCs w:val="24"/>
        </w:rPr>
        <w:t>%.</w:t>
      </w:r>
    </w:p>
    <w:p w:rsidR="00535F54" w:rsidRDefault="00535F54" w:rsidP="004C1DF1">
      <w:pPr>
        <w:spacing w:line="360" w:lineRule="auto"/>
        <w:jc w:val="both"/>
        <w:rPr>
          <w:sz w:val="24"/>
          <w:szCs w:val="24"/>
        </w:rPr>
      </w:pPr>
    </w:p>
    <w:p w:rsidR="00D16E95" w:rsidRDefault="001F603F" w:rsidP="0051278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urząd </w:t>
      </w:r>
      <w:r w:rsidR="00512786">
        <w:rPr>
          <w:sz w:val="24"/>
          <w:szCs w:val="24"/>
        </w:rPr>
        <w:t xml:space="preserve">pracy </w:t>
      </w:r>
      <w:r>
        <w:rPr>
          <w:sz w:val="24"/>
          <w:szCs w:val="24"/>
        </w:rPr>
        <w:t>w 2017r. wydał 632</w:t>
      </w:r>
      <w:r w:rsidR="004C1DF1">
        <w:rPr>
          <w:sz w:val="24"/>
          <w:szCs w:val="24"/>
        </w:rPr>
        <w:t xml:space="preserve"> </w:t>
      </w:r>
      <w:r w:rsidR="00730D01">
        <w:rPr>
          <w:sz w:val="24"/>
          <w:szCs w:val="24"/>
        </w:rPr>
        <w:t>„</w:t>
      </w:r>
      <w:r w:rsidR="00663E85">
        <w:rPr>
          <w:sz w:val="24"/>
          <w:szCs w:val="24"/>
        </w:rPr>
        <w:t>informacje</w:t>
      </w:r>
      <w:r w:rsidR="004C1DF1">
        <w:rPr>
          <w:sz w:val="24"/>
          <w:szCs w:val="24"/>
        </w:rPr>
        <w:t xml:space="preserve"> starosty na temat możliwości zaspokojenia potrzeb kadrowych</w:t>
      </w:r>
      <w:r w:rsidR="00730D01">
        <w:rPr>
          <w:sz w:val="24"/>
          <w:szCs w:val="24"/>
        </w:rPr>
        <w:t xml:space="preserve"> podmiotu powierzającego wykonanie pracy cudzoziemcowi</w:t>
      </w:r>
      <w:r w:rsidR="00512786">
        <w:rPr>
          <w:sz w:val="24"/>
          <w:szCs w:val="24"/>
        </w:rPr>
        <w:t xml:space="preserve"> (…)”</w:t>
      </w:r>
      <w:r w:rsidR="00730D01">
        <w:rPr>
          <w:sz w:val="24"/>
          <w:szCs w:val="24"/>
        </w:rPr>
        <w:t xml:space="preserve"> </w:t>
      </w:r>
      <w:r w:rsidR="00512786">
        <w:rPr>
          <w:sz w:val="24"/>
          <w:szCs w:val="24"/>
        </w:rPr>
        <w:t>w celu uzyskania od Wojewody</w:t>
      </w:r>
      <w:r w:rsidR="004C1DF1">
        <w:rPr>
          <w:sz w:val="24"/>
          <w:szCs w:val="24"/>
        </w:rPr>
        <w:t xml:space="preserve"> zezwole</w:t>
      </w:r>
      <w:r w:rsidR="00C9108F">
        <w:rPr>
          <w:sz w:val="24"/>
          <w:szCs w:val="24"/>
        </w:rPr>
        <w:t>nia na zatrudnienia cudzoziemca.</w:t>
      </w:r>
    </w:p>
    <w:p w:rsidR="004C1DF1" w:rsidRPr="004C1DF1" w:rsidRDefault="001F603F" w:rsidP="004C1DF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2017</w:t>
      </w:r>
      <w:r w:rsidR="004C1DF1">
        <w:rPr>
          <w:sz w:val="24"/>
          <w:szCs w:val="24"/>
        </w:rPr>
        <w:t>r. na</w:t>
      </w:r>
      <w:r>
        <w:rPr>
          <w:sz w:val="24"/>
          <w:szCs w:val="24"/>
        </w:rPr>
        <w:t>stąpił wzrost w stosunku do 2016r. o 245</w:t>
      </w:r>
      <w:r w:rsidR="00C9108F">
        <w:rPr>
          <w:sz w:val="24"/>
          <w:szCs w:val="24"/>
        </w:rPr>
        <w:t xml:space="preserve"> wydanych</w:t>
      </w:r>
      <w:r w:rsidR="00535F54">
        <w:rPr>
          <w:sz w:val="24"/>
          <w:szCs w:val="24"/>
        </w:rPr>
        <w:t xml:space="preserve"> </w:t>
      </w:r>
      <w:r w:rsidR="00C9108F">
        <w:rPr>
          <w:sz w:val="24"/>
          <w:szCs w:val="24"/>
        </w:rPr>
        <w:t>informacji</w:t>
      </w:r>
      <w:r w:rsidR="004C1DF1">
        <w:rPr>
          <w:sz w:val="24"/>
          <w:szCs w:val="24"/>
        </w:rPr>
        <w:t xml:space="preserve"> starosty </w:t>
      </w:r>
      <w:r w:rsidR="00D16E95">
        <w:rPr>
          <w:sz w:val="24"/>
          <w:szCs w:val="24"/>
        </w:rPr>
        <w:br/>
      </w:r>
      <w:r w:rsidR="004C1DF1">
        <w:rPr>
          <w:sz w:val="24"/>
          <w:szCs w:val="24"/>
        </w:rPr>
        <w:t xml:space="preserve">tj. </w:t>
      </w:r>
      <w:r w:rsidR="00D16E95">
        <w:rPr>
          <w:sz w:val="24"/>
          <w:szCs w:val="24"/>
        </w:rPr>
        <w:t xml:space="preserve">o </w:t>
      </w:r>
      <w:r>
        <w:rPr>
          <w:sz w:val="24"/>
          <w:szCs w:val="24"/>
        </w:rPr>
        <w:t>75</w:t>
      </w:r>
      <w:r w:rsidR="004C1DF1">
        <w:rPr>
          <w:sz w:val="24"/>
          <w:szCs w:val="24"/>
        </w:rPr>
        <w:t>%.</w:t>
      </w:r>
    </w:p>
    <w:p w:rsidR="00C24EBA" w:rsidRPr="0077325F" w:rsidRDefault="00C24EBA" w:rsidP="0077325F">
      <w:pPr>
        <w:spacing w:line="360" w:lineRule="auto"/>
        <w:jc w:val="both"/>
        <w:rPr>
          <w:sz w:val="24"/>
          <w:szCs w:val="24"/>
        </w:rPr>
      </w:pPr>
    </w:p>
    <w:p w:rsidR="00DA5361" w:rsidRDefault="007966C3" w:rsidP="00F75820">
      <w:pPr>
        <w:pStyle w:val="Tekstpodstawowywcity2"/>
        <w:numPr>
          <w:ilvl w:val="1"/>
          <w:numId w:val="39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4C6099" w:rsidRPr="000733E7">
        <w:rPr>
          <w:b/>
          <w:i/>
          <w:szCs w:val="24"/>
        </w:rPr>
        <w:t>Poradnictwo zawodowe</w:t>
      </w:r>
    </w:p>
    <w:p w:rsidR="007C6200" w:rsidRPr="007C6200" w:rsidRDefault="00D555DF" w:rsidP="00D555D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2017</w:t>
      </w:r>
      <w:r w:rsidR="007C6200" w:rsidRPr="007C6200">
        <w:rPr>
          <w:sz w:val="24"/>
          <w:szCs w:val="24"/>
        </w:rPr>
        <w:t xml:space="preserve"> roku zadaniem doradców zawodowych było udzielanie profesjonalnej pomocy osobom mającym problemy ze znalezieniem  zatrudnienia. Udzielali oni porad osobom bezrobotnym w zakresie wyboru odpowiedniego szkolenia, konstruowania długofalowych planów życiowych, </w:t>
      </w:r>
      <w:r w:rsidR="007C6200" w:rsidRPr="007C6200">
        <w:rPr>
          <w:sz w:val="24"/>
          <w:szCs w:val="24"/>
        </w:rPr>
        <w:lastRenderedPageBreak/>
        <w:t>pomocy w stanach frustracji związanych z niepowodzeniami w znalezieniu pracy, w budowaniu odporności na stres i wiary w swoje możliwości.</w:t>
      </w:r>
    </w:p>
    <w:p w:rsidR="007C6200" w:rsidRDefault="00D555DF" w:rsidP="007C620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2017</w:t>
      </w:r>
      <w:r w:rsidR="007C6200" w:rsidRPr="007C6200">
        <w:rPr>
          <w:sz w:val="24"/>
          <w:szCs w:val="24"/>
        </w:rPr>
        <w:t xml:space="preserve"> roku doradcy zawodowi udzielali porad indywidualnych i grupowych. Metodyka doradztwa indywidualnego jak i zajęć grupowych zmierzała do tego, aby osoby bezrobotne nauczyły się oceniać własną pozycję zawodową, rozpoznawać swoje możliwości i wykorzystywać je do samodzielnego poszukiwania pracy.</w:t>
      </w:r>
    </w:p>
    <w:p w:rsidR="002517CC" w:rsidRPr="007C6200" w:rsidRDefault="002517CC" w:rsidP="007C6200">
      <w:pPr>
        <w:spacing w:after="0" w:line="360" w:lineRule="auto"/>
        <w:jc w:val="both"/>
        <w:rPr>
          <w:sz w:val="24"/>
          <w:szCs w:val="24"/>
        </w:rPr>
      </w:pPr>
    </w:p>
    <w:p w:rsidR="007C6200" w:rsidRPr="00D16E95" w:rsidRDefault="00D555DF" w:rsidP="007C6200">
      <w:pPr>
        <w:spacing w:after="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 2017</w:t>
      </w:r>
      <w:r w:rsidR="007C6200" w:rsidRPr="00D16E95">
        <w:rPr>
          <w:b/>
          <w:sz w:val="24"/>
          <w:szCs w:val="24"/>
        </w:rPr>
        <w:t xml:space="preserve"> roku z usług poradnictwa zawodowego skorzystało:</w:t>
      </w:r>
    </w:p>
    <w:p w:rsidR="007C6200" w:rsidRPr="007C6200" w:rsidRDefault="007C6200" w:rsidP="004F76B2">
      <w:pPr>
        <w:numPr>
          <w:ilvl w:val="0"/>
          <w:numId w:val="48"/>
        </w:numPr>
        <w:spacing w:after="0" w:line="360" w:lineRule="auto"/>
        <w:jc w:val="both"/>
        <w:rPr>
          <w:sz w:val="24"/>
          <w:szCs w:val="24"/>
        </w:rPr>
      </w:pPr>
      <w:r w:rsidRPr="00D16E95">
        <w:rPr>
          <w:sz w:val="24"/>
          <w:szCs w:val="24"/>
          <w:u w:val="single"/>
        </w:rPr>
        <w:t>w formie indywidualnej</w:t>
      </w:r>
      <w:r w:rsidRPr="007C6200">
        <w:rPr>
          <w:sz w:val="24"/>
          <w:szCs w:val="24"/>
        </w:rPr>
        <w:t>: 4</w:t>
      </w:r>
      <w:r w:rsidR="00D555DF">
        <w:rPr>
          <w:sz w:val="24"/>
          <w:szCs w:val="24"/>
        </w:rPr>
        <w:t>07 osób/319</w:t>
      </w:r>
      <w:r w:rsidRPr="007C6200">
        <w:rPr>
          <w:sz w:val="24"/>
          <w:szCs w:val="24"/>
        </w:rPr>
        <w:t xml:space="preserve"> wizyt</w:t>
      </w:r>
    </w:p>
    <w:p w:rsidR="007C6200" w:rsidRPr="007C6200" w:rsidRDefault="007C6200" w:rsidP="004F76B2">
      <w:pPr>
        <w:numPr>
          <w:ilvl w:val="0"/>
          <w:numId w:val="48"/>
        </w:numPr>
        <w:spacing w:after="0" w:line="360" w:lineRule="auto"/>
        <w:jc w:val="both"/>
        <w:rPr>
          <w:sz w:val="24"/>
          <w:szCs w:val="24"/>
        </w:rPr>
      </w:pPr>
      <w:r w:rsidRPr="00D16E95">
        <w:rPr>
          <w:sz w:val="24"/>
          <w:szCs w:val="24"/>
          <w:u w:val="single"/>
        </w:rPr>
        <w:t>w formie grupowej</w:t>
      </w:r>
      <w:r w:rsidR="00D555DF">
        <w:rPr>
          <w:sz w:val="24"/>
          <w:szCs w:val="24"/>
        </w:rPr>
        <w:t>: 18 osób/ 3</w:t>
      </w:r>
      <w:r w:rsidRPr="007C6200">
        <w:rPr>
          <w:sz w:val="24"/>
          <w:szCs w:val="24"/>
        </w:rPr>
        <w:t xml:space="preserve"> grup</w:t>
      </w:r>
      <w:r w:rsidR="00D555DF">
        <w:rPr>
          <w:sz w:val="24"/>
          <w:szCs w:val="24"/>
        </w:rPr>
        <w:t>y</w:t>
      </w:r>
      <w:r w:rsidRPr="007C6200">
        <w:rPr>
          <w:sz w:val="24"/>
          <w:szCs w:val="24"/>
        </w:rPr>
        <w:t>/ w ramach warsztatów aktywnego poszukiwania pracy</w:t>
      </w:r>
    </w:p>
    <w:p w:rsidR="007C6200" w:rsidRPr="007C6200" w:rsidRDefault="007C6200" w:rsidP="007C6200">
      <w:pPr>
        <w:spacing w:after="0" w:line="360" w:lineRule="auto"/>
        <w:jc w:val="both"/>
        <w:rPr>
          <w:sz w:val="24"/>
          <w:szCs w:val="24"/>
          <w:u w:val="single"/>
        </w:rPr>
      </w:pPr>
      <w:r w:rsidRPr="007C6200">
        <w:rPr>
          <w:sz w:val="24"/>
          <w:szCs w:val="24"/>
          <w:u w:val="single"/>
        </w:rPr>
        <w:t>Oferta warsztatowa oferowana przez doradców zawodowych w Powiatowym  Urzędzie Pracy             w Otwocku dotyczyła takich tematów jak:</w:t>
      </w:r>
    </w:p>
    <w:p w:rsidR="007C6200" w:rsidRPr="007C6200" w:rsidRDefault="007C6200" w:rsidP="004F76B2">
      <w:pPr>
        <w:numPr>
          <w:ilvl w:val="0"/>
          <w:numId w:val="55"/>
        </w:numPr>
        <w:tabs>
          <w:tab w:val="left" w:pos="142"/>
        </w:tabs>
        <w:spacing w:after="0" w:line="360" w:lineRule="auto"/>
        <w:ind w:right="-170"/>
        <w:contextualSpacing/>
        <w:jc w:val="both"/>
        <w:rPr>
          <w:b/>
          <w:sz w:val="24"/>
          <w:szCs w:val="24"/>
        </w:rPr>
      </w:pPr>
      <w:r w:rsidRPr="007C6200">
        <w:rPr>
          <w:b/>
          <w:sz w:val="24"/>
          <w:szCs w:val="24"/>
        </w:rPr>
        <w:t xml:space="preserve">Planowanie rozwoju zawodowego oraz rozpoznanie umiejętności niezbędnych w nowej pracy” </w:t>
      </w:r>
    </w:p>
    <w:p w:rsidR="007C6200" w:rsidRPr="007C6200" w:rsidRDefault="007C6200" w:rsidP="007C6200">
      <w:pPr>
        <w:tabs>
          <w:tab w:val="left" w:pos="142"/>
        </w:tabs>
        <w:spacing w:after="0" w:line="360" w:lineRule="auto"/>
        <w:ind w:right="-170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</w:t>
      </w:r>
      <w:r w:rsidRPr="007C6200">
        <w:rPr>
          <w:sz w:val="24"/>
          <w:szCs w:val="24"/>
        </w:rPr>
        <w:tab/>
        <w:t>poznanie własnych predyspozycji zawodowych za pomocą ćwiczeń i testów samooceny.</w:t>
      </w:r>
    </w:p>
    <w:p w:rsidR="007C6200" w:rsidRPr="007C6200" w:rsidRDefault="007C6200" w:rsidP="004F76B2">
      <w:pPr>
        <w:numPr>
          <w:ilvl w:val="0"/>
          <w:numId w:val="55"/>
        </w:numPr>
        <w:tabs>
          <w:tab w:val="left" w:pos="142"/>
        </w:tabs>
        <w:spacing w:after="0" w:line="360" w:lineRule="auto"/>
        <w:ind w:right="-170"/>
        <w:contextualSpacing/>
        <w:rPr>
          <w:b/>
          <w:sz w:val="24"/>
          <w:szCs w:val="24"/>
        </w:rPr>
      </w:pPr>
      <w:r w:rsidRPr="007C6200">
        <w:rPr>
          <w:b/>
          <w:sz w:val="24"/>
          <w:szCs w:val="24"/>
        </w:rPr>
        <w:t xml:space="preserve"> „Jak szukać by znaleźć - metody i techniki poszukiwania pracy; Daj się dobrze zatrudnić - formy zatrudnienia”</w:t>
      </w:r>
    </w:p>
    <w:p w:rsidR="007C6200" w:rsidRPr="007C6200" w:rsidRDefault="007C6200" w:rsidP="007C6200">
      <w:pPr>
        <w:tabs>
          <w:tab w:val="left" w:pos="142"/>
        </w:tabs>
        <w:spacing w:after="0" w:line="360" w:lineRule="auto"/>
        <w:ind w:right="-170"/>
        <w:contextualSpacing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</w:t>
      </w:r>
      <w:r w:rsidRPr="007C6200">
        <w:rPr>
          <w:sz w:val="24"/>
          <w:szCs w:val="24"/>
        </w:rPr>
        <w:tab/>
        <w:t xml:space="preserve">poznanie metod i aktywnych technik poszukiwania pracy oraz analiza różnych form organizacji pracy.  </w:t>
      </w:r>
    </w:p>
    <w:p w:rsidR="007C6200" w:rsidRPr="007C6200" w:rsidRDefault="007C6200" w:rsidP="004F76B2">
      <w:pPr>
        <w:numPr>
          <w:ilvl w:val="0"/>
          <w:numId w:val="55"/>
        </w:numPr>
        <w:tabs>
          <w:tab w:val="left" w:pos="142"/>
        </w:tabs>
        <w:spacing w:after="0" w:line="360" w:lineRule="auto"/>
        <w:ind w:right="-170"/>
        <w:contextualSpacing/>
        <w:rPr>
          <w:b/>
          <w:sz w:val="24"/>
          <w:szCs w:val="24"/>
        </w:rPr>
      </w:pPr>
      <w:r w:rsidRPr="007C6200">
        <w:rPr>
          <w:b/>
          <w:sz w:val="24"/>
          <w:szCs w:val="24"/>
        </w:rPr>
        <w:t>„Autoprezentacja - sztuka mówienia i prezentacji; Jak dobrze wypaść na rozmowie z pracodawcą”</w:t>
      </w:r>
    </w:p>
    <w:p w:rsidR="007C6200" w:rsidRPr="007C6200" w:rsidRDefault="007C6200" w:rsidP="007C6200">
      <w:pPr>
        <w:tabs>
          <w:tab w:val="left" w:pos="142"/>
        </w:tabs>
        <w:spacing w:after="0" w:line="360" w:lineRule="auto"/>
        <w:ind w:right="-170"/>
        <w:contextualSpacing/>
        <w:rPr>
          <w:sz w:val="24"/>
          <w:szCs w:val="24"/>
        </w:rPr>
      </w:pPr>
      <w:r w:rsidRPr="007C6200">
        <w:rPr>
          <w:sz w:val="24"/>
          <w:szCs w:val="24"/>
        </w:rPr>
        <w:t>- poszerzenie wiedzy o komunikacji werbalnej i niewerbalnej, przygotowanie do rozmowy kwalifikacyjnej z pracodawcą.</w:t>
      </w:r>
    </w:p>
    <w:p w:rsidR="007C6200" w:rsidRPr="007C6200" w:rsidRDefault="007C6200" w:rsidP="007C6200">
      <w:pPr>
        <w:tabs>
          <w:tab w:val="left" w:pos="142"/>
        </w:tabs>
        <w:spacing w:after="0" w:line="360" w:lineRule="auto"/>
        <w:ind w:right="-170"/>
        <w:contextualSpacing/>
        <w:rPr>
          <w:sz w:val="24"/>
          <w:szCs w:val="24"/>
        </w:rPr>
      </w:pPr>
    </w:p>
    <w:p w:rsidR="00D01BAE" w:rsidRDefault="007C6200" w:rsidP="007C6200">
      <w:pPr>
        <w:spacing w:after="0" w:line="360" w:lineRule="auto"/>
        <w:jc w:val="both"/>
        <w:rPr>
          <w:sz w:val="24"/>
          <w:szCs w:val="24"/>
        </w:rPr>
      </w:pPr>
      <w:r w:rsidRPr="007C6200">
        <w:rPr>
          <w:sz w:val="24"/>
          <w:szCs w:val="24"/>
        </w:rPr>
        <w:tab/>
        <w:t xml:space="preserve">Zarówno podczas porad indywidualnych jak i warsztatów dokonywana była analiza najczęściej stosowanych sposobów poszukiwania pracy oraz barier w znalezieniu zatrudnienia. Omawiano techniki autoprezentacji, </w:t>
      </w:r>
      <w:r w:rsidR="00D01BAE">
        <w:rPr>
          <w:sz w:val="24"/>
          <w:szCs w:val="24"/>
        </w:rPr>
        <w:t>mechanizmy</w:t>
      </w:r>
      <w:r w:rsidRPr="007C6200">
        <w:rPr>
          <w:sz w:val="24"/>
          <w:szCs w:val="24"/>
        </w:rPr>
        <w:t xml:space="preserve"> rządząc</w:t>
      </w:r>
      <w:r w:rsidR="00D01BAE">
        <w:rPr>
          <w:sz w:val="24"/>
          <w:szCs w:val="24"/>
        </w:rPr>
        <w:t>e</w:t>
      </w:r>
      <w:r w:rsidRPr="007C6200">
        <w:rPr>
          <w:sz w:val="24"/>
          <w:szCs w:val="24"/>
        </w:rPr>
        <w:t xml:space="preserve"> rynkiem pracy oraz zasad</w:t>
      </w:r>
      <w:r w:rsidR="00D01BAE">
        <w:rPr>
          <w:sz w:val="24"/>
          <w:szCs w:val="24"/>
        </w:rPr>
        <w:t>y</w:t>
      </w:r>
      <w:r w:rsidRPr="007C6200">
        <w:rPr>
          <w:sz w:val="24"/>
          <w:szCs w:val="24"/>
        </w:rPr>
        <w:t xml:space="preserve"> poruszania się po nim</w:t>
      </w:r>
      <w:r w:rsidR="00D01BAE">
        <w:rPr>
          <w:sz w:val="24"/>
          <w:szCs w:val="24"/>
        </w:rPr>
        <w:t>.</w:t>
      </w:r>
    </w:p>
    <w:p w:rsidR="002517CC" w:rsidRDefault="002517CC" w:rsidP="007C6200">
      <w:pPr>
        <w:spacing w:after="0" w:line="360" w:lineRule="auto"/>
        <w:jc w:val="both"/>
        <w:rPr>
          <w:sz w:val="24"/>
          <w:szCs w:val="24"/>
        </w:rPr>
      </w:pPr>
    </w:p>
    <w:p w:rsidR="007C6200" w:rsidRDefault="007C6200" w:rsidP="007C6200">
      <w:pPr>
        <w:spacing w:after="0" w:line="360" w:lineRule="auto"/>
        <w:jc w:val="both"/>
        <w:rPr>
          <w:sz w:val="24"/>
          <w:szCs w:val="24"/>
        </w:rPr>
      </w:pPr>
      <w:r w:rsidRPr="007C6200">
        <w:rPr>
          <w:sz w:val="24"/>
          <w:szCs w:val="24"/>
        </w:rPr>
        <w:tab/>
        <w:t>Ponad</w:t>
      </w:r>
      <w:r w:rsidR="00D555DF">
        <w:rPr>
          <w:sz w:val="24"/>
          <w:szCs w:val="24"/>
        </w:rPr>
        <w:t>to doradcy zawodowi udzielili 44</w:t>
      </w:r>
      <w:r w:rsidR="00DB52FC">
        <w:rPr>
          <w:sz w:val="24"/>
          <w:szCs w:val="24"/>
        </w:rPr>
        <w:t xml:space="preserve"> informacje zawodowe</w:t>
      </w:r>
      <w:r w:rsidRPr="007C6200">
        <w:rPr>
          <w:sz w:val="24"/>
          <w:szCs w:val="24"/>
        </w:rPr>
        <w:t xml:space="preserve"> osobom bezrobotnym. Dotyczyły one głównie edukacji, możliwości zatrudnienia, dostępności szkoleń, danych o zawodach/opis zawodu, wymagania zdrowotne, możliwości kształcenia/. Osoby bezrobotne miały również stały dostęp do wielu niezbędnych informacji zawodowych zawartych między innymi w „Przewodniku po zawodach”.</w:t>
      </w:r>
    </w:p>
    <w:p w:rsidR="002517CC" w:rsidRPr="007C6200" w:rsidRDefault="002517CC" w:rsidP="007C6200">
      <w:pPr>
        <w:spacing w:after="0" w:line="360" w:lineRule="auto"/>
        <w:jc w:val="both"/>
        <w:rPr>
          <w:sz w:val="24"/>
          <w:szCs w:val="24"/>
        </w:rPr>
      </w:pPr>
    </w:p>
    <w:p w:rsidR="007C6200" w:rsidRDefault="00D555DF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 2017</w:t>
      </w:r>
      <w:r w:rsidR="007C6200" w:rsidRPr="007C6200">
        <w:rPr>
          <w:sz w:val="24"/>
          <w:szCs w:val="24"/>
        </w:rPr>
        <w:t xml:space="preserve"> roku doradcy zawodowi kontynuowali współpracę z Ośrodkami Pomocy Społecznej i Poradniami Psychologiczno-Pedagogicznymi w celu udzielenia fachowej pomocy osobom bezrobotnym.    </w:t>
      </w:r>
    </w:p>
    <w:p w:rsidR="002517CC" w:rsidRPr="007C6200" w:rsidRDefault="002517CC" w:rsidP="007C6200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 xml:space="preserve">W ramach działalności poradnictwa zawodowego osoby bezrobotne mają również możliwość korzystania z tzw. </w:t>
      </w:r>
      <w:r w:rsidRPr="007C6200">
        <w:rPr>
          <w:b/>
          <w:sz w:val="24"/>
          <w:szCs w:val="24"/>
        </w:rPr>
        <w:t>bezpłatnego dostępu do informacji zawodowych</w:t>
      </w:r>
      <w:r w:rsidRPr="007C6200">
        <w:rPr>
          <w:sz w:val="24"/>
          <w:szCs w:val="24"/>
        </w:rPr>
        <w:t xml:space="preserve">, </w:t>
      </w:r>
      <w:r w:rsidR="00D01BAE">
        <w:rPr>
          <w:sz w:val="24"/>
          <w:szCs w:val="24"/>
        </w:rPr>
        <w:t>tj. mogą</w:t>
      </w:r>
      <w:r w:rsidRPr="007C6200">
        <w:rPr>
          <w:sz w:val="24"/>
          <w:szCs w:val="24"/>
        </w:rPr>
        <w:t>:</w:t>
      </w: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 skorzystać z aktualnych ofert pracy zamieszczonych w prasie jak również na stronie internetowej urzędu</w:t>
      </w: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 kontaktować się telefonicznie z pracodawcami</w:t>
      </w: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 uzyskać pomoc w sporządzeniu dokumentów aplikacyjnych (cv, list motywacyjny)</w:t>
      </w:r>
    </w:p>
    <w:p w:rsidR="007C6200" w:rsidRPr="007C6200" w:rsidRDefault="007C6200" w:rsidP="007C6200">
      <w:pPr>
        <w:spacing w:after="0" w:line="360" w:lineRule="auto"/>
        <w:ind w:firstLine="708"/>
        <w:jc w:val="both"/>
        <w:rPr>
          <w:sz w:val="24"/>
          <w:szCs w:val="24"/>
        </w:rPr>
      </w:pPr>
      <w:r w:rsidRPr="007C6200">
        <w:rPr>
          <w:sz w:val="24"/>
          <w:szCs w:val="24"/>
        </w:rPr>
        <w:t>- skorzystać z zasobów informacji zawodowych</w:t>
      </w:r>
    </w:p>
    <w:p w:rsidR="002517CC" w:rsidRDefault="007C6200" w:rsidP="002517CC">
      <w:pPr>
        <w:spacing w:after="0" w:line="360" w:lineRule="auto"/>
        <w:jc w:val="both"/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</w:pPr>
      <w:r w:rsidRPr="007C6200">
        <w:rPr>
          <w:sz w:val="24"/>
          <w:szCs w:val="24"/>
        </w:rPr>
        <w:tab/>
        <w:t xml:space="preserve">Prowadzenie profesjonalnego doradztwa zawodowego wpłynęło w znacznej mierze na działalność urzędu, w tym popularyzację działań zmierzających do zmniejszenia ryzyka i niepewności przy </w:t>
      </w:r>
      <w:r w:rsidR="00D01BAE">
        <w:rPr>
          <w:sz w:val="24"/>
          <w:szCs w:val="24"/>
        </w:rPr>
        <w:t>wyborze ścieżki zawodowej</w:t>
      </w:r>
      <w:r w:rsidRPr="007C6200">
        <w:rPr>
          <w:sz w:val="24"/>
          <w:szCs w:val="24"/>
        </w:rPr>
        <w:t xml:space="preserve">. </w:t>
      </w:r>
    </w:p>
    <w:p w:rsidR="001C5351" w:rsidRDefault="001C5351" w:rsidP="00BF37F9">
      <w:pPr>
        <w:ind w:firstLine="170"/>
        <w:rPr>
          <w:rFonts w:ascii="TimesNewRomanPS-BoldItalicMT" w:hAnsi="TimesNewRomanPS-BoldItalicMT" w:cs="TimesNewRomanPS-BoldItalicMT"/>
          <w:b/>
          <w:bCs/>
          <w:iCs/>
          <w:sz w:val="24"/>
          <w:szCs w:val="24"/>
        </w:rPr>
      </w:pPr>
    </w:p>
    <w:p w:rsidR="00B52744" w:rsidRPr="003C6314" w:rsidRDefault="003B4DE7" w:rsidP="00F75820">
      <w:pPr>
        <w:pStyle w:val="Akapitzlist"/>
        <w:numPr>
          <w:ilvl w:val="1"/>
          <w:numId w:val="39"/>
        </w:numPr>
        <w:spacing w:line="360" w:lineRule="auto"/>
        <w:jc w:val="both"/>
        <w:rPr>
          <w:b/>
          <w:i/>
          <w:sz w:val="24"/>
          <w:szCs w:val="24"/>
        </w:rPr>
      </w:pPr>
      <w:r w:rsidRPr="003C6314">
        <w:rPr>
          <w:b/>
          <w:i/>
          <w:sz w:val="24"/>
          <w:szCs w:val="24"/>
        </w:rPr>
        <w:t xml:space="preserve"> </w:t>
      </w:r>
      <w:r w:rsidR="003C6314">
        <w:rPr>
          <w:b/>
          <w:i/>
          <w:sz w:val="24"/>
          <w:szCs w:val="24"/>
        </w:rPr>
        <w:t xml:space="preserve"> </w:t>
      </w:r>
      <w:r w:rsidR="005318E7" w:rsidRPr="003C6314">
        <w:rPr>
          <w:b/>
          <w:i/>
          <w:sz w:val="24"/>
          <w:szCs w:val="24"/>
        </w:rPr>
        <w:t>Szkolenia i  przekwalifikowania</w:t>
      </w:r>
    </w:p>
    <w:p w:rsidR="004B6319" w:rsidRDefault="00DD766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5903E3">
        <w:rPr>
          <w:szCs w:val="24"/>
        </w:rPr>
        <w:t>7</w:t>
      </w:r>
      <w:r w:rsidR="004B6319">
        <w:rPr>
          <w:szCs w:val="24"/>
        </w:rPr>
        <w:t>r. w szk</w:t>
      </w:r>
      <w:r w:rsidR="00B05127">
        <w:rPr>
          <w:szCs w:val="24"/>
        </w:rPr>
        <w:t>oleniach zorganizowanych przez u</w:t>
      </w:r>
      <w:r w:rsidR="004B6319">
        <w:rPr>
          <w:szCs w:val="24"/>
        </w:rPr>
        <w:t xml:space="preserve">rząd </w:t>
      </w:r>
      <w:r w:rsidR="00145063">
        <w:rPr>
          <w:szCs w:val="24"/>
        </w:rPr>
        <w:t xml:space="preserve">udział wzięło </w:t>
      </w:r>
      <w:r w:rsidR="005903E3">
        <w:rPr>
          <w:szCs w:val="24"/>
        </w:rPr>
        <w:t>120</w:t>
      </w:r>
      <w:r w:rsidR="00FB640D">
        <w:rPr>
          <w:szCs w:val="24"/>
        </w:rPr>
        <w:t xml:space="preserve"> osób bezrobotnych, </w:t>
      </w:r>
      <w:r w:rsidR="004B6319">
        <w:rPr>
          <w:szCs w:val="24"/>
        </w:rPr>
        <w:br/>
      </w:r>
      <w:r w:rsidR="00814B98">
        <w:rPr>
          <w:szCs w:val="24"/>
        </w:rPr>
        <w:t>z tego</w:t>
      </w:r>
      <w:r w:rsidR="004B6319">
        <w:rPr>
          <w:szCs w:val="24"/>
        </w:rPr>
        <w:t xml:space="preserve">: </w:t>
      </w:r>
    </w:p>
    <w:p w:rsidR="00332CF6" w:rsidRPr="00EC2D3A" w:rsidRDefault="002E609A" w:rsidP="004F76B2">
      <w:pPr>
        <w:pStyle w:val="Tekstpodstawowywcity2"/>
        <w:numPr>
          <w:ilvl w:val="0"/>
          <w:numId w:val="55"/>
        </w:numPr>
        <w:spacing w:line="360" w:lineRule="auto"/>
        <w:rPr>
          <w:szCs w:val="24"/>
        </w:rPr>
      </w:pPr>
      <w:r>
        <w:rPr>
          <w:szCs w:val="24"/>
        </w:rPr>
        <w:t>6</w:t>
      </w:r>
      <w:r w:rsidR="005903E3">
        <w:rPr>
          <w:szCs w:val="24"/>
        </w:rPr>
        <w:t>1</w:t>
      </w:r>
      <w:r w:rsidR="00332CF6">
        <w:rPr>
          <w:szCs w:val="24"/>
        </w:rPr>
        <w:t xml:space="preserve"> osób finansowanych</w:t>
      </w:r>
      <w:r w:rsidR="004B6319">
        <w:rPr>
          <w:szCs w:val="24"/>
        </w:rPr>
        <w:t xml:space="preserve"> ze środków </w:t>
      </w:r>
      <w:proofErr w:type="spellStart"/>
      <w:r w:rsidR="004B6319">
        <w:rPr>
          <w:szCs w:val="24"/>
        </w:rPr>
        <w:t>algorytmowych</w:t>
      </w:r>
      <w:proofErr w:type="spellEnd"/>
      <w:r w:rsidR="004B6319">
        <w:rPr>
          <w:szCs w:val="24"/>
        </w:rPr>
        <w:t xml:space="preserve"> Funduszu Pracy</w:t>
      </w:r>
      <w:r w:rsidR="00EC2D3A">
        <w:rPr>
          <w:szCs w:val="24"/>
        </w:rPr>
        <w:t xml:space="preserve"> </w:t>
      </w:r>
      <w:r>
        <w:rPr>
          <w:szCs w:val="24"/>
        </w:rPr>
        <w:t>w tym</w:t>
      </w:r>
      <w:r w:rsidR="00EC2D3A" w:rsidRPr="00EC2D3A">
        <w:rPr>
          <w:szCs w:val="24"/>
        </w:rPr>
        <w:t xml:space="preserve"> </w:t>
      </w:r>
      <w:r w:rsidR="005903E3">
        <w:rPr>
          <w:szCs w:val="24"/>
        </w:rPr>
        <w:t>10</w:t>
      </w:r>
      <w:r w:rsidR="00145063">
        <w:rPr>
          <w:szCs w:val="24"/>
        </w:rPr>
        <w:t xml:space="preserve"> bonów s</w:t>
      </w:r>
      <w:r w:rsidR="00332CF6" w:rsidRPr="00EC2D3A">
        <w:rPr>
          <w:szCs w:val="24"/>
        </w:rPr>
        <w:t>zkoleniowych</w:t>
      </w:r>
    </w:p>
    <w:p w:rsidR="004B6319" w:rsidRDefault="005903E3" w:rsidP="005903E3">
      <w:pPr>
        <w:pStyle w:val="Tekstpodstawowywcity2"/>
        <w:numPr>
          <w:ilvl w:val="0"/>
          <w:numId w:val="55"/>
        </w:numPr>
        <w:spacing w:line="360" w:lineRule="auto"/>
        <w:rPr>
          <w:szCs w:val="24"/>
        </w:rPr>
      </w:pPr>
      <w:r>
        <w:rPr>
          <w:szCs w:val="24"/>
        </w:rPr>
        <w:t>3</w:t>
      </w:r>
      <w:r w:rsidR="00332CF6">
        <w:rPr>
          <w:szCs w:val="24"/>
        </w:rPr>
        <w:t>1</w:t>
      </w:r>
      <w:r w:rsidR="004B6319">
        <w:rPr>
          <w:szCs w:val="24"/>
        </w:rPr>
        <w:t xml:space="preserve"> osób finansowanych ze</w:t>
      </w:r>
      <w:r w:rsidR="00145063">
        <w:rPr>
          <w:szCs w:val="24"/>
        </w:rPr>
        <w:t xml:space="preserve"> środków</w:t>
      </w:r>
      <w:r w:rsidR="004B6319">
        <w:rPr>
          <w:szCs w:val="24"/>
        </w:rPr>
        <w:t xml:space="preserve"> </w:t>
      </w:r>
      <w:r>
        <w:rPr>
          <w:szCs w:val="24"/>
        </w:rPr>
        <w:t>Europejskiego Funduszu Społecznego w ramach</w:t>
      </w:r>
      <w:r w:rsidR="00145063">
        <w:rPr>
          <w:szCs w:val="24"/>
        </w:rPr>
        <w:t xml:space="preserve"> programu Regionalnego Programu Operacyjnego (</w:t>
      </w:r>
      <w:r>
        <w:rPr>
          <w:szCs w:val="24"/>
        </w:rPr>
        <w:t>RPO</w:t>
      </w:r>
      <w:r w:rsidR="00145063">
        <w:rPr>
          <w:szCs w:val="24"/>
        </w:rPr>
        <w:t>)</w:t>
      </w:r>
    </w:p>
    <w:p w:rsidR="00332CF6" w:rsidRDefault="005903E3" w:rsidP="004F76B2">
      <w:pPr>
        <w:pStyle w:val="Tekstpodstawowywcity2"/>
        <w:numPr>
          <w:ilvl w:val="0"/>
          <w:numId w:val="63"/>
        </w:numPr>
        <w:spacing w:line="360" w:lineRule="auto"/>
        <w:rPr>
          <w:szCs w:val="24"/>
        </w:rPr>
      </w:pPr>
      <w:r>
        <w:rPr>
          <w:szCs w:val="24"/>
        </w:rPr>
        <w:t>28</w:t>
      </w:r>
      <w:r w:rsidR="004B6319" w:rsidRPr="00332CF6">
        <w:rPr>
          <w:szCs w:val="24"/>
        </w:rPr>
        <w:t xml:space="preserve"> osób współfinansowanych ze środków Europejskiego Funduszu Społecznego </w:t>
      </w:r>
    </w:p>
    <w:p w:rsidR="00A50E6F" w:rsidRPr="00332CF6" w:rsidRDefault="00145063" w:rsidP="00332CF6">
      <w:pPr>
        <w:pStyle w:val="Tekstpodstawowywcity2"/>
        <w:spacing w:line="360" w:lineRule="auto"/>
        <w:ind w:left="720"/>
        <w:rPr>
          <w:szCs w:val="24"/>
        </w:rPr>
      </w:pPr>
      <w:r>
        <w:rPr>
          <w:szCs w:val="24"/>
        </w:rPr>
        <w:t>z P</w:t>
      </w:r>
      <w:r w:rsidR="00A50E6F" w:rsidRPr="00332CF6">
        <w:rPr>
          <w:szCs w:val="24"/>
        </w:rPr>
        <w:t xml:space="preserve">rogramu </w:t>
      </w:r>
      <w:r>
        <w:rPr>
          <w:szCs w:val="24"/>
        </w:rPr>
        <w:t>Operacyjnego Wiedza Edukacja Rozwój (</w:t>
      </w:r>
      <w:r w:rsidR="00A50E6F" w:rsidRPr="00332CF6">
        <w:rPr>
          <w:szCs w:val="24"/>
        </w:rPr>
        <w:t>POWER</w:t>
      </w:r>
      <w:r>
        <w:rPr>
          <w:szCs w:val="24"/>
        </w:rPr>
        <w:t>)</w:t>
      </w:r>
    </w:p>
    <w:p w:rsidR="004C219E" w:rsidRDefault="00D70764" w:rsidP="00A50E6F">
      <w:pPr>
        <w:pStyle w:val="Tekstpodstawowywcity2"/>
        <w:spacing w:line="360" w:lineRule="auto"/>
        <w:ind w:left="0" w:firstLine="708"/>
        <w:rPr>
          <w:szCs w:val="24"/>
        </w:rPr>
      </w:pPr>
      <w:r>
        <w:rPr>
          <w:szCs w:val="24"/>
        </w:rPr>
        <w:t xml:space="preserve">Urząd pracy zorganizował także </w:t>
      </w:r>
      <w:r w:rsidR="00145063">
        <w:rPr>
          <w:szCs w:val="24"/>
        </w:rPr>
        <w:t>szkolenie</w:t>
      </w:r>
      <w:r w:rsidR="00814B98">
        <w:rPr>
          <w:szCs w:val="24"/>
        </w:rPr>
        <w:t xml:space="preserve"> dla </w:t>
      </w:r>
      <w:r w:rsidR="00332CF6">
        <w:rPr>
          <w:szCs w:val="24"/>
        </w:rPr>
        <w:t>1 osoby poszukującej</w:t>
      </w:r>
      <w:r w:rsidR="00814B98">
        <w:rPr>
          <w:szCs w:val="24"/>
        </w:rPr>
        <w:t xml:space="preserve"> pracy – ni</w:t>
      </w:r>
      <w:r w:rsidR="00332CF6">
        <w:rPr>
          <w:szCs w:val="24"/>
        </w:rPr>
        <w:t>epełnosprawnej</w:t>
      </w:r>
      <w:r w:rsidR="00814B98">
        <w:rPr>
          <w:szCs w:val="24"/>
        </w:rPr>
        <w:t xml:space="preserve"> finansowan</w:t>
      </w:r>
      <w:r w:rsidR="00332CF6">
        <w:rPr>
          <w:szCs w:val="24"/>
        </w:rPr>
        <w:t>e</w:t>
      </w:r>
      <w:r w:rsidR="00814B98">
        <w:rPr>
          <w:szCs w:val="24"/>
        </w:rPr>
        <w:t xml:space="preserve"> ze środków </w:t>
      </w:r>
      <w:r w:rsidR="00145063">
        <w:rPr>
          <w:szCs w:val="24"/>
        </w:rPr>
        <w:t xml:space="preserve">Państwowego Funduszu Rehabilitacyjnego Osób Niepełnosprawnych - </w:t>
      </w:r>
      <w:r w:rsidR="00814B98">
        <w:rPr>
          <w:szCs w:val="24"/>
        </w:rPr>
        <w:t>PFRON.</w:t>
      </w:r>
    </w:p>
    <w:p w:rsidR="005546BF" w:rsidRPr="00D70764" w:rsidRDefault="00C47FB0" w:rsidP="0092046F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szCs w:val="24"/>
        </w:rPr>
        <w:t>Ogółem szkolenia</w:t>
      </w:r>
      <w:r w:rsidR="005903E3">
        <w:rPr>
          <w:szCs w:val="24"/>
        </w:rPr>
        <w:t xml:space="preserve"> w 2017</w:t>
      </w:r>
      <w:r w:rsidR="00332CF6">
        <w:rPr>
          <w:szCs w:val="24"/>
        </w:rPr>
        <w:t xml:space="preserve">r. </w:t>
      </w:r>
      <w:r>
        <w:rPr>
          <w:szCs w:val="24"/>
        </w:rPr>
        <w:t xml:space="preserve"> zakończyło </w:t>
      </w:r>
      <w:r w:rsidR="005903E3">
        <w:rPr>
          <w:szCs w:val="24"/>
        </w:rPr>
        <w:t>122</w:t>
      </w:r>
      <w:r>
        <w:rPr>
          <w:szCs w:val="24"/>
        </w:rPr>
        <w:t xml:space="preserve"> os</w:t>
      </w:r>
      <w:r w:rsidR="00986465">
        <w:rPr>
          <w:szCs w:val="24"/>
        </w:rPr>
        <w:t>oby</w:t>
      </w:r>
      <w:r w:rsidR="00D70764">
        <w:rPr>
          <w:szCs w:val="24"/>
        </w:rPr>
        <w:t xml:space="preserve">.  </w:t>
      </w:r>
      <w:r w:rsidR="00D70764" w:rsidRPr="00D70764">
        <w:rPr>
          <w:b/>
          <w:szCs w:val="24"/>
        </w:rPr>
        <w:t>E</w:t>
      </w:r>
      <w:r w:rsidR="00005F96" w:rsidRPr="00D70764">
        <w:rPr>
          <w:b/>
          <w:szCs w:val="24"/>
        </w:rPr>
        <w:t>fek</w:t>
      </w:r>
      <w:r w:rsidR="00E97026" w:rsidRPr="00D70764">
        <w:rPr>
          <w:b/>
          <w:szCs w:val="24"/>
        </w:rPr>
        <w:t>t</w:t>
      </w:r>
      <w:r w:rsidRPr="00D70764">
        <w:rPr>
          <w:b/>
          <w:szCs w:val="24"/>
        </w:rPr>
        <w:t>y</w:t>
      </w:r>
      <w:r w:rsidR="005903E3">
        <w:rPr>
          <w:b/>
          <w:szCs w:val="24"/>
        </w:rPr>
        <w:t>w</w:t>
      </w:r>
      <w:r w:rsidR="00092798">
        <w:rPr>
          <w:b/>
          <w:szCs w:val="24"/>
        </w:rPr>
        <w:t>ność zatrudnienia wyniosła 65,6</w:t>
      </w:r>
      <w:r w:rsidR="00005F96" w:rsidRPr="00D70764">
        <w:rPr>
          <w:b/>
          <w:szCs w:val="24"/>
        </w:rPr>
        <w:t xml:space="preserve">%. </w:t>
      </w:r>
    </w:p>
    <w:p w:rsidR="007C1370" w:rsidRDefault="00B05127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omawianym okresie urząd pracy</w:t>
      </w:r>
      <w:r w:rsidR="009F3360">
        <w:rPr>
          <w:szCs w:val="24"/>
        </w:rPr>
        <w:t xml:space="preserve"> zorganizował szkolenia grupowe dla 49 osób, w tym:</w:t>
      </w:r>
    </w:p>
    <w:p w:rsidR="00145063" w:rsidRDefault="00FA73AE" w:rsidP="004F76B2">
      <w:pPr>
        <w:pStyle w:val="Tekstpodstawowywcity2"/>
        <w:numPr>
          <w:ilvl w:val="0"/>
          <w:numId w:val="55"/>
        </w:numPr>
        <w:spacing w:line="360" w:lineRule="auto"/>
        <w:rPr>
          <w:szCs w:val="24"/>
        </w:rPr>
      </w:pPr>
      <w:r w:rsidRPr="00145063">
        <w:rPr>
          <w:szCs w:val="24"/>
        </w:rPr>
        <w:t xml:space="preserve">ABC Przedsiębiorczości dla </w:t>
      </w:r>
      <w:r w:rsidR="00145063" w:rsidRPr="00145063">
        <w:rPr>
          <w:szCs w:val="24"/>
        </w:rPr>
        <w:t>36</w:t>
      </w:r>
      <w:r w:rsidR="00445AE8" w:rsidRPr="00145063">
        <w:rPr>
          <w:szCs w:val="24"/>
        </w:rPr>
        <w:t xml:space="preserve"> osób</w:t>
      </w:r>
      <w:r w:rsidR="00145063">
        <w:rPr>
          <w:szCs w:val="24"/>
        </w:rPr>
        <w:t>,</w:t>
      </w:r>
      <w:r w:rsidR="00445AE8" w:rsidRPr="00145063">
        <w:rPr>
          <w:szCs w:val="24"/>
        </w:rPr>
        <w:t xml:space="preserve"> </w:t>
      </w:r>
    </w:p>
    <w:p w:rsidR="002E609A" w:rsidRDefault="002E609A" w:rsidP="004F76B2">
      <w:pPr>
        <w:pStyle w:val="Tekstpodstawowywcity2"/>
        <w:numPr>
          <w:ilvl w:val="0"/>
          <w:numId w:val="55"/>
        </w:numPr>
        <w:spacing w:line="360" w:lineRule="auto"/>
        <w:rPr>
          <w:szCs w:val="24"/>
        </w:rPr>
      </w:pPr>
      <w:r>
        <w:rPr>
          <w:szCs w:val="24"/>
        </w:rPr>
        <w:t>Operator wózk</w:t>
      </w:r>
      <w:r w:rsidR="00145063">
        <w:rPr>
          <w:szCs w:val="24"/>
        </w:rPr>
        <w:t>a jezdniowego dla 4 osób</w:t>
      </w:r>
      <w:r>
        <w:rPr>
          <w:szCs w:val="24"/>
        </w:rPr>
        <w:t>,</w:t>
      </w:r>
    </w:p>
    <w:p w:rsidR="002E609A" w:rsidRPr="003077A7" w:rsidRDefault="002E609A" w:rsidP="004F76B2">
      <w:pPr>
        <w:pStyle w:val="Tekstpodstawowywcity2"/>
        <w:numPr>
          <w:ilvl w:val="0"/>
          <w:numId w:val="55"/>
        </w:numPr>
        <w:spacing w:line="360" w:lineRule="auto"/>
        <w:rPr>
          <w:szCs w:val="24"/>
        </w:rPr>
      </w:pPr>
      <w:r>
        <w:rPr>
          <w:szCs w:val="24"/>
        </w:rPr>
        <w:lastRenderedPageBreak/>
        <w:t xml:space="preserve">Prawo jazdy kat. C z kwalifikacją wstępną </w:t>
      </w:r>
      <w:r w:rsidR="00145063">
        <w:rPr>
          <w:szCs w:val="24"/>
        </w:rPr>
        <w:t>przyśpieszoną dla 5 osób,</w:t>
      </w:r>
    </w:p>
    <w:p w:rsidR="005903E3" w:rsidRDefault="005903E3" w:rsidP="004F76B2">
      <w:pPr>
        <w:pStyle w:val="Tekstpodstawowywcity2"/>
        <w:numPr>
          <w:ilvl w:val="0"/>
          <w:numId w:val="63"/>
        </w:numPr>
        <w:spacing w:line="360" w:lineRule="auto"/>
        <w:rPr>
          <w:szCs w:val="24"/>
        </w:rPr>
      </w:pPr>
      <w:r>
        <w:rPr>
          <w:szCs w:val="24"/>
        </w:rPr>
        <w:t>ECDL – Obsługa ko</w:t>
      </w:r>
      <w:r w:rsidR="00145063">
        <w:rPr>
          <w:szCs w:val="24"/>
        </w:rPr>
        <w:t>mputera dla 4 osób</w:t>
      </w:r>
      <w:r w:rsidR="002E609A">
        <w:rPr>
          <w:szCs w:val="24"/>
        </w:rPr>
        <w:t>,</w:t>
      </w:r>
    </w:p>
    <w:p w:rsidR="00445AE8" w:rsidRDefault="003A29CF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Ponadto zorganizowano</w:t>
      </w:r>
      <w:r w:rsidR="00145063">
        <w:rPr>
          <w:szCs w:val="24"/>
        </w:rPr>
        <w:t xml:space="preserve"> szkolenia indywidualne dla 71</w:t>
      </w:r>
      <w:r w:rsidR="00B05127">
        <w:rPr>
          <w:szCs w:val="24"/>
        </w:rPr>
        <w:t xml:space="preserve"> osób o profesji:</w:t>
      </w:r>
    </w:p>
    <w:p w:rsidR="00BE3E74" w:rsidRDefault="00BE3E74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</w:t>
      </w:r>
      <w:r w:rsidR="00445AE8">
        <w:rPr>
          <w:szCs w:val="24"/>
        </w:rPr>
        <w:t>opiekunka dziecięca w żłobku lub klubie malucha</w:t>
      </w:r>
      <w:r w:rsidR="003A29CF">
        <w:rPr>
          <w:szCs w:val="24"/>
        </w:rPr>
        <w:t>,</w:t>
      </w:r>
    </w:p>
    <w:p w:rsidR="005903E3" w:rsidRDefault="005903E3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-kurs ABI</w:t>
      </w:r>
    </w:p>
    <w:p w:rsidR="005903E3" w:rsidRDefault="005903E3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języka niemieckiego dla opiekunów osób starszych,</w:t>
      </w:r>
    </w:p>
    <w:p w:rsidR="005903E3" w:rsidRDefault="005903E3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groomingu,</w:t>
      </w:r>
    </w:p>
    <w:p w:rsidR="00445AE8" w:rsidRDefault="005903E3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prawo jazdy kat. C z kwalifikacją wstępną przyśpieszoną,</w:t>
      </w:r>
    </w:p>
    <w:p w:rsidR="00445AE8" w:rsidRDefault="005903E3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szkolenie okresowe dla kierowców zawodowych,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prawo jazdy kat. E,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kwalifikacja wstępna przyśpieszona do kat. C prawa jazdy,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operator koparki i koparko- ładowarki,</w:t>
      </w:r>
    </w:p>
    <w:p w:rsidR="005903E3" w:rsidRDefault="005903E3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usuwanie wgnieceń PDR,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kierowca wózka jezdniowego,</w:t>
      </w:r>
    </w:p>
    <w:p w:rsidR="00895CAD" w:rsidRDefault="00895CAD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gazowy – eksploatacja i dozór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za</w:t>
      </w:r>
      <w:r w:rsidR="00895CAD">
        <w:rPr>
          <w:szCs w:val="24"/>
        </w:rPr>
        <w:t>wodowy kurs stylizacji brwi i rzęs,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kurs współczes</w:t>
      </w:r>
      <w:r w:rsidR="00895CAD">
        <w:rPr>
          <w:szCs w:val="24"/>
        </w:rPr>
        <w:t>nych technik fryzjerskich – start-</w:t>
      </w:r>
      <w:proofErr w:type="spellStart"/>
      <w:r w:rsidR="00895CAD">
        <w:rPr>
          <w:szCs w:val="24"/>
        </w:rPr>
        <w:t>up</w:t>
      </w:r>
      <w:proofErr w:type="spellEnd"/>
      <w:r w:rsidR="00895CAD">
        <w:rPr>
          <w:szCs w:val="24"/>
        </w:rPr>
        <w:t>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</w:t>
      </w:r>
      <w:r w:rsidR="00895CAD">
        <w:rPr>
          <w:szCs w:val="24"/>
        </w:rPr>
        <w:t>technologie światłowodowe,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kurs instruktora </w:t>
      </w:r>
      <w:proofErr w:type="spellStart"/>
      <w:r w:rsidR="00895CAD">
        <w:rPr>
          <w:szCs w:val="24"/>
        </w:rPr>
        <w:t>pfscvoss</w:t>
      </w:r>
      <w:proofErr w:type="spellEnd"/>
      <w:r w:rsidR="00895CAD">
        <w:rPr>
          <w:szCs w:val="24"/>
        </w:rPr>
        <w:t xml:space="preserve"> &amp; </w:t>
      </w:r>
      <w:proofErr w:type="spellStart"/>
      <w:r w:rsidR="00895CAD">
        <w:rPr>
          <w:szCs w:val="24"/>
        </w:rPr>
        <w:t>stvetcging</w:t>
      </w:r>
      <w:proofErr w:type="spellEnd"/>
      <w:r w:rsidR="00895CAD">
        <w:rPr>
          <w:szCs w:val="24"/>
        </w:rPr>
        <w:t xml:space="preserve"> </w:t>
      </w:r>
      <w:proofErr w:type="spellStart"/>
      <w:r w:rsidR="00895CAD">
        <w:rPr>
          <w:szCs w:val="24"/>
        </w:rPr>
        <w:t>instructor</w:t>
      </w:r>
      <w:proofErr w:type="spellEnd"/>
    </w:p>
    <w:p w:rsidR="00445AE8" w:rsidRDefault="001E3837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spawacz metoda</w:t>
      </w:r>
      <w:r w:rsidR="00895CAD">
        <w:rPr>
          <w:szCs w:val="24"/>
        </w:rPr>
        <w:t xml:space="preserve"> TIG i  MIG,</w:t>
      </w:r>
      <w:r w:rsidR="00445AE8">
        <w:rPr>
          <w:szCs w:val="24"/>
        </w:rPr>
        <w:t>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</w:t>
      </w:r>
      <w:r w:rsidR="00895CAD">
        <w:rPr>
          <w:szCs w:val="24"/>
        </w:rPr>
        <w:t>kurs barmański</w:t>
      </w:r>
      <w:r>
        <w:rPr>
          <w:szCs w:val="24"/>
        </w:rPr>
        <w:t>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kurs </w:t>
      </w:r>
      <w:r w:rsidR="00895CAD">
        <w:rPr>
          <w:szCs w:val="24"/>
        </w:rPr>
        <w:t>florystyczny</w:t>
      </w:r>
      <w:r>
        <w:rPr>
          <w:szCs w:val="24"/>
        </w:rPr>
        <w:t>,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</w:t>
      </w:r>
      <w:r w:rsidR="00895CAD">
        <w:rPr>
          <w:szCs w:val="24"/>
        </w:rPr>
        <w:t>uprawnienia kwalifikacyjne w zakresie eksploracji urządzeń instalacyjnych</w:t>
      </w:r>
    </w:p>
    <w:p w:rsidR="00445AE8" w:rsidRDefault="00445AE8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kurs </w:t>
      </w:r>
      <w:r w:rsidR="00895CAD">
        <w:rPr>
          <w:szCs w:val="24"/>
        </w:rPr>
        <w:t>trenerski</w:t>
      </w:r>
      <w:r>
        <w:rPr>
          <w:szCs w:val="24"/>
        </w:rPr>
        <w:t>,</w:t>
      </w:r>
    </w:p>
    <w:p w:rsidR="00895CAD" w:rsidRDefault="00445AE8" w:rsidP="00445AE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</w:t>
      </w:r>
      <w:proofErr w:type="spellStart"/>
      <w:r w:rsidR="00895CAD">
        <w:rPr>
          <w:szCs w:val="24"/>
        </w:rPr>
        <w:t>autodetaling</w:t>
      </w:r>
      <w:proofErr w:type="spellEnd"/>
      <w:r w:rsidR="00895CAD">
        <w:rPr>
          <w:szCs w:val="24"/>
        </w:rPr>
        <w:t>,</w:t>
      </w:r>
    </w:p>
    <w:p w:rsidR="00895CAD" w:rsidRDefault="00895CAD" w:rsidP="00445AE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zostań programistą FRONT-END,</w:t>
      </w:r>
    </w:p>
    <w:p w:rsidR="000C104B" w:rsidRDefault="00895CAD" w:rsidP="00445AE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kurs krawiecki. </w:t>
      </w:r>
      <w:r w:rsidR="000C104B">
        <w:rPr>
          <w:szCs w:val="24"/>
        </w:rPr>
        <w:t xml:space="preserve"> </w:t>
      </w:r>
    </w:p>
    <w:p w:rsidR="00BE3E74" w:rsidRDefault="00BE3E74" w:rsidP="00DF4B86">
      <w:pPr>
        <w:pStyle w:val="Tekstpodstawowywcity2"/>
        <w:spacing w:line="360" w:lineRule="auto"/>
        <w:ind w:left="0"/>
        <w:rPr>
          <w:szCs w:val="24"/>
        </w:rPr>
      </w:pPr>
    </w:p>
    <w:p w:rsidR="00E1556D" w:rsidRDefault="00E1556D" w:rsidP="00DF4B86">
      <w:pPr>
        <w:pStyle w:val="Tekstpodstawowywcity2"/>
        <w:spacing w:line="360" w:lineRule="auto"/>
        <w:ind w:left="0"/>
        <w:rPr>
          <w:szCs w:val="24"/>
        </w:rPr>
      </w:pPr>
    </w:p>
    <w:p w:rsidR="00E1556D" w:rsidRPr="003C6314" w:rsidRDefault="00E1556D" w:rsidP="00DF4B86">
      <w:pPr>
        <w:pStyle w:val="Tekstpodstawowywcity2"/>
        <w:spacing w:line="360" w:lineRule="auto"/>
        <w:ind w:left="0"/>
        <w:rPr>
          <w:szCs w:val="24"/>
        </w:rPr>
      </w:pPr>
    </w:p>
    <w:p w:rsidR="003B4DE7" w:rsidRPr="008C0E55" w:rsidRDefault="007C5B1A" w:rsidP="00936992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4.6</w:t>
      </w:r>
      <w:r w:rsidR="00936992">
        <w:rPr>
          <w:b/>
          <w:i/>
          <w:szCs w:val="24"/>
        </w:rPr>
        <w:t>.</w:t>
      </w:r>
      <w:r w:rsidR="008C0E55">
        <w:rPr>
          <w:b/>
          <w:i/>
          <w:szCs w:val="24"/>
        </w:rPr>
        <w:t xml:space="preserve">  </w:t>
      </w:r>
      <w:r w:rsidR="003B4DE7" w:rsidRPr="000733E7">
        <w:rPr>
          <w:b/>
          <w:i/>
          <w:szCs w:val="24"/>
        </w:rPr>
        <w:t>Instrumenty Rynku Pracy</w:t>
      </w:r>
    </w:p>
    <w:p w:rsidR="00484F13" w:rsidRDefault="003B4DE7" w:rsidP="00B81432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201</w:t>
      </w:r>
      <w:r w:rsidR="00263B1A">
        <w:rPr>
          <w:szCs w:val="24"/>
        </w:rPr>
        <w:t>7</w:t>
      </w:r>
      <w:r w:rsidRPr="000733E7">
        <w:rPr>
          <w:szCs w:val="24"/>
        </w:rPr>
        <w:t xml:space="preserve"> roku Powiatowy Urząd Pracy w Otwocku </w:t>
      </w:r>
      <w:r w:rsidR="00A062BE" w:rsidRPr="000733E7">
        <w:rPr>
          <w:szCs w:val="24"/>
        </w:rPr>
        <w:t>dysponował na aktywne programy</w:t>
      </w:r>
      <w:r w:rsidR="007C5B1A">
        <w:rPr>
          <w:szCs w:val="24"/>
        </w:rPr>
        <w:t xml:space="preserve"> rynku pracy</w:t>
      </w:r>
      <w:r w:rsidR="00A062BE" w:rsidRPr="000733E7">
        <w:rPr>
          <w:szCs w:val="24"/>
        </w:rPr>
        <w:t xml:space="preserve"> środkami finansowymi w wysokości</w:t>
      </w:r>
      <w:r w:rsidR="000C104B">
        <w:rPr>
          <w:szCs w:val="24"/>
        </w:rPr>
        <w:t xml:space="preserve"> </w:t>
      </w:r>
      <w:r w:rsidR="00A062BE" w:rsidRPr="000733E7">
        <w:rPr>
          <w:szCs w:val="24"/>
        </w:rPr>
        <w:t xml:space="preserve"> </w:t>
      </w:r>
      <w:r w:rsidR="00CA71FD">
        <w:rPr>
          <w:szCs w:val="24"/>
        </w:rPr>
        <w:t>6.813</w:t>
      </w:r>
      <w:r w:rsidR="0025286B">
        <w:rPr>
          <w:szCs w:val="24"/>
        </w:rPr>
        <w:t>.9</w:t>
      </w:r>
      <w:r w:rsidR="001D5EC9">
        <w:rPr>
          <w:szCs w:val="24"/>
        </w:rPr>
        <w:t>00</w:t>
      </w:r>
      <w:r w:rsidR="00484F13">
        <w:rPr>
          <w:szCs w:val="24"/>
        </w:rPr>
        <w:t xml:space="preserve"> zł</w:t>
      </w:r>
    </w:p>
    <w:p w:rsidR="00484F13" w:rsidRDefault="00484F13" w:rsidP="00B8143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z tego:</w:t>
      </w:r>
    </w:p>
    <w:p w:rsidR="00484F13" w:rsidRDefault="00484F13" w:rsidP="00484F13">
      <w:pPr>
        <w:pStyle w:val="Tekstpodstawowywcity2"/>
        <w:numPr>
          <w:ilvl w:val="0"/>
          <w:numId w:val="77"/>
        </w:numPr>
        <w:spacing w:line="360" w:lineRule="auto"/>
        <w:rPr>
          <w:szCs w:val="24"/>
        </w:rPr>
      </w:pPr>
      <w:r>
        <w:rPr>
          <w:szCs w:val="24"/>
        </w:rPr>
        <w:t xml:space="preserve">Algorytm </w:t>
      </w:r>
      <w:r w:rsidR="009F3360">
        <w:rPr>
          <w:szCs w:val="24"/>
        </w:rPr>
        <w:t xml:space="preserve">Fundusz Pracy </w:t>
      </w:r>
      <w:r>
        <w:rPr>
          <w:szCs w:val="24"/>
        </w:rPr>
        <w:t>– 2.657.352</w:t>
      </w:r>
    </w:p>
    <w:p w:rsidR="00484F13" w:rsidRDefault="00484F13" w:rsidP="00484F13">
      <w:pPr>
        <w:pStyle w:val="Tekstpodstawowywcity2"/>
        <w:numPr>
          <w:ilvl w:val="0"/>
          <w:numId w:val="77"/>
        </w:numPr>
        <w:spacing w:line="360" w:lineRule="auto"/>
        <w:rPr>
          <w:szCs w:val="24"/>
        </w:rPr>
      </w:pPr>
      <w:r>
        <w:rPr>
          <w:szCs w:val="24"/>
        </w:rPr>
        <w:t>POWER EFS – 1.333.736</w:t>
      </w:r>
    </w:p>
    <w:p w:rsidR="00B2021C" w:rsidRDefault="00B2021C" w:rsidP="00484F13">
      <w:pPr>
        <w:pStyle w:val="Tekstpodstawowywcity2"/>
        <w:numPr>
          <w:ilvl w:val="0"/>
          <w:numId w:val="77"/>
        </w:numPr>
        <w:spacing w:line="360" w:lineRule="auto"/>
        <w:rPr>
          <w:szCs w:val="24"/>
        </w:rPr>
      </w:pPr>
      <w:r>
        <w:rPr>
          <w:szCs w:val="24"/>
        </w:rPr>
        <w:t>RPO EFS – 914.112</w:t>
      </w:r>
    </w:p>
    <w:p w:rsidR="00484F13" w:rsidRDefault="00484F13" w:rsidP="00484F13">
      <w:pPr>
        <w:pStyle w:val="Tekstpodstawowywcity2"/>
        <w:numPr>
          <w:ilvl w:val="0"/>
          <w:numId w:val="77"/>
        </w:numPr>
        <w:spacing w:line="360" w:lineRule="auto"/>
        <w:rPr>
          <w:szCs w:val="24"/>
        </w:rPr>
      </w:pPr>
      <w:r>
        <w:rPr>
          <w:szCs w:val="24"/>
        </w:rPr>
        <w:t xml:space="preserve">Rezerwa </w:t>
      </w:r>
      <w:proofErr w:type="spellStart"/>
      <w:r>
        <w:rPr>
          <w:szCs w:val="24"/>
        </w:rPr>
        <w:t>MRPiPS</w:t>
      </w:r>
      <w:proofErr w:type="spellEnd"/>
      <w:r>
        <w:rPr>
          <w:szCs w:val="24"/>
        </w:rPr>
        <w:t xml:space="preserve"> – 489.000</w:t>
      </w:r>
    </w:p>
    <w:p w:rsidR="00484F13" w:rsidRDefault="009F3360" w:rsidP="00484F13">
      <w:pPr>
        <w:pStyle w:val="Tekstpodstawowywcity2"/>
        <w:numPr>
          <w:ilvl w:val="0"/>
          <w:numId w:val="77"/>
        </w:numPr>
        <w:spacing w:line="360" w:lineRule="auto"/>
        <w:rPr>
          <w:szCs w:val="24"/>
        </w:rPr>
      </w:pPr>
      <w:r>
        <w:rPr>
          <w:szCs w:val="24"/>
        </w:rPr>
        <w:t>Finansowanie zadania z art. 150f skierowanego do bez</w:t>
      </w:r>
      <w:r w:rsidR="00AB017F">
        <w:rPr>
          <w:szCs w:val="24"/>
        </w:rPr>
        <w:t>robotnych do 30 roku życia</w:t>
      </w:r>
      <w:r w:rsidR="00484F13">
        <w:rPr>
          <w:szCs w:val="24"/>
        </w:rPr>
        <w:t xml:space="preserve"> – 1.419.700</w:t>
      </w:r>
    </w:p>
    <w:p w:rsidR="003A29CF" w:rsidRDefault="00484F13" w:rsidP="00B8143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</w:t>
      </w:r>
      <w:r w:rsidR="0025286B">
        <w:rPr>
          <w:szCs w:val="24"/>
        </w:rPr>
        <w:t xml:space="preserve">ykorzystanie </w:t>
      </w:r>
      <w:r>
        <w:rPr>
          <w:szCs w:val="24"/>
        </w:rPr>
        <w:t xml:space="preserve">środków </w:t>
      </w:r>
      <w:r w:rsidR="0025286B">
        <w:rPr>
          <w:szCs w:val="24"/>
        </w:rPr>
        <w:t xml:space="preserve">wyniosło </w:t>
      </w:r>
      <w:r w:rsidR="00CA71FD">
        <w:rPr>
          <w:szCs w:val="24"/>
        </w:rPr>
        <w:t>97,2</w:t>
      </w:r>
      <w:r w:rsidR="000C104B">
        <w:rPr>
          <w:szCs w:val="24"/>
        </w:rPr>
        <w:t xml:space="preserve">%. Należy podkreślić, iż </w:t>
      </w:r>
      <w:r w:rsidR="00CA71FD">
        <w:rPr>
          <w:szCs w:val="24"/>
        </w:rPr>
        <w:t>limit środków w stosunku do 2016</w:t>
      </w:r>
      <w:r w:rsidR="000C104B">
        <w:rPr>
          <w:szCs w:val="24"/>
        </w:rPr>
        <w:t xml:space="preserve">r. był </w:t>
      </w:r>
      <w:r>
        <w:rPr>
          <w:szCs w:val="24"/>
        </w:rPr>
        <w:t xml:space="preserve">mniejszy o 6,6% </w:t>
      </w:r>
      <w:r w:rsidR="00CA71FD">
        <w:rPr>
          <w:szCs w:val="24"/>
        </w:rPr>
        <w:t>tj. (480.0</w:t>
      </w:r>
      <w:r w:rsidR="000C104B">
        <w:rPr>
          <w:szCs w:val="24"/>
        </w:rPr>
        <w:t>00).</w:t>
      </w:r>
    </w:p>
    <w:p w:rsidR="003A29CF" w:rsidRPr="00B81432" w:rsidRDefault="003A29CF" w:rsidP="00B81432">
      <w:pPr>
        <w:pStyle w:val="Tekstpodstawowywcity2"/>
        <w:spacing w:line="360" w:lineRule="auto"/>
        <w:ind w:left="0"/>
        <w:rPr>
          <w:szCs w:val="24"/>
        </w:rPr>
      </w:pPr>
    </w:p>
    <w:p w:rsidR="000278AF" w:rsidRDefault="00AB7704" w:rsidP="009D7C75">
      <w:pPr>
        <w:pStyle w:val="Tekstpodstawowywcity2"/>
        <w:spacing w:line="276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>Tabela 25</w:t>
      </w:r>
      <w:r w:rsidR="009D7C75">
        <w:rPr>
          <w:b/>
          <w:szCs w:val="24"/>
        </w:rPr>
        <w:t xml:space="preserve">.  </w:t>
      </w:r>
      <w:r w:rsidR="004626F0">
        <w:rPr>
          <w:b/>
          <w:szCs w:val="24"/>
        </w:rPr>
        <w:t xml:space="preserve">Ilość osób objętych programami rynku pracy </w:t>
      </w:r>
      <w:r w:rsidR="0073063D">
        <w:rPr>
          <w:b/>
          <w:szCs w:val="24"/>
        </w:rPr>
        <w:t>oraz</w:t>
      </w:r>
      <w:r w:rsidR="004626F0">
        <w:rPr>
          <w:b/>
          <w:szCs w:val="24"/>
        </w:rPr>
        <w:t xml:space="preserve"> efekt</w:t>
      </w:r>
      <w:r w:rsidR="000C104B">
        <w:rPr>
          <w:b/>
          <w:szCs w:val="24"/>
        </w:rPr>
        <w:t xml:space="preserve">ywność zatrudnienia </w:t>
      </w:r>
      <w:r w:rsidR="000278AF">
        <w:rPr>
          <w:b/>
          <w:szCs w:val="24"/>
        </w:rPr>
        <w:t>w latach 201</w:t>
      </w:r>
      <w:r w:rsidR="00CA71FD">
        <w:rPr>
          <w:b/>
          <w:szCs w:val="24"/>
        </w:rPr>
        <w:t>6</w:t>
      </w:r>
      <w:r w:rsidR="00496D19">
        <w:rPr>
          <w:b/>
          <w:szCs w:val="24"/>
        </w:rPr>
        <w:t xml:space="preserve"> </w:t>
      </w:r>
      <w:r w:rsidR="000278AF">
        <w:rPr>
          <w:b/>
          <w:szCs w:val="24"/>
        </w:rPr>
        <w:t>-</w:t>
      </w:r>
      <w:r w:rsidR="00496D19">
        <w:rPr>
          <w:b/>
          <w:szCs w:val="24"/>
        </w:rPr>
        <w:t xml:space="preserve"> </w:t>
      </w:r>
      <w:r w:rsidR="000278AF">
        <w:rPr>
          <w:b/>
          <w:szCs w:val="24"/>
        </w:rPr>
        <w:t>201</w:t>
      </w:r>
      <w:r w:rsidR="00CA71FD">
        <w:rPr>
          <w:b/>
          <w:szCs w:val="24"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1684"/>
        <w:gridCol w:w="1757"/>
        <w:gridCol w:w="1842"/>
        <w:gridCol w:w="1560"/>
        <w:gridCol w:w="1984"/>
      </w:tblGrid>
      <w:tr w:rsidR="0062170D" w:rsidTr="0062170D"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vAlign w:val="center"/>
            <w:hideMark/>
          </w:tcPr>
          <w:p w:rsidR="0062170D" w:rsidRDefault="000C104B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Programy rynku pracy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CA71FD" w:rsidP="003A5343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CA71FD" w:rsidP="003A5343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2017</w:t>
            </w:r>
          </w:p>
        </w:tc>
      </w:tr>
      <w:tr w:rsidR="0062170D" w:rsidTr="00FD65FE"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70D" w:rsidRDefault="0062170D"/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70D" w:rsidRDefault="0062170D"/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Ilość osób objętych programem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Efektywność zatrudnienia</w:t>
            </w:r>
          </w:p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Ilość osób objętych programem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Efektywność zatrudnienia</w:t>
            </w:r>
          </w:p>
          <w:p w:rsidR="0062170D" w:rsidRDefault="0062170D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Prace interwencyjne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75,6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72,7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Roboty publiczne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71,9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79,8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Staż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72,4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484F13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76,4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Bon stażowy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484F13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74,1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62170D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70D" w:rsidRDefault="0062170D" w:rsidP="001D5EC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Szkolenia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63,6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62170D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Bon szkoleniowy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81,8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62170D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70D" w:rsidRDefault="0062170D" w:rsidP="001D5EC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Bon zatrudnieniowy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CC0296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CC0296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296" w:rsidRDefault="00CC0296" w:rsidP="00CC0296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Bon na zasiedlenie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96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96" w:rsidRDefault="00DA5447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CA71FD">
              <w:rPr>
                <w:sz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96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296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70D" w:rsidRDefault="0062170D" w:rsidP="0073063D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Dofinansowanie wynagrodzenia za bezrobotnego 50 plus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63,6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60769A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Prace społecznie użyteczne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17,8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732E39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Dofinansowanie rozpoczęcia działalności gospodarczej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C0296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70D" w:rsidRDefault="0062170D" w:rsidP="0060769A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Refundacja </w:t>
            </w:r>
            <w:r>
              <w:rPr>
                <w:sz w:val="20"/>
              </w:rPr>
              <w:lastRenderedPageBreak/>
              <w:t>kosztów utworzenia stanowiska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170D" w:rsidRDefault="0062170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C411E0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C411E0" w:rsidRDefault="00C411E0" w:rsidP="00041AF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1E0" w:rsidRDefault="00C411E0" w:rsidP="0060769A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Refundacja kosztów zatrudnienia osób do 30 roku życia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1E0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1E0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w trakcie realizacji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1E0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1E0" w:rsidRDefault="00C411E0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w trakcie realizacji</w:t>
            </w:r>
          </w:p>
        </w:tc>
      </w:tr>
      <w:tr w:rsidR="0062170D" w:rsidTr="00C411E0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2170D" w:rsidRDefault="00C411E0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2170D" w:rsidRDefault="0062170D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Razem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2170D" w:rsidRPr="001C7501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2170D" w:rsidRPr="001C7501" w:rsidRDefault="0062170D" w:rsidP="00C411E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2170D" w:rsidRDefault="00CA71FD" w:rsidP="00C411E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913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2170D" w:rsidRPr="00CC0296" w:rsidRDefault="0062170D" w:rsidP="00C411E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</w:tr>
    </w:tbl>
    <w:p w:rsidR="000C104B" w:rsidRPr="000733E7" w:rsidRDefault="000C104B" w:rsidP="0092046F">
      <w:pPr>
        <w:pStyle w:val="Tekstpodstawowywcity2"/>
        <w:spacing w:line="360" w:lineRule="auto"/>
        <w:ind w:left="0"/>
        <w:rPr>
          <w:szCs w:val="24"/>
        </w:rPr>
      </w:pPr>
    </w:p>
    <w:p w:rsidR="00C47958" w:rsidRPr="008C0E55" w:rsidRDefault="00C47958" w:rsidP="004F76B2">
      <w:pPr>
        <w:pStyle w:val="Tekstpodstawowywcity2"/>
        <w:numPr>
          <w:ilvl w:val="2"/>
          <w:numId w:val="65"/>
        </w:numPr>
        <w:spacing w:line="360" w:lineRule="auto"/>
        <w:rPr>
          <w:b/>
          <w:i/>
          <w:szCs w:val="24"/>
        </w:rPr>
      </w:pPr>
      <w:r w:rsidRPr="000733E7">
        <w:rPr>
          <w:b/>
          <w:i/>
          <w:szCs w:val="24"/>
        </w:rPr>
        <w:t>Prace interwencyjne</w:t>
      </w:r>
    </w:p>
    <w:p w:rsidR="007C4F0A" w:rsidRPr="00590DC0" w:rsidRDefault="00C16142" w:rsidP="00FD65F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564C71" w:rsidRPr="000733E7">
        <w:rPr>
          <w:szCs w:val="24"/>
        </w:rPr>
        <w:t>1</w:t>
      </w:r>
      <w:r w:rsidR="00CA71FD">
        <w:rPr>
          <w:szCs w:val="24"/>
        </w:rPr>
        <w:t>7</w:t>
      </w:r>
      <w:r w:rsidR="00C47958" w:rsidRPr="000733E7">
        <w:rPr>
          <w:szCs w:val="24"/>
        </w:rPr>
        <w:t xml:space="preserve"> roku </w:t>
      </w:r>
      <w:r w:rsidR="00BC1AEB" w:rsidRPr="000733E7">
        <w:rPr>
          <w:szCs w:val="24"/>
        </w:rPr>
        <w:t>Powiatowy Urząd Pracy</w:t>
      </w:r>
      <w:r w:rsidRPr="000733E7">
        <w:rPr>
          <w:szCs w:val="24"/>
        </w:rPr>
        <w:t xml:space="preserve"> w Otwocku </w:t>
      </w:r>
      <w:r w:rsidR="00753086">
        <w:rPr>
          <w:szCs w:val="24"/>
        </w:rPr>
        <w:t xml:space="preserve">zorganizował prace interwencyjne </w:t>
      </w:r>
      <w:r w:rsidR="00CA71FD">
        <w:rPr>
          <w:szCs w:val="24"/>
        </w:rPr>
        <w:t xml:space="preserve">w ramach środków </w:t>
      </w:r>
      <w:proofErr w:type="spellStart"/>
      <w:r w:rsidR="00CA71FD">
        <w:rPr>
          <w:szCs w:val="24"/>
        </w:rPr>
        <w:t>algorytmowych</w:t>
      </w:r>
      <w:proofErr w:type="spellEnd"/>
      <w:r w:rsidR="00CA71FD">
        <w:rPr>
          <w:szCs w:val="24"/>
        </w:rPr>
        <w:t xml:space="preserve"> </w:t>
      </w:r>
      <w:r w:rsidR="00753086">
        <w:rPr>
          <w:szCs w:val="24"/>
        </w:rPr>
        <w:t xml:space="preserve">w </w:t>
      </w:r>
      <w:r w:rsidR="00CA71FD">
        <w:rPr>
          <w:szCs w:val="24"/>
        </w:rPr>
        <w:t>25</w:t>
      </w:r>
      <w:r w:rsidR="008F440A">
        <w:rPr>
          <w:szCs w:val="24"/>
        </w:rPr>
        <w:t xml:space="preserve"> zakładach pracy</w:t>
      </w:r>
      <w:r w:rsidR="00FD65FE">
        <w:rPr>
          <w:szCs w:val="24"/>
        </w:rPr>
        <w:t>.</w:t>
      </w:r>
    </w:p>
    <w:p w:rsidR="00584A4D" w:rsidRDefault="00C65FB7" w:rsidP="0060769A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Prace interwencyjne po</w:t>
      </w:r>
      <w:r w:rsidR="00CA71FD">
        <w:rPr>
          <w:szCs w:val="24"/>
        </w:rPr>
        <w:t>djęło 31</w:t>
      </w:r>
      <w:r w:rsidR="0060769A">
        <w:rPr>
          <w:szCs w:val="24"/>
        </w:rPr>
        <w:t xml:space="preserve"> osób</w:t>
      </w:r>
      <w:r w:rsidR="00590DC0">
        <w:rPr>
          <w:szCs w:val="24"/>
        </w:rPr>
        <w:t xml:space="preserve"> bezrobotnych </w:t>
      </w:r>
      <w:r w:rsidR="00CA71FD">
        <w:rPr>
          <w:szCs w:val="24"/>
        </w:rPr>
        <w:t>w tym 15 kobiet. W stosunku do 2016 roku liczba skierowanych zw</w:t>
      </w:r>
      <w:r w:rsidR="00484F13">
        <w:rPr>
          <w:szCs w:val="24"/>
        </w:rPr>
        <w:t>iększyła się o 2 osoby tj. o 6,9</w:t>
      </w:r>
      <w:r w:rsidR="00CA71FD">
        <w:rPr>
          <w:szCs w:val="24"/>
        </w:rPr>
        <w:t xml:space="preserve">%. </w:t>
      </w:r>
    </w:p>
    <w:p w:rsidR="00884A58" w:rsidRDefault="00884A58" w:rsidP="00884A5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Ogółem pracami </w:t>
      </w:r>
      <w:r w:rsidR="00CA71FD">
        <w:rPr>
          <w:szCs w:val="24"/>
        </w:rPr>
        <w:t>objęto 44 osoby</w:t>
      </w:r>
      <w:r>
        <w:rPr>
          <w:szCs w:val="24"/>
        </w:rPr>
        <w:t xml:space="preserve"> (z tego </w:t>
      </w:r>
      <w:r w:rsidR="00CA71FD">
        <w:rPr>
          <w:szCs w:val="24"/>
        </w:rPr>
        <w:t>13 osób przeszło z 2016</w:t>
      </w:r>
      <w:r>
        <w:rPr>
          <w:szCs w:val="24"/>
        </w:rPr>
        <w:t>r.)</w:t>
      </w:r>
    </w:p>
    <w:p w:rsidR="00463BF4" w:rsidRPr="00D70764" w:rsidRDefault="00BE7DA7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D70764">
        <w:rPr>
          <w:b/>
          <w:szCs w:val="24"/>
        </w:rPr>
        <w:t>Efekty</w:t>
      </w:r>
      <w:r w:rsidR="00884A58">
        <w:rPr>
          <w:b/>
          <w:szCs w:val="24"/>
        </w:rPr>
        <w:t xml:space="preserve">wność zatrudnieniowa </w:t>
      </w:r>
      <w:r w:rsidR="00CA71FD">
        <w:rPr>
          <w:b/>
          <w:szCs w:val="24"/>
        </w:rPr>
        <w:t>na koniec grudnia 2017r. wyniosła 72,7</w:t>
      </w:r>
      <w:r w:rsidRPr="00D70764">
        <w:rPr>
          <w:b/>
          <w:szCs w:val="24"/>
        </w:rPr>
        <w:t>%.</w:t>
      </w:r>
    </w:p>
    <w:p w:rsidR="0023793B" w:rsidRPr="000733E7" w:rsidRDefault="0023793B" w:rsidP="000733E7">
      <w:pPr>
        <w:pStyle w:val="Tekstpodstawowywcity2"/>
        <w:spacing w:line="276" w:lineRule="auto"/>
        <w:ind w:left="0"/>
        <w:rPr>
          <w:szCs w:val="24"/>
        </w:rPr>
      </w:pPr>
    </w:p>
    <w:p w:rsidR="003E5D81" w:rsidRPr="008C0E55" w:rsidRDefault="00C47958" w:rsidP="004F76B2">
      <w:pPr>
        <w:pStyle w:val="Tekstpodstawowywcity2"/>
        <w:numPr>
          <w:ilvl w:val="2"/>
          <w:numId w:val="64"/>
        </w:numPr>
        <w:spacing w:line="360" w:lineRule="auto"/>
        <w:rPr>
          <w:b/>
          <w:szCs w:val="24"/>
        </w:rPr>
      </w:pPr>
      <w:r w:rsidRPr="000733E7">
        <w:rPr>
          <w:b/>
          <w:i/>
          <w:szCs w:val="24"/>
        </w:rPr>
        <w:t>Roboty publiczne</w:t>
      </w:r>
    </w:p>
    <w:p w:rsidR="004733F1" w:rsidRDefault="00CA71FD" w:rsidP="004733F1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2017</w:t>
      </w:r>
      <w:r w:rsidR="00170FBB">
        <w:rPr>
          <w:szCs w:val="24"/>
        </w:rPr>
        <w:t xml:space="preserve"> roku w ramach robót publicznych</w:t>
      </w:r>
      <w:r w:rsidR="00512B44">
        <w:rPr>
          <w:szCs w:val="24"/>
        </w:rPr>
        <w:t xml:space="preserve"> </w:t>
      </w:r>
      <w:r w:rsidR="00BE7DA7">
        <w:rPr>
          <w:szCs w:val="24"/>
        </w:rPr>
        <w:t xml:space="preserve"> pracę podjęło</w:t>
      </w:r>
      <w:r>
        <w:rPr>
          <w:szCs w:val="24"/>
        </w:rPr>
        <w:t xml:space="preserve"> 88</w:t>
      </w:r>
      <w:r w:rsidR="00884A58">
        <w:rPr>
          <w:szCs w:val="24"/>
        </w:rPr>
        <w:t xml:space="preserve"> osób, w tym </w:t>
      </w:r>
      <w:r>
        <w:rPr>
          <w:szCs w:val="24"/>
        </w:rPr>
        <w:t>19</w:t>
      </w:r>
      <w:r w:rsidR="00512B44">
        <w:rPr>
          <w:szCs w:val="24"/>
        </w:rPr>
        <w:t xml:space="preserve"> kobiet. </w:t>
      </w:r>
      <w:r w:rsidR="007B07D3">
        <w:rPr>
          <w:szCs w:val="24"/>
        </w:rPr>
        <w:br/>
        <w:t>W stosunku do 2016</w:t>
      </w:r>
      <w:r w:rsidR="00CC4612">
        <w:rPr>
          <w:szCs w:val="24"/>
        </w:rPr>
        <w:t xml:space="preserve">r. liczba </w:t>
      </w:r>
      <w:r w:rsidR="00884A58">
        <w:rPr>
          <w:szCs w:val="24"/>
        </w:rPr>
        <w:t xml:space="preserve">skierowanych </w:t>
      </w:r>
      <w:r w:rsidR="007B07D3">
        <w:rPr>
          <w:szCs w:val="24"/>
        </w:rPr>
        <w:t>zmniejszyła się o 38 osób, tj. o 30,2</w:t>
      </w:r>
      <w:r w:rsidR="00CC4612">
        <w:rPr>
          <w:szCs w:val="24"/>
        </w:rPr>
        <w:t xml:space="preserve">%. </w:t>
      </w:r>
      <w:r w:rsidR="00BE7DA7">
        <w:rPr>
          <w:szCs w:val="24"/>
        </w:rPr>
        <w:t>Roboty publiczne finansowane</w:t>
      </w:r>
      <w:r w:rsidR="00512B44">
        <w:rPr>
          <w:szCs w:val="24"/>
        </w:rPr>
        <w:t xml:space="preserve"> </w:t>
      </w:r>
      <w:r w:rsidR="00CC4612">
        <w:rPr>
          <w:szCs w:val="24"/>
        </w:rPr>
        <w:t>były:</w:t>
      </w:r>
    </w:p>
    <w:p w:rsidR="00693143" w:rsidRDefault="00BE7DA7" w:rsidP="004F76B2">
      <w:pPr>
        <w:pStyle w:val="Tekstpodstawowywcity2"/>
        <w:numPr>
          <w:ilvl w:val="0"/>
          <w:numId w:val="56"/>
        </w:numPr>
        <w:spacing w:line="360" w:lineRule="auto"/>
        <w:rPr>
          <w:szCs w:val="24"/>
        </w:rPr>
      </w:pPr>
      <w:r>
        <w:rPr>
          <w:szCs w:val="24"/>
        </w:rPr>
        <w:t>ze</w:t>
      </w:r>
      <w:r w:rsidR="00CC4612">
        <w:rPr>
          <w:szCs w:val="24"/>
        </w:rPr>
        <w:t xml:space="preserve"> środków </w:t>
      </w:r>
      <w:proofErr w:type="spellStart"/>
      <w:r w:rsidR="00CC4612">
        <w:rPr>
          <w:szCs w:val="24"/>
        </w:rPr>
        <w:t>a</w:t>
      </w:r>
      <w:r w:rsidR="00512B44">
        <w:rPr>
          <w:szCs w:val="24"/>
        </w:rPr>
        <w:t>lgorytmowych</w:t>
      </w:r>
      <w:proofErr w:type="spellEnd"/>
      <w:r w:rsidR="00512B44">
        <w:rPr>
          <w:szCs w:val="24"/>
        </w:rPr>
        <w:t xml:space="preserve"> Funduszu Pracy </w:t>
      </w:r>
      <w:r w:rsidR="007B07D3">
        <w:rPr>
          <w:szCs w:val="24"/>
        </w:rPr>
        <w:t>– 63</w:t>
      </w:r>
      <w:r w:rsidR="00884A58">
        <w:rPr>
          <w:szCs w:val="24"/>
        </w:rPr>
        <w:t xml:space="preserve"> osoby</w:t>
      </w:r>
      <w:r w:rsidR="00CC4612">
        <w:rPr>
          <w:szCs w:val="24"/>
        </w:rPr>
        <w:t>,</w:t>
      </w:r>
    </w:p>
    <w:p w:rsidR="00693143" w:rsidRDefault="00BE7DA7" w:rsidP="004F76B2">
      <w:pPr>
        <w:pStyle w:val="Tekstpodstawowywcity2"/>
        <w:numPr>
          <w:ilvl w:val="0"/>
          <w:numId w:val="56"/>
        </w:numPr>
        <w:spacing w:line="360" w:lineRule="auto"/>
        <w:rPr>
          <w:szCs w:val="24"/>
        </w:rPr>
      </w:pPr>
      <w:r>
        <w:rPr>
          <w:szCs w:val="24"/>
        </w:rPr>
        <w:t>ze</w:t>
      </w:r>
      <w:r w:rsidR="00512B44" w:rsidRPr="00693143">
        <w:rPr>
          <w:szCs w:val="24"/>
        </w:rPr>
        <w:t xml:space="preserve"> </w:t>
      </w:r>
      <w:r w:rsidR="00CC4612" w:rsidRPr="00693143">
        <w:rPr>
          <w:szCs w:val="24"/>
        </w:rPr>
        <w:t>środków rezerwy</w:t>
      </w:r>
      <w:r w:rsidR="00170FBB" w:rsidRPr="00693143">
        <w:rPr>
          <w:szCs w:val="24"/>
        </w:rPr>
        <w:t xml:space="preserve"> Ministra </w:t>
      </w:r>
      <w:r w:rsidR="00693143" w:rsidRPr="00693143">
        <w:rPr>
          <w:szCs w:val="24"/>
        </w:rPr>
        <w:t xml:space="preserve">Rodziny, Pracy i Polityki Społecznej </w:t>
      </w:r>
      <w:r w:rsidR="007B07D3">
        <w:rPr>
          <w:szCs w:val="24"/>
        </w:rPr>
        <w:t>– 25</w:t>
      </w:r>
      <w:r w:rsidR="00484F13">
        <w:rPr>
          <w:szCs w:val="24"/>
        </w:rPr>
        <w:t xml:space="preserve"> osób</w:t>
      </w:r>
      <w:r w:rsidR="00884A58">
        <w:rPr>
          <w:szCs w:val="24"/>
        </w:rPr>
        <w:t>.</w:t>
      </w:r>
    </w:p>
    <w:p w:rsidR="00884A58" w:rsidRPr="00693143" w:rsidRDefault="00884A58" w:rsidP="00884A5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Ogółem</w:t>
      </w:r>
      <w:r w:rsidR="007B07D3">
        <w:rPr>
          <w:szCs w:val="24"/>
        </w:rPr>
        <w:t xml:space="preserve"> robotami publicznymi objęto 125 osób ( z tego 37 osób przeszło z 2016</w:t>
      </w:r>
      <w:r>
        <w:rPr>
          <w:szCs w:val="24"/>
        </w:rPr>
        <w:t>r.).</w:t>
      </w:r>
    </w:p>
    <w:p w:rsidR="00693143" w:rsidRPr="00B32A95" w:rsidRDefault="00835B02" w:rsidP="0060769A">
      <w:pPr>
        <w:pStyle w:val="Tekstpodstawowywcity2"/>
        <w:spacing w:line="360" w:lineRule="auto"/>
        <w:ind w:left="0"/>
        <w:rPr>
          <w:b/>
          <w:szCs w:val="24"/>
        </w:rPr>
      </w:pPr>
      <w:r w:rsidRPr="00B32A95">
        <w:rPr>
          <w:b/>
          <w:szCs w:val="24"/>
        </w:rPr>
        <w:t xml:space="preserve">Efektywność zatrudnienia </w:t>
      </w:r>
      <w:r w:rsidR="007B07D3">
        <w:rPr>
          <w:b/>
          <w:szCs w:val="24"/>
        </w:rPr>
        <w:t xml:space="preserve">na koniec grudnia 2017r. </w:t>
      </w:r>
      <w:r w:rsidRPr="00B32A95">
        <w:rPr>
          <w:b/>
          <w:szCs w:val="24"/>
        </w:rPr>
        <w:t xml:space="preserve">wyniosła </w:t>
      </w:r>
      <w:r w:rsidR="007B07D3">
        <w:rPr>
          <w:b/>
          <w:szCs w:val="24"/>
        </w:rPr>
        <w:t>79,8</w:t>
      </w:r>
      <w:r w:rsidRPr="00B32A95">
        <w:rPr>
          <w:b/>
          <w:szCs w:val="24"/>
        </w:rPr>
        <w:t>%.</w:t>
      </w:r>
    </w:p>
    <w:p w:rsidR="00AD7EF6" w:rsidRPr="000733E7" w:rsidRDefault="00693143" w:rsidP="0060769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 </w:t>
      </w:r>
    </w:p>
    <w:p w:rsidR="00C47958" w:rsidRPr="008C0E55" w:rsidRDefault="00693143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7924B8">
        <w:rPr>
          <w:b/>
          <w:i/>
          <w:szCs w:val="24"/>
        </w:rPr>
        <w:t>.3</w:t>
      </w:r>
      <w:r w:rsidR="008C0E55">
        <w:rPr>
          <w:b/>
          <w:i/>
          <w:szCs w:val="24"/>
        </w:rPr>
        <w:t>.</w:t>
      </w:r>
      <w:r w:rsidR="00C47958" w:rsidRPr="000733E7">
        <w:rPr>
          <w:b/>
          <w:i/>
          <w:szCs w:val="24"/>
        </w:rPr>
        <w:t xml:space="preserve">   Organizacja </w:t>
      </w:r>
      <w:r w:rsidR="00BE7DA7">
        <w:rPr>
          <w:b/>
          <w:i/>
          <w:szCs w:val="24"/>
        </w:rPr>
        <w:t>stażu</w:t>
      </w:r>
    </w:p>
    <w:p w:rsidR="0011717B" w:rsidRDefault="007B07D3" w:rsidP="00C13069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2017</w:t>
      </w:r>
      <w:r w:rsidR="0011717B">
        <w:rPr>
          <w:szCs w:val="24"/>
        </w:rPr>
        <w:t xml:space="preserve"> roku o</w:t>
      </w:r>
      <w:r w:rsidR="00D527D2" w:rsidRPr="000733E7">
        <w:rPr>
          <w:szCs w:val="24"/>
        </w:rPr>
        <w:t xml:space="preserve">gółem </w:t>
      </w:r>
      <w:r w:rsidR="00CE3CD8">
        <w:rPr>
          <w:szCs w:val="24"/>
        </w:rPr>
        <w:t>na staż skierowano</w:t>
      </w:r>
      <w:r w:rsidR="00D527D2" w:rsidRPr="000733E7">
        <w:rPr>
          <w:szCs w:val="24"/>
        </w:rPr>
        <w:t xml:space="preserve"> </w:t>
      </w:r>
      <w:r>
        <w:rPr>
          <w:b/>
          <w:szCs w:val="24"/>
        </w:rPr>
        <w:t>148</w:t>
      </w:r>
      <w:r w:rsidR="00C47958" w:rsidRPr="000733E7">
        <w:rPr>
          <w:szCs w:val="24"/>
        </w:rPr>
        <w:t xml:space="preserve"> os</w:t>
      </w:r>
      <w:r>
        <w:rPr>
          <w:szCs w:val="24"/>
        </w:rPr>
        <w:t>ób bezrobotnych</w:t>
      </w:r>
      <w:r w:rsidR="0011717B">
        <w:rPr>
          <w:szCs w:val="24"/>
        </w:rPr>
        <w:t>, z t</w:t>
      </w:r>
      <w:r w:rsidR="00716409" w:rsidRPr="000733E7">
        <w:rPr>
          <w:szCs w:val="24"/>
        </w:rPr>
        <w:t>ego</w:t>
      </w:r>
      <w:r w:rsidR="0011717B">
        <w:rPr>
          <w:szCs w:val="24"/>
        </w:rPr>
        <w:t>:</w:t>
      </w:r>
      <w:r w:rsidR="00716409" w:rsidRPr="000733E7">
        <w:rPr>
          <w:szCs w:val="24"/>
        </w:rPr>
        <w:t xml:space="preserve"> </w:t>
      </w:r>
    </w:p>
    <w:p w:rsidR="0011717B" w:rsidRDefault="007B07D3" w:rsidP="007B07D3">
      <w:pPr>
        <w:pStyle w:val="Tekstpodstawowywcity2"/>
        <w:numPr>
          <w:ilvl w:val="0"/>
          <w:numId w:val="74"/>
        </w:numPr>
        <w:spacing w:line="360" w:lineRule="auto"/>
        <w:rPr>
          <w:szCs w:val="24"/>
        </w:rPr>
      </w:pPr>
      <w:r>
        <w:rPr>
          <w:szCs w:val="24"/>
        </w:rPr>
        <w:t>51</w:t>
      </w:r>
      <w:r w:rsidR="00C47958" w:rsidRPr="000733E7">
        <w:rPr>
          <w:szCs w:val="24"/>
        </w:rPr>
        <w:t xml:space="preserve"> os</w:t>
      </w:r>
      <w:r>
        <w:rPr>
          <w:szCs w:val="24"/>
        </w:rPr>
        <w:t>ób</w:t>
      </w:r>
      <w:r w:rsidR="00986465">
        <w:rPr>
          <w:szCs w:val="24"/>
        </w:rPr>
        <w:t xml:space="preserve"> odbywało</w:t>
      </w:r>
      <w:r w:rsidR="00C47958" w:rsidRPr="000733E7">
        <w:rPr>
          <w:szCs w:val="24"/>
        </w:rPr>
        <w:t xml:space="preserve"> staż w ramach </w:t>
      </w:r>
      <w:r w:rsidR="0011717B">
        <w:rPr>
          <w:szCs w:val="24"/>
        </w:rPr>
        <w:t xml:space="preserve">środków </w:t>
      </w:r>
      <w:proofErr w:type="spellStart"/>
      <w:r w:rsidR="0011717B">
        <w:rPr>
          <w:szCs w:val="24"/>
        </w:rPr>
        <w:t>algorytmowych</w:t>
      </w:r>
      <w:proofErr w:type="spellEnd"/>
      <w:r w:rsidR="00BE7DA7">
        <w:rPr>
          <w:szCs w:val="24"/>
        </w:rPr>
        <w:t xml:space="preserve"> Funduszu Pracy</w:t>
      </w:r>
      <w:r w:rsidR="0011717B">
        <w:rPr>
          <w:szCs w:val="24"/>
        </w:rPr>
        <w:t>,</w:t>
      </w:r>
    </w:p>
    <w:p w:rsidR="0011717B" w:rsidRDefault="007B07D3" w:rsidP="007B07D3">
      <w:pPr>
        <w:pStyle w:val="Tekstpodstawowywcity2"/>
        <w:numPr>
          <w:ilvl w:val="0"/>
          <w:numId w:val="74"/>
        </w:numPr>
        <w:spacing w:line="360" w:lineRule="auto"/>
        <w:rPr>
          <w:szCs w:val="24"/>
        </w:rPr>
      </w:pPr>
      <w:r>
        <w:rPr>
          <w:szCs w:val="24"/>
        </w:rPr>
        <w:t>57</w:t>
      </w:r>
      <w:r w:rsidR="00716409" w:rsidRPr="000733E7">
        <w:rPr>
          <w:szCs w:val="24"/>
        </w:rPr>
        <w:t xml:space="preserve"> os</w:t>
      </w:r>
      <w:r w:rsidR="007D1EF5">
        <w:rPr>
          <w:szCs w:val="24"/>
        </w:rPr>
        <w:t>ób</w:t>
      </w:r>
      <w:r w:rsidR="00716409" w:rsidRPr="000733E7">
        <w:rPr>
          <w:szCs w:val="24"/>
        </w:rPr>
        <w:t xml:space="preserve"> w ramach </w:t>
      </w:r>
      <w:r w:rsidR="00BE7DA7">
        <w:rPr>
          <w:szCs w:val="24"/>
        </w:rPr>
        <w:t>projektu POWER - współfinansowanego</w:t>
      </w:r>
      <w:r w:rsidR="00C47958" w:rsidRPr="000733E7">
        <w:rPr>
          <w:szCs w:val="24"/>
        </w:rPr>
        <w:t xml:space="preserve"> z Euro</w:t>
      </w:r>
      <w:r w:rsidR="00A4663D">
        <w:rPr>
          <w:szCs w:val="24"/>
        </w:rPr>
        <w:t xml:space="preserve">pejskiego Funduszu </w:t>
      </w:r>
      <w:r w:rsidR="00884A58">
        <w:rPr>
          <w:szCs w:val="24"/>
        </w:rPr>
        <w:t xml:space="preserve"> </w:t>
      </w:r>
      <w:r w:rsidR="00BE7DA7">
        <w:rPr>
          <w:szCs w:val="24"/>
        </w:rPr>
        <w:t>Społecznego</w:t>
      </w:r>
    </w:p>
    <w:p w:rsidR="00884A58" w:rsidRDefault="00484F13" w:rsidP="007B07D3">
      <w:pPr>
        <w:pStyle w:val="Tekstpodstawowywcity2"/>
        <w:numPr>
          <w:ilvl w:val="0"/>
          <w:numId w:val="74"/>
        </w:numPr>
        <w:spacing w:line="360" w:lineRule="auto"/>
        <w:rPr>
          <w:szCs w:val="24"/>
        </w:rPr>
      </w:pPr>
      <w:r>
        <w:rPr>
          <w:szCs w:val="24"/>
        </w:rPr>
        <w:t>31</w:t>
      </w:r>
      <w:r w:rsidR="00884A58">
        <w:rPr>
          <w:szCs w:val="24"/>
        </w:rPr>
        <w:t xml:space="preserve"> osób w ramach projektu RPO- współfinansowanego z Europejskiego Funduszu Społecznego</w:t>
      </w:r>
    </w:p>
    <w:p w:rsidR="0060769A" w:rsidRDefault="007B07D3" w:rsidP="007B07D3">
      <w:pPr>
        <w:pStyle w:val="Tekstpodstawowywcity2"/>
        <w:numPr>
          <w:ilvl w:val="0"/>
          <w:numId w:val="74"/>
        </w:numPr>
        <w:spacing w:line="360" w:lineRule="auto"/>
        <w:rPr>
          <w:szCs w:val="24"/>
        </w:rPr>
      </w:pPr>
      <w:r>
        <w:rPr>
          <w:szCs w:val="24"/>
        </w:rPr>
        <w:t>9</w:t>
      </w:r>
      <w:r w:rsidR="002E65D9">
        <w:rPr>
          <w:szCs w:val="24"/>
        </w:rPr>
        <w:t xml:space="preserve"> osó</w:t>
      </w:r>
      <w:r w:rsidR="005670CA">
        <w:rPr>
          <w:szCs w:val="24"/>
        </w:rPr>
        <w:t>b</w:t>
      </w:r>
      <w:r w:rsidR="00616E1F">
        <w:rPr>
          <w:szCs w:val="24"/>
        </w:rPr>
        <w:t xml:space="preserve"> w ramach środków z rezerwy M</w:t>
      </w:r>
      <w:r w:rsidR="00A4663D">
        <w:rPr>
          <w:szCs w:val="24"/>
        </w:rPr>
        <w:t>inistra Rodziny, Pracy i Polityki Społecznej.</w:t>
      </w:r>
    </w:p>
    <w:p w:rsidR="007B07D3" w:rsidRDefault="007B07D3" w:rsidP="007B07D3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stosunku do 2016 roku liczba skierowanych na staż zmniejszyła się o 14 osób tj. 8,6%.</w:t>
      </w:r>
    </w:p>
    <w:p w:rsidR="00BD1F61" w:rsidRDefault="00BD1F61" w:rsidP="00BD1F61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lastRenderedPageBreak/>
        <w:t>Og</w:t>
      </w:r>
      <w:r w:rsidR="00280DCF">
        <w:rPr>
          <w:szCs w:val="24"/>
        </w:rPr>
        <w:t>ółem stażami objęto 202 osoby ( z tego 54 osoby</w:t>
      </w:r>
      <w:r w:rsidR="00484F13">
        <w:rPr>
          <w:szCs w:val="24"/>
        </w:rPr>
        <w:t xml:space="preserve"> z 2016</w:t>
      </w:r>
      <w:r>
        <w:rPr>
          <w:szCs w:val="24"/>
        </w:rPr>
        <w:t>r.)</w:t>
      </w:r>
    </w:p>
    <w:p w:rsidR="007B07D3" w:rsidRDefault="00BD1F61" w:rsidP="00A635D3">
      <w:pPr>
        <w:pStyle w:val="Tekstpodstawowywcity2"/>
        <w:spacing w:line="360" w:lineRule="auto"/>
        <w:ind w:left="0"/>
        <w:rPr>
          <w:b/>
          <w:szCs w:val="24"/>
        </w:rPr>
      </w:pPr>
      <w:r w:rsidRPr="000D599C">
        <w:rPr>
          <w:b/>
          <w:szCs w:val="24"/>
        </w:rPr>
        <w:t xml:space="preserve">Efektywność zatrudnieniowa </w:t>
      </w:r>
      <w:r w:rsidR="007B07D3">
        <w:rPr>
          <w:b/>
          <w:szCs w:val="24"/>
        </w:rPr>
        <w:t>na koniec grudnia 2017r wyniosła 76</w:t>
      </w:r>
      <w:r w:rsidR="00484F13">
        <w:rPr>
          <w:b/>
          <w:szCs w:val="24"/>
        </w:rPr>
        <w:t>,4</w:t>
      </w:r>
      <w:r w:rsidRPr="000D599C">
        <w:rPr>
          <w:b/>
          <w:szCs w:val="24"/>
        </w:rPr>
        <w:t>%.</w:t>
      </w:r>
    </w:p>
    <w:p w:rsidR="00C76033" w:rsidRPr="00C76033" w:rsidRDefault="00C76033" w:rsidP="00A635D3">
      <w:pPr>
        <w:pStyle w:val="Tekstpodstawowywcity2"/>
        <w:spacing w:line="360" w:lineRule="auto"/>
        <w:ind w:left="0"/>
        <w:rPr>
          <w:b/>
          <w:szCs w:val="24"/>
        </w:rPr>
      </w:pPr>
    </w:p>
    <w:p w:rsidR="007E294B" w:rsidRDefault="00AA544E" w:rsidP="00C13069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Wykres 13</w:t>
      </w:r>
      <w:r w:rsidR="00042654">
        <w:rPr>
          <w:b/>
          <w:szCs w:val="24"/>
        </w:rPr>
        <w:t xml:space="preserve">. </w:t>
      </w:r>
      <w:r w:rsidR="00206D58">
        <w:rPr>
          <w:b/>
          <w:szCs w:val="24"/>
        </w:rPr>
        <w:t xml:space="preserve">Liczba osób skierowanych </w:t>
      </w:r>
      <w:r w:rsidR="00C13069">
        <w:rPr>
          <w:b/>
          <w:szCs w:val="24"/>
        </w:rPr>
        <w:t>ze środków Funduszu Pracy</w:t>
      </w:r>
      <w:r w:rsidR="00CE3CD8">
        <w:rPr>
          <w:b/>
          <w:szCs w:val="24"/>
        </w:rPr>
        <w:t>,</w:t>
      </w:r>
      <w:r w:rsidR="00585453">
        <w:rPr>
          <w:b/>
          <w:szCs w:val="24"/>
        </w:rPr>
        <w:t xml:space="preserve"> EFS </w:t>
      </w:r>
      <w:r w:rsidR="00CE3CD8">
        <w:rPr>
          <w:b/>
          <w:szCs w:val="24"/>
        </w:rPr>
        <w:t xml:space="preserve">i rezerwy </w:t>
      </w:r>
      <w:proofErr w:type="spellStart"/>
      <w:r w:rsidR="00CE3CD8">
        <w:rPr>
          <w:b/>
          <w:szCs w:val="24"/>
        </w:rPr>
        <w:t>M</w:t>
      </w:r>
      <w:r w:rsidR="00901538">
        <w:rPr>
          <w:b/>
          <w:szCs w:val="24"/>
        </w:rPr>
        <w:t>R</w:t>
      </w:r>
      <w:r w:rsidR="00CE3CD8">
        <w:rPr>
          <w:b/>
          <w:szCs w:val="24"/>
        </w:rPr>
        <w:t>PiPS</w:t>
      </w:r>
      <w:proofErr w:type="spellEnd"/>
      <w:r w:rsidR="00CE3CD8">
        <w:rPr>
          <w:b/>
          <w:szCs w:val="24"/>
        </w:rPr>
        <w:t xml:space="preserve"> </w:t>
      </w:r>
      <w:r w:rsidR="00206D58">
        <w:rPr>
          <w:b/>
          <w:szCs w:val="24"/>
        </w:rPr>
        <w:t>na staż w latach 201</w:t>
      </w:r>
      <w:r w:rsidR="007B07D3">
        <w:rPr>
          <w:b/>
          <w:szCs w:val="24"/>
        </w:rPr>
        <w:t>6</w:t>
      </w:r>
      <w:r w:rsidR="00206D58">
        <w:rPr>
          <w:b/>
          <w:szCs w:val="24"/>
        </w:rPr>
        <w:t xml:space="preserve"> – 201</w:t>
      </w:r>
      <w:r w:rsidR="007B07D3">
        <w:rPr>
          <w:b/>
          <w:szCs w:val="24"/>
        </w:rPr>
        <w:t>7</w:t>
      </w:r>
      <w:r w:rsidR="00206D58">
        <w:rPr>
          <w:b/>
          <w:szCs w:val="24"/>
        </w:rPr>
        <w:t xml:space="preserve"> </w:t>
      </w:r>
    </w:p>
    <w:p w:rsidR="009C3EE1" w:rsidRDefault="009C3EE1" w:rsidP="00C13069">
      <w:pPr>
        <w:pStyle w:val="Tekstpodstawowywcity2"/>
        <w:spacing w:line="276" w:lineRule="auto"/>
        <w:ind w:left="0"/>
        <w:rPr>
          <w:b/>
          <w:szCs w:val="24"/>
        </w:rPr>
      </w:pPr>
    </w:p>
    <w:p w:rsidR="00206D58" w:rsidRDefault="00AD7EF6" w:rsidP="000733E7">
      <w:pPr>
        <w:pStyle w:val="Tekstpodstawowywcity2"/>
        <w:spacing w:line="276" w:lineRule="auto"/>
        <w:ind w:left="0"/>
        <w:jc w:val="left"/>
        <w:rPr>
          <w:noProof/>
        </w:rPr>
      </w:pPr>
      <w:r>
        <w:rPr>
          <w:b/>
          <w:noProof/>
          <w:szCs w:val="24"/>
        </w:rPr>
        <w:drawing>
          <wp:inline distT="0" distB="0" distL="0" distR="0">
            <wp:extent cx="3010395" cy="2238499"/>
            <wp:effectExtent l="0" t="0" r="19050" b="9525"/>
            <wp:docPr id="48" name="Wykres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="007D1EF5" w:rsidRPr="007D1EF5">
        <w:rPr>
          <w:noProof/>
        </w:rPr>
        <w:t xml:space="preserve"> </w:t>
      </w:r>
      <w:r w:rsidR="007D1EF5">
        <w:rPr>
          <w:noProof/>
        </w:rPr>
        <w:drawing>
          <wp:inline distT="0" distB="0" distL="0" distR="0">
            <wp:extent cx="2787092" cy="2223821"/>
            <wp:effectExtent l="0" t="0" r="13335" b="24130"/>
            <wp:docPr id="23" name="Wykres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9C3EE1" w:rsidRDefault="009C3EE1" w:rsidP="000733E7">
      <w:pPr>
        <w:pStyle w:val="Tekstpodstawowywcity2"/>
        <w:spacing w:line="276" w:lineRule="auto"/>
        <w:ind w:left="0"/>
        <w:jc w:val="left"/>
        <w:rPr>
          <w:noProof/>
        </w:rPr>
      </w:pPr>
    </w:p>
    <w:p w:rsidR="009C3EE1" w:rsidRDefault="009C3EE1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27"/>
        <w:gridCol w:w="3827"/>
        <w:gridCol w:w="3827"/>
      </w:tblGrid>
      <w:tr w:rsidR="00C13069" w:rsidRPr="00F37595" w:rsidTr="007B44F1">
        <w:tc>
          <w:tcPr>
            <w:tcW w:w="1327" w:type="dxa"/>
          </w:tcPr>
          <w:p w:rsidR="00C13069" w:rsidRPr="00F37595" w:rsidRDefault="00C13069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C13069" w:rsidRPr="00F37595" w:rsidRDefault="00C13069" w:rsidP="008D04DD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</w:t>
            </w:r>
            <w:r w:rsidR="005F43FA">
              <w:rPr>
                <w:sz w:val="20"/>
              </w:rPr>
              <w:t>6</w:t>
            </w:r>
          </w:p>
        </w:tc>
        <w:tc>
          <w:tcPr>
            <w:tcW w:w="3827" w:type="dxa"/>
          </w:tcPr>
          <w:p w:rsidR="00C13069" w:rsidRPr="00F37595" w:rsidRDefault="00C13069" w:rsidP="008D04DD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</w:t>
            </w:r>
            <w:r w:rsidR="005F43FA">
              <w:rPr>
                <w:sz w:val="20"/>
              </w:rPr>
              <w:t>7</w:t>
            </w:r>
          </w:p>
        </w:tc>
      </w:tr>
      <w:tr w:rsidR="00C13069" w:rsidRPr="00F37595" w:rsidTr="007B44F1">
        <w:tc>
          <w:tcPr>
            <w:tcW w:w="1327" w:type="dxa"/>
          </w:tcPr>
          <w:p w:rsidR="00C13069" w:rsidRPr="00F37595" w:rsidRDefault="00C13069" w:rsidP="00144976">
            <w:pPr>
              <w:pStyle w:val="Tekstpodstawowywcity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Skierowani na staż ogółem</w:t>
            </w:r>
          </w:p>
        </w:tc>
        <w:tc>
          <w:tcPr>
            <w:tcW w:w="3827" w:type="dxa"/>
            <w:vAlign w:val="center"/>
          </w:tcPr>
          <w:p w:rsidR="00C13069" w:rsidRPr="00F37595" w:rsidRDefault="005F43FA" w:rsidP="006F5249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162</w:t>
            </w:r>
          </w:p>
        </w:tc>
        <w:tc>
          <w:tcPr>
            <w:tcW w:w="3827" w:type="dxa"/>
            <w:vAlign w:val="center"/>
          </w:tcPr>
          <w:p w:rsidR="00C13069" w:rsidRPr="00F37595" w:rsidRDefault="005F43FA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148</w:t>
            </w:r>
          </w:p>
        </w:tc>
      </w:tr>
    </w:tbl>
    <w:p w:rsidR="00C76033" w:rsidRPr="00A635D3" w:rsidRDefault="00C76033" w:rsidP="00A635D3">
      <w:pPr>
        <w:pStyle w:val="Tekstpodstawowywcity2"/>
        <w:spacing w:line="360" w:lineRule="auto"/>
        <w:ind w:left="0"/>
        <w:rPr>
          <w:szCs w:val="24"/>
        </w:rPr>
      </w:pPr>
    </w:p>
    <w:p w:rsidR="00584A4D" w:rsidRDefault="00A4663D" w:rsidP="00987C42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256D27">
        <w:rPr>
          <w:b/>
          <w:i/>
          <w:szCs w:val="24"/>
        </w:rPr>
        <w:t>.</w:t>
      </w:r>
      <w:r w:rsidR="00DA6F94">
        <w:rPr>
          <w:b/>
          <w:i/>
          <w:szCs w:val="24"/>
        </w:rPr>
        <w:t>4.</w:t>
      </w:r>
      <w:r>
        <w:rPr>
          <w:b/>
          <w:i/>
          <w:szCs w:val="24"/>
        </w:rPr>
        <w:t xml:space="preserve"> Dodatkowe i</w:t>
      </w:r>
      <w:r w:rsidR="00DC139D">
        <w:rPr>
          <w:b/>
          <w:i/>
          <w:szCs w:val="24"/>
        </w:rPr>
        <w:t>nstrumenty aktywizacyjne dla osób bezrobotnych do 30 roku życia</w:t>
      </w:r>
    </w:p>
    <w:p w:rsidR="00DC139D" w:rsidRDefault="00A4663D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5F43FA">
        <w:rPr>
          <w:szCs w:val="24"/>
        </w:rPr>
        <w:t>7</w:t>
      </w:r>
      <w:r>
        <w:rPr>
          <w:szCs w:val="24"/>
        </w:rPr>
        <w:t xml:space="preserve"> roku urząd p</w:t>
      </w:r>
      <w:r w:rsidR="00DC139D">
        <w:rPr>
          <w:szCs w:val="24"/>
        </w:rPr>
        <w:t>racy realizował następu</w:t>
      </w:r>
      <w:r>
        <w:rPr>
          <w:szCs w:val="24"/>
        </w:rPr>
        <w:t xml:space="preserve">jące instrumenty adresowane dla </w:t>
      </w:r>
      <w:r w:rsidR="00DC139D">
        <w:rPr>
          <w:szCs w:val="24"/>
        </w:rPr>
        <w:t>bezrobotnych do 30 roku życia:</w:t>
      </w:r>
    </w:p>
    <w:p w:rsidR="00DC139D" w:rsidRDefault="00DC139D" w:rsidP="004F76B2">
      <w:pPr>
        <w:pStyle w:val="Tekstpodstawowywcity2"/>
        <w:numPr>
          <w:ilvl w:val="0"/>
          <w:numId w:val="59"/>
        </w:numPr>
        <w:spacing w:line="360" w:lineRule="auto"/>
        <w:rPr>
          <w:szCs w:val="24"/>
        </w:rPr>
      </w:pPr>
      <w:r>
        <w:rPr>
          <w:szCs w:val="24"/>
        </w:rPr>
        <w:t>bony szkoleniowe,</w:t>
      </w:r>
    </w:p>
    <w:p w:rsidR="00DC139D" w:rsidRDefault="00DC139D" w:rsidP="004F76B2">
      <w:pPr>
        <w:pStyle w:val="Tekstpodstawowywcity2"/>
        <w:numPr>
          <w:ilvl w:val="0"/>
          <w:numId w:val="59"/>
        </w:numPr>
        <w:spacing w:line="360" w:lineRule="auto"/>
        <w:rPr>
          <w:szCs w:val="24"/>
        </w:rPr>
      </w:pPr>
      <w:r>
        <w:rPr>
          <w:szCs w:val="24"/>
        </w:rPr>
        <w:t>bony stażowe</w:t>
      </w:r>
    </w:p>
    <w:p w:rsidR="00DC139D" w:rsidRDefault="00DC139D" w:rsidP="004F76B2">
      <w:pPr>
        <w:pStyle w:val="Tekstpodstawowywcity2"/>
        <w:numPr>
          <w:ilvl w:val="0"/>
          <w:numId w:val="59"/>
        </w:numPr>
        <w:spacing w:line="360" w:lineRule="auto"/>
        <w:rPr>
          <w:szCs w:val="24"/>
        </w:rPr>
      </w:pPr>
      <w:r>
        <w:rPr>
          <w:szCs w:val="24"/>
        </w:rPr>
        <w:t>bony zatrudnieniowe</w:t>
      </w:r>
    </w:p>
    <w:p w:rsidR="00A635D3" w:rsidRDefault="00DC139D" w:rsidP="004F76B2">
      <w:pPr>
        <w:pStyle w:val="Tekstpodstawowywcity2"/>
        <w:numPr>
          <w:ilvl w:val="0"/>
          <w:numId w:val="59"/>
        </w:numPr>
        <w:spacing w:line="360" w:lineRule="auto"/>
        <w:rPr>
          <w:szCs w:val="24"/>
        </w:rPr>
      </w:pPr>
      <w:r>
        <w:rPr>
          <w:szCs w:val="24"/>
        </w:rPr>
        <w:t>bony na zasiedlenie</w:t>
      </w:r>
    </w:p>
    <w:p w:rsidR="009C3EE1" w:rsidRPr="00A635D3" w:rsidRDefault="009C3EE1" w:rsidP="008B51E2">
      <w:pPr>
        <w:pStyle w:val="Tekstpodstawowywcity2"/>
        <w:spacing w:line="360" w:lineRule="auto"/>
        <w:ind w:left="720"/>
        <w:rPr>
          <w:szCs w:val="24"/>
        </w:rPr>
      </w:pPr>
    </w:p>
    <w:p w:rsidR="00DC139D" w:rsidRPr="00BE7DA7" w:rsidRDefault="00DC139D" w:rsidP="00FD7B6A">
      <w:pPr>
        <w:pStyle w:val="Tekstpodstawowywcity2"/>
        <w:spacing w:line="360" w:lineRule="auto"/>
        <w:ind w:left="0"/>
        <w:rPr>
          <w:szCs w:val="24"/>
        </w:rPr>
      </w:pPr>
      <w:r w:rsidRPr="00DC139D">
        <w:rPr>
          <w:b/>
          <w:szCs w:val="24"/>
          <w:u w:val="single"/>
        </w:rPr>
        <w:t>Bon szkoleniowy</w:t>
      </w:r>
      <w:r w:rsidR="00BE7DA7">
        <w:rPr>
          <w:szCs w:val="24"/>
        </w:rPr>
        <w:t xml:space="preserve"> – stanowi gwarancję sfinansowania wskazanego przez bezrobotnego szkolenia niezbędnego do podjęcia zatrudnienia.</w:t>
      </w:r>
    </w:p>
    <w:p w:rsidR="003B4AC6" w:rsidRDefault="005F43FA" w:rsidP="00FD7B6A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2017</w:t>
      </w:r>
      <w:r w:rsidR="003B4AC6">
        <w:rPr>
          <w:szCs w:val="24"/>
        </w:rPr>
        <w:t>r. na wniosek osób bezrobotnyc</w:t>
      </w:r>
      <w:r>
        <w:rPr>
          <w:szCs w:val="24"/>
        </w:rPr>
        <w:t>h wydano 10</w:t>
      </w:r>
      <w:r w:rsidR="00A4663D">
        <w:rPr>
          <w:szCs w:val="24"/>
        </w:rPr>
        <w:t xml:space="preserve"> bonów szkoleniowych w ramach których odbyły </w:t>
      </w:r>
      <w:r w:rsidR="00FD7B6A">
        <w:rPr>
          <w:szCs w:val="24"/>
        </w:rPr>
        <w:t xml:space="preserve">się </w:t>
      </w:r>
      <w:r w:rsidR="00A4663D">
        <w:rPr>
          <w:szCs w:val="24"/>
        </w:rPr>
        <w:t>szkolenia:</w:t>
      </w:r>
    </w:p>
    <w:p w:rsidR="003B4AC6" w:rsidRDefault="00A4663D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p</w:t>
      </w:r>
      <w:r w:rsidR="003B4AC6">
        <w:rPr>
          <w:szCs w:val="24"/>
        </w:rPr>
        <w:t>rawo jazdy kat. C z kwalif</w:t>
      </w:r>
      <w:r w:rsidR="005F43FA">
        <w:rPr>
          <w:szCs w:val="24"/>
        </w:rPr>
        <w:t>ikacją wstępną przyspieszoną (6</w:t>
      </w:r>
      <w:r w:rsidR="003E73D1">
        <w:rPr>
          <w:szCs w:val="24"/>
        </w:rPr>
        <w:t xml:space="preserve"> osób</w:t>
      </w:r>
      <w:r w:rsidR="003B4AC6">
        <w:rPr>
          <w:szCs w:val="24"/>
        </w:rPr>
        <w:t>)</w:t>
      </w:r>
    </w:p>
    <w:p w:rsidR="003E73D1" w:rsidRDefault="005F43FA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proofErr w:type="spellStart"/>
      <w:r>
        <w:rPr>
          <w:szCs w:val="24"/>
        </w:rPr>
        <w:lastRenderedPageBreak/>
        <w:t>autodetaling</w:t>
      </w:r>
      <w:proofErr w:type="spellEnd"/>
      <w:r>
        <w:rPr>
          <w:szCs w:val="24"/>
        </w:rPr>
        <w:t xml:space="preserve"> (1</w:t>
      </w:r>
      <w:r w:rsidR="003E73D1">
        <w:rPr>
          <w:szCs w:val="24"/>
        </w:rPr>
        <w:t xml:space="preserve"> osoby)</w:t>
      </w:r>
    </w:p>
    <w:p w:rsidR="003E73D1" w:rsidRDefault="003E73D1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zawodowy kurs stylizacji paznokci (2 osoby)</w:t>
      </w:r>
    </w:p>
    <w:p w:rsidR="003E73D1" w:rsidRDefault="005F43FA" w:rsidP="004F76B2">
      <w:pPr>
        <w:pStyle w:val="Tekstpodstawowywcity2"/>
        <w:numPr>
          <w:ilvl w:val="0"/>
          <w:numId w:val="61"/>
        </w:numPr>
        <w:spacing w:line="360" w:lineRule="auto"/>
        <w:rPr>
          <w:szCs w:val="24"/>
        </w:rPr>
      </w:pPr>
      <w:r>
        <w:rPr>
          <w:szCs w:val="24"/>
        </w:rPr>
        <w:t>kurs kosmetyczny</w:t>
      </w:r>
      <w:r w:rsidR="003E73D1">
        <w:rPr>
          <w:szCs w:val="24"/>
        </w:rPr>
        <w:t xml:space="preserve"> (1 osoba).</w:t>
      </w:r>
    </w:p>
    <w:p w:rsidR="003B4AC6" w:rsidRPr="00D70764" w:rsidRDefault="009552CE" w:rsidP="00987C42">
      <w:pPr>
        <w:pStyle w:val="Tekstpodstawowywcity2"/>
        <w:spacing w:line="360" w:lineRule="auto"/>
        <w:ind w:left="720" w:hanging="720"/>
        <w:rPr>
          <w:b/>
          <w:szCs w:val="24"/>
        </w:rPr>
      </w:pPr>
      <w:r w:rsidRPr="00D70764">
        <w:rPr>
          <w:b/>
          <w:szCs w:val="24"/>
        </w:rPr>
        <w:t xml:space="preserve">Efektywność zatrudnieniowa </w:t>
      </w:r>
      <w:r w:rsidR="005F43FA">
        <w:rPr>
          <w:b/>
          <w:szCs w:val="24"/>
        </w:rPr>
        <w:t xml:space="preserve">na koniec grudnia 2017r. </w:t>
      </w:r>
      <w:r w:rsidR="007B3E76">
        <w:rPr>
          <w:b/>
          <w:szCs w:val="24"/>
        </w:rPr>
        <w:t>w</w:t>
      </w:r>
      <w:r w:rsidR="005F43FA">
        <w:rPr>
          <w:b/>
          <w:szCs w:val="24"/>
        </w:rPr>
        <w:t>yniosła 36,4</w:t>
      </w:r>
      <w:r w:rsidR="00901538" w:rsidRPr="00D70764">
        <w:rPr>
          <w:b/>
          <w:szCs w:val="24"/>
        </w:rPr>
        <w:t>%.</w:t>
      </w:r>
    </w:p>
    <w:p w:rsidR="008B51E2" w:rsidRPr="003B4AC6" w:rsidRDefault="008B51E2" w:rsidP="00987C42">
      <w:pPr>
        <w:pStyle w:val="Tekstpodstawowywcity2"/>
        <w:spacing w:line="360" w:lineRule="auto"/>
        <w:ind w:left="720" w:hanging="720"/>
        <w:rPr>
          <w:szCs w:val="24"/>
        </w:rPr>
      </w:pPr>
    </w:p>
    <w:p w:rsidR="00DC139D" w:rsidRPr="00BE7DA7" w:rsidRDefault="00DC139D" w:rsidP="00987C42">
      <w:pPr>
        <w:pStyle w:val="Tekstpodstawowywcity2"/>
        <w:spacing w:line="360" w:lineRule="auto"/>
        <w:ind w:left="720" w:hanging="720"/>
        <w:rPr>
          <w:szCs w:val="24"/>
        </w:rPr>
      </w:pPr>
      <w:r w:rsidRPr="00DC139D">
        <w:rPr>
          <w:b/>
          <w:szCs w:val="24"/>
          <w:u w:val="single"/>
        </w:rPr>
        <w:t>Bon stażowy</w:t>
      </w:r>
      <w:r w:rsidR="00BE7DA7">
        <w:rPr>
          <w:b/>
          <w:szCs w:val="24"/>
        </w:rPr>
        <w:t xml:space="preserve"> </w:t>
      </w:r>
      <w:r w:rsidR="00BE7DA7">
        <w:rPr>
          <w:szCs w:val="24"/>
        </w:rPr>
        <w:t xml:space="preserve">– stanowi gwarancję </w:t>
      </w:r>
      <w:r w:rsidR="00AB017F">
        <w:rPr>
          <w:szCs w:val="24"/>
        </w:rPr>
        <w:t>dla bezrobotnego o możliwości odbycia stażu u pracodawcy, którego sam wskazał.</w:t>
      </w:r>
    </w:p>
    <w:p w:rsidR="005F43FA" w:rsidRDefault="005F43FA" w:rsidP="00BF6F91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>W 2017</w:t>
      </w:r>
      <w:r w:rsidR="008B51E2">
        <w:rPr>
          <w:szCs w:val="24"/>
        </w:rPr>
        <w:t xml:space="preserve"> roku </w:t>
      </w:r>
      <w:r w:rsidR="00DC139D">
        <w:rPr>
          <w:szCs w:val="24"/>
        </w:rPr>
        <w:t>wyd</w:t>
      </w:r>
      <w:r>
        <w:rPr>
          <w:szCs w:val="24"/>
        </w:rPr>
        <w:t xml:space="preserve">ano 22 bony stażowe z tego: </w:t>
      </w:r>
    </w:p>
    <w:p w:rsidR="005F43FA" w:rsidRDefault="005F43FA" w:rsidP="005F43FA">
      <w:pPr>
        <w:pStyle w:val="Tekstpodstawowywcity2"/>
        <w:numPr>
          <w:ilvl w:val="0"/>
          <w:numId w:val="75"/>
        </w:numPr>
        <w:spacing w:line="360" w:lineRule="auto"/>
        <w:rPr>
          <w:szCs w:val="24"/>
        </w:rPr>
      </w:pPr>
      <w:r>
        <w:rPr>
          <w:szCs w:val="24"/>
        </w:rPr>
        <w:t xml:space="preserve">19 finansowanych ze środków </w:t>
      </w:r>
      <w:proofErr w:type="spellStart"/>
      <w:r>
        <w:rPr>
          <w:szCs w:val="24"/>
        </w:rPr>
        <w:t>algorytmowych</w:t>
      </w:r>
      <w:proofErr w:type="spellEnd"/>
      <w:r w:rsidR="00AB017F">
        <w:rPr>
          <w:szCs w:val="24"/>
        </w:rPr>
        <w:t xml:space="preserve"> Funduszu Pracy</w:t>
      </w:r>
      <w:r>
        <w:rPr>
          <w:szCs w:val="24"/>
        </w:rPr>
        <w:t xml:space="preserve"> </w:t>
      </w:r>
    </w:p>
    <w:p w:rsidR="005F43FA" w:rsidRDefault="005F43FA" w:rsidP="005F43FA">
      <w:pPr>
        <w:pStyle w:val="Tekstpodstawowywcity2"/>
        <w:numPr>
          <w:ilvl w:val="0"/>
          <w:numId w:val="75"/>
        </w:numPr>
        <w:spacing w:line="360" w:lineRule="auto"/>
        <w:rPr>
          <w:szCs w:val="24"/>
        </w:rPr>
      </w:pPr>
      <w:r>
        <w:rPr>
          <w:szCs w:val="24"/>
        </w:rPr>
        <w:t>3 finansowane</w:t>
      </w:r>
      <w:r w:rsidR="00AB017F">
        <w:rPr>
          <w:szCs w:val="24"/>
        </w:rPr>
        <w:t xml:space="preserve"> ze środków finansowanych</w:t>
      </w:r>
      <w:r>
        <w:rPr>
          <w:szCs w:val="24"/>
        </w:rPr>
        <w:t xml:space="preserve"> z rezerwy </w:t>
      </w:r>
      <w:proofErr w:type="spellStart"/>
      <w:r>
        <w:rPr>
          <w:szCs w:val="24"/>
        </w:rPr>
        <w:t>MRPiPS</w:t>
      </w:r>
      <w:proofErr w:type="spellEnd"/>
    </w:p>
    <w:p w:rsidR="00DC139D" w:rsidRDefault="00BD1F61" w:rsidP="005F43FA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>Osoby bezrobotne odbywały staż m.in. n</w:t>
      </w:r>
      <w:r w:rsidR="005F43FA">
        <w:rPr>
          <w:szCs w:val="24"/>
        </w:rPr>
        <w:t xml:space="preserve">a </w:t>
      </w:r>
      <w:r>
        <w:rPr>
          <w:szCs w:val="24"/>
        </w:rPr>
        <w:t xml:space="preserve">stanowiskach: </w:t>
      </w:r>
      <w:r w:rsidR="005F43FA">
        <w:rPr>
          <w:szCs w:val="24"/>
        </w:rPr>
        <w:t xml:space="preserve">fryzjer – stylista, pracownik ds. ubezpieczeń, elektromechanik, fakturzysta, referent ds. księgowych, instalator sieci komputerowych, technik dentystyczny, </w:t>
      </w:r>
      <w:r w:rsidR="00CE79DF">
        <w:rPr>
          <w:szCs w:val="24"/>
        </w:rPr>
        <w:t>asystent architekta.</w:t>
      </w:r>
    </w:p>
    <w:p w:rsidR="00BD1F61" w:rsidRDefault="00BD1F61" w:rsidP="00987C42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>Ogółem</w:t>
      </w:r>
      <w:r w:rsidR="00CE79DF">
        <w:rPr>
          <w:szCs w:val="24"/>
        </w:rPr>
        <w:t xml:space="preserve"> staż w ramach bonów odbywało 49 osób,  z tego 27</w:t>
      </w:r>
      <w:r w:rsidR="00147A51">
        <w:rPr>
          <w:szCs w:val="24"/>
        </w:rPr>
        <w:t xml:space="preserve"> </w:t>
      </w:r>
      <w:r w:rsidR="00CE79DF">
        <w:rPr>
          <w:szCs w:val="24"/>
        </w:rPr>
        <w:t>osób z 2016</w:t>
      </w:r>
      <w:r>
        <w:rPr>
          <w:szCs w:val="24"/>
        </w:rPr>
        <w:t xml:space="preserve">r. </w:t>
      </w:r>
    </w:p>
    <w:p w:rsidR="00BD1F61" w:rsidRPr="00147A51" w:rsidRDefault="00BD1F61" w:rsidP="00987C42">
      <w:pPr>
        <w:pStyle w:val="Tekstpodstawowywcity2"/>
        <w:spacing w:line="360" w:lineRule="auto"/>
        <w:ind w:left="720" w:hanging="720"/>
        <w:rPr>
          <w:b/>
          <w:szCs w:val="24"/>
        </w:rPr>
      </w:pPr>
      <w:r w:rsidRPr="00147A51">
        <w:rPr>
          <w:b/>
          <w:szCs w:val="24"/>
        </w:rPr>
        <w:t xml:space="preserve">Efektywność zatrudnieniowa </w:t>
      </w:r>
      <w:r w:rsidR="00CE79DF">
        <w:rPr>
          <w:b/>
          <w:szCs w:val="24"/>
        </w:rPr>
        <w:t>na koniec grudnia 2017r. wyniosła 74</w:t>
      </w:r>
      <w:r w:rsidR="00484F13">
        <w:rPr>
          <w:b/>
          <w:szCs w:val="24"/>
        </w:rPr>
        <w:t>,1</w:t>
      </w:r>
      <w:r w:rsidRPr="00147A51">
        <w:rPr>
          <w:b/>
          <w:szCs w:val="24"/>
        </w:rPr>
        <w:t>%.</w:t>
      </w:r>
    </w:p>
    <w:p w:rsidR="008824D8" w:rsidRDefault="00CE79DF" w:rsidP="00CE79DF">
      <w:pPr>
        <w:pStyle w:val="Tekstpodstawowywcity2"/>
        <w:spacing w:line="360" w:lineRule="auto"/>
        <w:ind w:left="720" w:hanging="720"/>
        <w:rPr>
          <w:szCs w:val="24"/>
        </w:rPr>
      </w:pPr>
      <w:r>
        <w:rPr>
          <w:szCs w:val="24"/>
        </w:rPr>
        <w:t xml:space="preserve"> </w:t>
      </w:r>
    </w:p>
    <w:p w:rsidR="00827035" w:rsidRPr="00BE7DA7" w:rsidRDefault="00827035" w:rsidP="00AB017F">
      <w:pPr>
        <w:pStyle w:val="Tekstpodstawowywcity2"/>
        <w:spacing w:line="360" w:lineRule="auto"/>
        <w:ind w:left="0"/>
        <w:rPr>
          <w:szCs w:val="24"/>
        </w:rPr>
      </w:pPr>
      <w:r>
        <w:rPr>
          <w:b/>
          <w:szCs w:val="24"/>
          <w:u w:val="single"/>
        </w:rPr>
        <w:t>Bon zatru</w:t>
      </w:r>
      <w:r w:rsidR="004B56DF">
        <w:rPr>
          <w:b/>
          <w:szCs w:val="24"/>
          <w:u w:val="single"/>
        </w:rPr>
        <w:t>d</w:t>
      </w:r>
      <w:r>
        <w:rPr>
          <w:b/>
          <w:szCs w:val="24"/>
          <w:u w:val="single"/>
        </w:rPr>
        <w:t>nieniowy</w:t>
      </w:r>
      <w:r w:rsidR="00BE7DA7">
        <w:rPr>
          <w:szCs w:val="24"/>
        </w:rPr>
        <w:t xml:space="preserve"> </w:t>
      </w:r>
      <w:r w:rsidR="00E70B7B">
        <w:rPr>
          <w:szCs w:val="24"/>
        </w:rPr>
        <w:t>–</w:t>
      </w:r>
      <w:r w:rsidR="00BE7DA7">
        <w:rPr>
          <w:szCs w:val="24"/>
        </w:rPr>
        <w:t xml:space="preserve"> </w:t>
      </w:r>
      <w:r w:rsidR="00AB017F">
        <w:rPr>
          <w:szCs w:val="24"/>
        </w:rPr>
        <w:t xml:space="preserve">przyznawany jest na wniosek osoby bezrobotnej, który </w:t>
      </w:r>
      <w:r w:rsidR="00E70B7B">
        <w:rPr>
          <w:szCs w:val="24"/>
        </w:rPr>
        <w:t>stanowi gwarancję zrefundow</w:t>
      </w:r>
      <w:r w:rsidR="00AB017F">
        <w:rPr>
          <w:szCs w:val="24"/>
        </w:rPr>
        <w:t xml:space="preserve">ania pracodawcy części kosztów </w:t>
      </w:r>
      <w:r w:rsidR="00735224">
        <w:rPr>
          <w:szCs w:val="24"/>
        </w:rPr>
        <w:t>wynagrodzenia i sk</w:t>
      </w:r>
      <w:r w:rsidR="00E70B7B">
        <w:rPr>
          <w:szCs w:val="24"/>
        </w:rPr>
        <w:t>ł</w:t>
      </w:r>
      <w:r w:rsidR="00735224">
        <w:rPr>
          <w:szCs w:val="24"/>
        </w:rPr>
        <w:t>ad</w:t>
      </w:r>
      <w:r w:rsidR="00E70B7B">
        <w:rPr>
          <w:szCs w:val="24"/>
        </w:rPr>
        <w:t xml:space="preserve">ki ZUS </w:t>
      </w:r>
      <w:r w:rsidR="00AB017F">
        <w:rPr>
          <w:szCs w:val="24"/>
        </w:rPr>
        <w:t>w związku z zatrudnieniem bezrobotnego.</w:t>
      </w:r>
    </w:p>
    <w:p w:rsidR="00712842" w:rsidRDefault="00CE79DF" w:rsidP="008B51E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2017r. urząd pracy zrealizował 6</w:t>
      </w:r>
      <w:r w:rsidR="00AB017F">
        <w:rPr>
          <w:szCs w:val="24"/>
        </w:rPr>
        <w:t xml:space="preserve"> bonów</w:t>
      </w:r>
      <w:r w:rsidR="00712842">
        <w:rPr>
          <w:szCs w:val="24"/>
        </w:rPr>
        <w:t xml:space="preserve"> zatrudnieniow</w:t>
      </w:r>
      <w:r>
        <w:rPr>
          <w:szCs w:val="24"/>
        </w:rPr>
        <w:t>ych</w:t>
      </w:r>
      <w:r w:rsidR="008B51E2">
        <w:rPr>
          <w:szCs w:val="24"/>
        </w:rPr>
        <w:t>.</w:t>
      </w:r>
    </w:p>
    <w:p w:rsidR="00712842" w:rsidRDefault="00691EF3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Osoby bezrobotne zatrudnione zostały </w:t>
      </w:r>
      <w:r w:rsidR="00712842">
        <w:rPr>
          <w:szCs w:val="24"/>
        </w:rPr>
        <w:t>m.in. na stanowiskach pracy:</w:t>
      </w:r>
      <w:r w:rsidR="00BD1F61">
        <w:rPr>
          <w:szCs w:val="24"/>
        </w:rPr>
        <w:t xml:space="preserve"> </w:t>
      </w:r>
      <w:r w:rsidR="00CE79DF">
        <w:rPr>
          <w:szCs w:val="24"/>
        </w:rPr>
        <w:t>referent ds. administracji, kierowca kat. C, doradca klienta, monter, asystent notariusza.</w:t>
      </w:r>
    </w:p>
    <w:p w:rsidR="00712842" w:rsidRDefault="002A0AB2" w:rsidP="00C976F4">
      <w:pPr>
        <w:pStyle w:val="Tekstpodstawowywcity2"/>
        <w:spacing w:after="240" w:line="360" w:lineRule="auto"/>
        <w:ind w:left="0"/>
        <w:rPr>
          <w:szCs w:val="24"/>
        </w:rPr>
      </w:pPr>
      <w:r>
        <w:rPr>
          <w:szCs w:val="24"/>
        </w:rPr>
        <w:t>Ogółem tą</w:t>
      </w:r>
      <w:r w:rsidR="00CE79DF">
        <w:rPr>
          <w:szCs w:val="24"/>
        </w:rPr>
        <w:t xml:space="preserve"> formą wsparcia objęto 12</w:t>
      </w:r>
      <w:r w:rsidR="00712842">
        <w:rPr>
          <w:szCs w:val="24"/>
        </w:rPr>
        <w:t xml:space="preserve"> osób, z</w:t>
      </w:r>
      <w:r w:rsidR="00CE79DF">
        <w:rPr>
          <w:szCs w:val="24"/>
        </w:rPr>
        <w:t xml:space="preserve"> tego 6 osób przeszło z 2016</w:t>
      </w:r>
      <w:r w:rsidR="00C976F4">
        <w:rPr>
          <w:szCs w:val="24"/>
        </w:rPr>
        <w:t>r.</w:t>
      </w:r>
      <w:r w:rsidR="00BD1F61">
        <w:rPr>
          <w:szCs w:val="24"/>
        </w:rPr>
        <w:t xml:space="preserve"> </w:t>
      </w:r>
    </w:p>
    <w:p w:rsidR="009C3EE1" w:rsidRPr="008824D8" w:rsidRDefault="00BD1F61" w:rsidP="008824D8">
      <w:pPr>
        <w:pStyle w:val="Tekstpodstawowywcity2"/>
        <w:spacing w:after="240"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 xml:space="preserve">Efektywność zatrudnieniowa </w:t>
      </w:r>
      <w:r w:rsidR="00CE79DF">
        <w:rPr>
          <w:b/>
          <w:szCs w:val="24"/>
        </w:rPr>
        <w:t>na koniec grudnia 2017r. wyniosła 100</w:t>
      </w:r>
      <w:r w:rsidRPr="00A6534D">
        <w:rPr>
          <w:b/>
          <w:szCs w:val="24"/>
        </w:rPr>
        <w:t>%.</w:t>
      </w:r>
    </w:p>
    <w:p w:rsidR="00712842" w:rsidRPr="00E70B7B" w:rsidRDefault="00712842" w:rsidP="00AB017F">
      <w:pPr>
        <w:pStyle w:val="Tekstpodstawowywcity2"/>
        <w:spacing w:line="360" w:lineRule="auto"/>
        <w:ind w:left="0"/>
        <w:rPr>
          <w:szCs w:val="24"/>
        </w:rPr>
      </w:pPr>
      <w:r>
        <w:rPr>
          <w:b/>
          <w:szCs w:val="24"/>
          <w:u w:val="single"/>
        </w:rPr>
        <w:t>Bon na zasiedlenie</w:t>
      </w:r>
      <w:r w:rsidR="00E70B7B">
        <w:rPr>
          <w:szCs w:val="24"/>
        </w:rPr>
        <w:t xml:space="preserve"> – przyznawany jest</w:t>
      </w:r>
      <w:r w:rsidR="00AB017F">
        <w:rPr>
          <w:szCs w:val="24"/>
        </w:rPr>
        <w:t xml:space="preserve"> na wniosek osoby bezrobotnej w związku z podjęciem przez niego zatrudnienia. </w:t>
      </w:r>
    </w:p>
    <w:p w:rsidR="00625FEA" w:rsidRDefault="00CE79DF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2017</w:t>
      </w:r>
      <w:r w:rsidR="00712842">
        <w:rPr>
          <w:szCs w:val="24"/>
        </w:rPr>
        <w:t xml:space="preserve"> roku urząd pracy zrealizował 2 bony na zasiedlenie. Osoby bezrobotne podjęły pracę</w:t>
      </w:r>
      <w:r w:rsidR="002A0AB2">
        <w:rPr>
          <w:szCs w:val="24"/>
        </w:rPr>
        <w:t xml:space="preserve"> w </w:t>
      </w:r>
      <w:r>
        <w:rPr>
          <w:szCs w:val="24"/>
        </w:rPr>
        <w:t>Białymstoku</w:t>
      </w:r>
      <w:r w:rsidR="002A0AB2">
        <w:rPr>
          <w:szCs w:val="24"/>
        </w:rPr>
        <w:t xml:space="preserve"> i </w:t>
      </w:r>
      <w:r>
        <w:rPr>
          <w:szCs w:val="24"/>
        </w:rPr>
        <w:t>Wrocławiu</w:t>
      </w:r>
      <w:r w:rsidR="002A0AB2">
        <w:rPr>
          <w:szCs w:val="24"/>
        </w:rPr>
        <w:t xml:space="preserve"> na stanowiskach: </w:t>
      </w:r>
      <w:r>
        <w:rPr>
          <w:szCs w:val="24"/>
        </w:rPr>
        <w:t>robotnik pomocniczy i technik farmacji</w:t>
      </w:r>
      <w:r w:rsidR="002A0AB2">
        <w:rPr>
          <w:szCs w:val="24"/>
        </w:rPr>
        <w:t>.</w:t>
      </w:r>
    </w:p>
    <w:p w:rsidR="00E213DE" w:rsidRDefault="00AB017F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</w:t>
      </w:r>
      <w:r w:rsidR="00484F13">
        <w:rPr>
          <w:szCs w:val="24"/>
        </w:rPr>
        <w:t xml:space="preserve"> 2017r. urząd zrealizował </w:t>
      </w:r>
      <w:r>
        <w:rPr>
          <w:szCs w:val="24"/>
        </w:rPr>
        <w:t xml:space="preserve">ogółem </w:t>
      </w:r>
      <w:r w:rsidR="00484F13">
        <w:rPr>
          <w:szCs w:val="24"/>
        </w:rPr>
        <w:t>40 bonów, w sto</w:t>
      </w:r>
      <w:r w:rsidR="00AD7D7A">
        <w:rPr>
          <w:szCs w:val="24"/>
        </w:rPr>
        <w:t>sunku do 2016r. nastąpił spadek</w:t>
      </w:r>
      <w:r w:rsidR="00484F13">
        <w:rPr>
          <w:szCs w:val="24"/>
        </w:rPr>
        <w:t xml:space="preserve"> o 16,7 %.</w:t>
      </w:r>
    </w:p>
    <w:p w:rsidR="00625FEA" w:rsidRPr="00625FEA" w:rsidRDefault="00625FEA" w:rsidP="00987C42">
      <w:pPr>
        <w:pStyle w:val="Tekstpodstawowywcity2"/>
        <w:spacing w:line="360" w:lineRule="auto"/>
        <w:ind w:left="0"/>
        <w:rPr>
          <w:szCs w:val="24"/>
        </w:rPr>
      </w:pPr>
    </w:p>
    <w:p w:rsidR="00E70B7B" w:rsidRDefault="008B51E2" w:rsidP="00E70B7B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4.6</w:t>
      </w:r>
      <w:r w:rsidR="00DA6F94">
        <w:rPr>
          <w:b/>
          <w:i/>
          <w:szCs w:val="24"/>
        </w:rPr>
        <w:t xml:space="preserve">.5. Dofinansowanie wynagrodzenia </w:t>
      </w:r>
      <w:r w:rsidR="00E70B7B">
        <w:rPr>
          <w:b/>
          <w:i/>
          <w:szCs w:val="24"/>
        </w:rPr>
        <w:t xml:space="preserve">pracodawcy za zatrudnionego </w:t>
      </w:r>
      <w:r w:rsidR="00DA6F94">
        <w:rPr>
          <w:b/>
          <w:i/>
          <w:szCs w:val="24"/>
        </w:rPr>
        <w:t xml:space="preserve">bezrobotnego powyżej 50 </w:t>
      </w:r>
    </w:p>
    <w:p w:rsidR="00827035" w:rsidRDefault="00DA6F94" w:rsidP="00E70B7B">
      <w:pPr>
        <w:pStyle w:val="Tekstpodstawowywcity2"/>
        <w:spacing w:line="360" w:lineRule="auto"/>
        <w:ind w:left="0" w:firstLine="708"/>
        <w:rPr>
          <w:b/>
          <w:i/>
          <w:szCs w:val="24"/>
        </w:rPr>
      </w:pPr>
      <w:r>
        <w:rPr>
          <w:b/>
          <w:i/>
          <w:szCs w:val="24"/>
        </w:rPr>
        <w:t>roku życia</w:t>
      </w:r>
    </w:p>
    <w:p w:rsidR="008B51E2" w:rsidRDefault="00E70B7B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CE79DF">
        <w:rPr>
          <w:szCs w:val="24"/>
        </w:rPr>
        <w:t>7</w:t>
      </w:r>
      <w:r>
        <w:rPr>
          <w:szCs w:val="24"/>
        </w:rPr>
        <w:t xml:space="preserve"> roku sko</w:t>
      </w:r>
      <w:r w:rsidR="00BF6F91">
        <w:rPr>
          <w:szCs w:val="24"/>
        </w:rPr>
        <w:t xml:space="preserve">rzystało z tej formy wsparcia </w:t>
      </w:r>
      <w:r w:rsidR="00CE79DF">
        <w:rPr>
          <w:szCs w:val="24"/>
        </w:rPr>
        <w:t>26</w:t>
      </w:r>
      <w:r w:rsidR="00BF6F91">
        <w:rPr>
          <w:szCs w:val="24"/>
        </w:rPr>
        <w:t xml:space="preserve"> pracodawców zatrudniając </w:t>
      </w:r>
      <w:r w:rsidR="00CE79DF">
        <w:rPr>
          <w:szCs w:val="24"/>
        </w:rPr>
        <w:t>29</w:t>
      </w:r>
      <w:r w:rsidR="00BF6F91">
        <w:rPr>
          <w:szCs w:val="24"/>
        </w:rPr>
        <w:t xml:space="preserve"> osób</w:t>
      </w:r>
      <w:r>
        <w:rPr>
          <w:szCs w:val="24"/>
        </w:rPr>
        <w:t xml:space="preserve"> powyżej 50 roku życia</w:t>
      </w:r>
      <w:r w:rsidR="00BF6F91">
        <w:rPr>
          <w:szCs w:val="24"/>
        </w:rPr>
        <w:t xml:space="preserve"> </w:t>
      </w:r>
      <w:r w:rsidR="00CE79DF">
        <w:rPr>
          <w:szCs w:val="24"/>
        </w:rPr>
        <w:t>z tego:</w:t>
      </w:r>
    </w:p>
    <w:p w:rsidR="00CE79DF" w:rsidRDefault="00CE79DF" w:rsidP="00CE79DF">
      <w:pPr>
        <w:pStyle w:val="Tekstpodstawowywcity2"/>
        <w:numPr>
          <w:ilvl w:val="0"/>
          <w:numId w:val="76"/>
        </w:numPr>
        <w:spacing w:line="360" w:lineRule="auto"/>
        <w:rPr>
          <w:szCs w:val="24"/>
        </w:rPr>
      </w:pPr>
      <w:r>
        <w:rPr>
          <w:szCs w:val="24"/>
        </w:rPr>
        <w:t xml:space="preserve">18 osób zatrudniono w ramach środków </w:t>
      </w:r>
      <w:proofErr w:type="spellStart"/>
      <w:r>
        <w:rPr>
          <w:szCs w:val="24"/>
        </w:rPr>
        <w:t>algorytmowych</w:t>
      </w:r>
      <w:proofErr w:type="spellEnd"/>
      <w:r>
        <w:rPr>
          <w:szCs w:val="24"/>
        </w:rPr>
        <w:t xml:space="preserve"> Funduszu Pracy</w:t>
      </w:r>
    </w:p>
    <w:p w:rsidR="00CE79DF" w:rsidRDefault="00CE79DF" w:rsidP="00CE79DF">
      <w:pPr>
        <w:pStyle w:val="Tekstpodstawowywcity2"/>
        <w:numPr>
          <w:ilvl w:val="0"/>
          <w:numId w:val="76"/>
        </w:numPr>
        <w:spacing w:line="360" w:lineRule="auto"/>
        <w:rPr>
          <w:szCs w:val="24"/>
        </w:rPr>
      </w:pPr>
      <w:r>
        <w:rPr>
          <w:szCs w:val="24"/>
        </w:rPr>
        <w:t xml:space="preserve">11 osób zatrudniono w ramach projektów RPO </w:t>
      </w:r>
      <w:r w:rsidR="000C43CD">
        <w:rPr>
          <w:szCs w:val="24"/>
        </w:rPr>
        <w:t>współfinansowanego w ramach EFS</w:t>
      </w:r>
    </w:p>
    <w:p w:rsidR="000C43CD" w:rsidRDefault="000C43CD" w:rsidP="000C43CD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stosunku do 2016 roku zwiększyła si</w:t>
      </w:r>
      <w:r w:rsidR="00484F13">
        <w:rPr>
          <w:szCs w:val="24"/>
        </w:rPr>
        <w:t>ę liczba osób skierowanych na tę formę</w:t>
      </w:r>
      <w:r>
        <w:rPr>
          <w:szCs w:val="24"/>
        </w:rPr>
        <w:t xml:space="preserve"> wsparcia o 10 osób tj. 52,6%.</w:t>
      </w:r>
    </w:p>
    <w:p w:rsidR="000C43CD" w:rsidRDefault="000C43CD" w:rsidP="000C43CD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Osoby bezrobotne zatrudnione zostały m. in. na stanowisku: ślusarz, doradca klienta, technik prac biurowych, kierowca – kurier, projektant wzornictwa, konsultant telefoniczny, zaopatrzeniowiec, operator koparki, nauczyciel przedszkola, inżynier budowy, szef kuchni.</w:t>
      </w:r>
    </w:p>
    <w:p w:rsidR="00BF6F91" w:rsidRDefault="00BF6F91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Ogółem tą fo</w:t>
      </w:r>
      <w:r w:rsidR="00AD7D7A">
        <w:rPr>
          <w:szCs w:val="24"/>
        </w:rPr>
        <w:t>rmą</w:t>
      </w:r>
      <w:r w:rsidR="000C43CD">
        <w:rPr>
          <w:szCs w:val="24"/>
        </w:rPr>
        <w:t xml:space="preserve"> wsparcia objęto 61 osób, </w:t>
      </w:r>
      <w:r w:rsidR="00AB017F">
        <w:rPr>
          <w:szCs w:val="24"/>
        </w:rPr>
        <w:t>w tym</w:t>
      </w:r>
      <w:r w:rsidR="000C43CD">
        <w:rPr>
          <w:szCs w:val="24"/>
        </w:rPr>
        <w:t xml:space="preserve"> 32 osoby z 2016</w:t>
      </w:r>
      <w:r>
        <w:rPr>
          <w:szCs w:val="24"/>
        </w:rPr>
        <w:t xml:space="preserve">r. </w:t>
      </w:r>
    </w:p>
    <w:p w:rsidR="00BF6F91" w:rsidRPr="00A6534D" w:rsidRDefault="00BF6F91" w:rsidP="00987C42">
      <w:pPr>
        <w:pStyle w:val="Tekstpodstawowywcity2"/>
        <w:spacing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 xml:space="preserve">Efektywność zatrudnieniowa </w:t>
      </w:r>
      <w:r w:rsidR="000C43CD">
        <w:rPr>
          <w:b/>
          <w:szCs w:val="24"/>
        </w:rPr>
        <w:t>na koniec grudnia 2017r. wyniosła 52</w:t>
      </w:r>
      <w:r w:rsidRPr="00A6534D">
        <w:rPr>
          <w:b/>
          <w:szCs w:val="24"/>
        </w:rPr>
        <w:t>%.</w:t>
      </w:r>
    </w:p>
    <w:p w:rsidR="00FD7B6A" w:rsidRPr="005E2517" w:rsidRDefault="008B51E2" w:rsidP="00987C4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ab/>
      </w:r>
    </w:p>
    <w:p w:rsidR="00C47958" w:rsidRPr="00D12D18" w:rsidRDefault="00CD022E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B61DFA" w:rsidRPr="00D12D18">
        <w:rPr>
          <w:b/>
          <w:i/>
          <w:szCs w:val="24"/>
        </w:rPr>
        <w:t>.</w:t>
      </w:r>
      <w:r w:rsidR="00256D27">
        <w:rPr>
          <w:b/>
          <w:i/>
          <w:szCs w:val="24"/>
        </w:rPr>
        <w:t>6</w:t>
      </w:r>
      <w:r w:rsidR="00B61DFA" w:rsidRPr="00D12D18">
        <w:rPr>
          <w:b/>
          <w:i/>
          <w:szCs w:val="24"/>
        </w:rPr>
        <w:t xml:space="preserve">. </w:t>
      </w:r>
      <w:r w:rsidR="00C47958" w:rsidRPr="00D12D18">
        <w:rPr>
          <w:b/>
          <w:i/>
          <w:szCs w:val="24"/>
        </w:rPr>
        <w:t>Prace społecznie użyteczne</w:t>
      </w:r>
    </w:p>
    <w:p w:rsidR="00CD022E" w:rsidRDefault="007F5453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4B7E8B" w:rsidRPr="000733E7">
        <w:rPr>
          <w:szCs w:val="24"/>
        </w:rPr>
        <w:t>1</w:t>
      </w:r>
      <w:r w:rsidR="000C43CD">
        <w:rPr>
          <w:szCs w:val="24"/>
        </w:rPr>
        <w:t>7</w:t>
      </w:r>
      <w:r w:rsidR="00C47958" w:rsidRPr="000733E7">
        <w:rPr>
          <w:szCs w:val="24"/>
        </w:rPr>
        <w:t xml:space="preserve">r. urząd </w:t>
      </w:r>
      <w:r w:rsidR="00CD022E">
        <w:rPr>
          <w:szCs w:val="24"/>
        </w:rPr>
        <w:t xml:space="preserve">zorganizował </w:t>
      </w:r>
      <w:r w:rsidR="00E70B7B">
        <w:rPr>
          <w:szCs w:val="24"/>
        </w:rPr>
        <w:t xml:space="preserve">prace społecznie użyteczne </w:t>
      </w:r>
      <w:r w:rsidR="00CD022E">
        <w:rPr>
          <w:szCs w:val="24"/>
        </w:rPr>
        <w:t>w</w:t>
      </w:r>
      <w:r w:rsidRPr="000733E7">
        <w:rPr>
          <w:szCs w:val="24"/>
        </w:rPr>
        <w:t xml:space="preserve"> </w:t>
      </w:r>
      <w:r w:rsidR="000C43CD">
        <w:rPr>
          <w:szCs w:val="24"/>
        </w:rPr>
        <w:t>4</w:t>
      </w:r>
      <w:r w:rsidR="00422A1C">
        <w:rPr>
          <w:szCs w:val="24"/>
        </w:rPr>
        <w:t xml:space="preserve"> gmin</w:t>
      </w:r>
      <w:r w:rsidR="00CD022E">
        <w:rPr>
          <w:szCs w:val="24"/>
        </w:rPr>
        <w:t>ach</w:t>
      </w:r>
      <w:r w:rsidRPr="000733E7">
        <w:rPr>
          <w:szCs w:val="24"/>
        </w:rPr>
        <w:t xml:space="preserve">: </w:t>
      </w:r>
      <w:r w:rsidR="00422A1C">
        <w:rPr>
          <w:szCs w:val="24"/>
        </w:rPr>
        <w:t>Ko</w:t>
      </w:r>
      <w:r w:rsidR="00D12D18">
        <w:rPr>
          <w:szCs w:val="24"/>
        </w:rPr>
        <w:t>łbiel, Wiązowna</w:t>
      </w:r>
      <w:r w:rsidR="000C43CD">
        <w:rPr>
          <w:szCs w:val="24"/>
        </w:rPr>
        <w:t>, Karczew</w:t>
      </w:r>
      <w:r w:rsidR="00FD7B6A">
        <w:rPr>
          <w:szCs w:val="24"/>
        </w:rPr>
        <w:t xml:space="preserve"> i</w:t>
      </w:r>
      <w:r w:rsidR="00422A1C">
        <w:rPr>
          <w:szCs w:val="24"/>
        </w:rPr>
        <w:t xml:space="preserve"> Celestynów</w:t>
      </w:r>
      <w:r w:rsidR="00FD7B6A">
        <w:rPr>
          <w:szCs w:val="24"/>
        </w:rPr>
        <w:t xml:space="preserve">. </w:t>
      </w:r>
      <w:r w:rsidR="00CD022E">
        <w:rPr>
          <w:szCs w:val="24"/>
        </w:rPr>
        <w:t>P</w:t>
      </w:r>
      <w:r w:rsidR="00716409" w:rsidRPr="000733E7">
        <w:rPr>
          <w:szCs w:val="24"/>
        </w:rPr>
        <w:t>racę</w:t>
      </w:r>
      <w:r w:rsidR="00C47958" w:rsidRPr="000733E7">
        <w:rPr>
          <w:szCs w:val="24"/>
        </w:rPr>
        <w:t xml:space="preserve"> </w:t>
      </w:r>
      <w:r w:rsidR="00DD2CFE" w:rsidRPr="000733E7">
        <w:rPr>
          <w:szCs w:val="24"/>
        </w:rPr>
        <w:t>pod</w:t>
      </w:r>
      <w:r w:rsidRPr="000733E7">
        <w:rPr>
          <w:szCs w:val="24"/>
        </w:rPr>
        <w:t>jęł</w:t>
      </w:r>
      <w:r w:rsidR="00704EC3">
        <w:rPr>
          <w:szCs w:val="24"/>
        </w:rPr>
        <w:t>o</w:t>
      </w:r>
      <w:r w:rsidRPr="000733E7">
        <w:rPr>
          <w:szCs w:val="24"/>
        </w:rPr>
        <w:t xml:space="preserve"> </w:t>
      </w:r>
      <w:r w:rsidR="000C43CD">
        <w:rPr>
          <w:b/>
          <w:szCs w:val="24"/>
        </w:rPr>
        <w:t>59</w:t>
      </w:r>
      <w:r w:rsidRPr="000733E7">
        <w:rPr>
          <w:szCs w:val="24"/>
        </w:rPr>
        <w:t xml:space="preserve"> os</w:t>
      </w:r>
      <w:r w:rsidR="00704EC3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0C43CD">
        <w:rPr>
          <w:szCs w:val="24"/>
        </w:rPr>
        <w:t>4</w:t>
      </w:r>
      <w:r w:rsidR="00C47958" w:rsidRPr="000733E7">
        <w:rPr>
          <w:szCs w:val="24"/>
        </w:rPr>
        <w:t xml:space="preserve"> kobiet.</w:t>
      </w:r>
      <w:r w:rsidR="000C43CD">
        <w:rPr>
          <w:szCs w:val="24"/>
        </w:rPr>
        <w:t xml:space="preserve"> W stosunku do 2016r. zwiększyła się liczba skierowanych na prace społecznie użyteczne o 28 osób tj. 90,3%.</w:t>
      </w:r>
      <w:r w:rsidR="00E22A72" w:rsidRPr="000733E7">
        <w:rPr>
          <w:szCs w:val="24"/>
        </w:rPr>
        <w:t xml:space="preserve"> </w:t>
      </w:r>
    </w:p>
    <w:p w:rsidR="00E70B7B" w:rsidRDefault="00E70B7B" w:rsidP="00E70B7B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Skierowani bezrobotni w ramach prac społecznie użytecznych wykonywali:</w:t>
      </w:r>
    </w:p>
    <w:p w:rsidR="00931A0F" w:rsidRPr="000733E7" w:rsidRDefault="00931A0F" w:rsidP="004F76B2">
      <w:pPr>
        <w:pStyle w:val="Tekstpodstawowywcity2"/>
        <w:numPr>
          <w:ilvl w:val="0"/>
          <w:numId w:val="67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prace porządkowe </w:t>
      </w:r>
      <w:r w:rsidR="000E2DA5">
        <w:rPr>
          <w:szCs w:val="24"/>
        </w:rPr>
        <w:t>na terenie gminy</w:t>
      </w:r>
      <w:r w:rsidR="00B96A06">
        <w:rPr>
          <w:szCs w:val="24"/>
        </w:rPr>
        <w:t>,</w:t>
      </w:r>
    </w:p>
    <w:p w:rsidR="00C47958" w:rsidRPr="000733E7" w:rsidRDefault="00C47958" w:rsidP="00F75820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prace porządkowe </w:t>
      </w:r>
      <w:r w:rsidR="000E2DA5">
        <w:rPr>
          <w:szCs w:val="24"/>
        </w:rPr>
        <w:t>na terenie obiektów użyteczno</w:t>
      </w:r>
      <w:r w:rsidR="00B96A06">
        <w:rPr>
          <w:szCs w:val="24"/>
        </w:rPr>
        <w:t>ści</w:t>
      </w:r>
      <w:r w:rsidR="000E2DA5">
        <w:rPr>
          <w:szCs w:val="24"/>
        </w:rPr>
        <w:t xml:space="preserve"> publiczn</w:t>
      </w:r>
      <w:r w:rsidR="00EC6FD7">
        <w:rPr>
          <w:szCs w:val="24"/>
        </w:rPr>
        <w:t>e</w:t>
      </w:r>
      <w:r w:rsidR="00B96A06">
        <w:rPr>
          <w:szCs w:val="24"/>
        </w:rPr>
        <w:t>j,</w:t>
      </w:r>
    </w:p>
    <w:p w:rsidR="00931A0F" w:rsidRDefault="000E2DA5" w:rsidP="00F75820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>
        <w:rPr>
          <w:szCs w:val="24"/>
        </w:rPr>
        <w:t>prace porządkowe i remontowe na drogach gminnych</w:t>
      </w:r>
      <w:r w:rsidR="00B96A06">
        <w:rPr>
          <w:szCs w:val="24"/>
        </w:rPr>
        <w:t>,</w:t>
      </w:r>
    </w:p>
    <w:p w:rsidR="000E2DA5" w:rsidRDefault="000E2DA5" w:rsidP="00F75820">
      <w:pPr>
        <w:pStyle w:val="Tekstpodstawowywcity2"/>
        <w:numPr>
          <w:ilvl w:val="0"/>
          <w:numId w:val="42"/>
        </w:numPr>
        <w:spacing w:line="360" w:lineRule="auto"/>
        <w:rPr>
          <w:szCs w:val="24"/>
        </w:rPr>
      </w:pPr>
      <w:r>
        <w:rPr>
          <w:szCs w:val="24"/>
        </w:rPr>
        <w:t>pomoc w opiece nad osobami starszymi</w:t>
      </w:r>
      <w:r w:rsidR="00B96A06">
        <w:rPr>
          <w:szCs w:val="24"/>
        </w:rPr>
        <w:t>,</w:t>
      </w:r>
    </w:p>
    <w:p w:rsidR="00C76033" w:rsidRDefault="0073357B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>Efekty</w:t>
      </w:r>
      <w:r>
        <w:rPr>
          <w:b/>
          <w:szCs w:val="24"/>
        </w:rPr>
        <w:t xml:space="preserve">wność zatrudnieniowa </w:t>
      </w:r>
      <w:r w:rsidR="000C43CD">
        <w:rPr>
          <w:b/>
          <w:szCs w:val="24"/>
        </w:rPr>
        <w:t>na koniec grudnia 2017r. wyniosła 20</w:t>
      </w:r>
      <w:r w:rsidRPr="00A6534D">
        <w:rPr>
          <w:b/>
          <w:szCs w:val="24"/>
        </w:rPr>
        <w:t>%.</w:t>
      </w:r>
    </w:p>
    <w:p w:rsidR="00C76033" w:rsidRPr="00C76033" w:rsidRDefault="00C76033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2F5F62" w:rsidRPr="007924B8" w:rsidRDefault="00CD022E" w:rsidP="00AE6123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</w:t>
      </w:r>
      <w:r w:rsidR="00AE6123">
        <w:rPr>
          <w:b/>
          <w:i/>
          <w:szCs w:val="24"/>
        </w:rPr>
        <w:t>.</w:t>
      </w:r>
      <w:r w:rsidR="00256D27">
        <w:rPr>
          <w:b/>
          <w:i/>
          <w:szCs w:val="24"/>
        </w:rPr>
        <w:t>7</w:t>
      </w:r>
      <w:r w:rsidR="00AE6123">
        <w:rPr>
          <w:b/>
          <w:i/>
          <w:szCs w:val="24"/>
        </w:rPr>
        <w:t>.</w:t>
      </w:r>
      <w:r w:rsidR="00206D5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Jednorazowe środki dla bezrobotnych na podjęcie działalności</w:t>
      </w:r>
      <w:r w:rsidR="007924B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gospodarc</w:t>
      </w:r>
      <w:r w:rsidR="007924B8">
        <w:rPr>
          <w:b/>
          <w:i/>
          <w:szCs w:val="24"/>
        </w:rPr>
        <w:t xml:space="preserve">zej </w:t>
      </w:r>
    </w:p>
    <w:p w:rsidR="00CD022E" w:rsidRDefault="003C73C0" w:rsidP="00294FF0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2017</w:t>
      </w:r>
      <w:r w:rsidR="008A2E5E">
        <w:rPr>
          <w:szCs w:val="24"/>
        </w:rPr>
        <w:t xml:space="preserve"> roku przyznano </w:t>
      </w:r>
      <w:r>
        <w:rPr>
          <w:b/>
          <w:szCs w:val="24"/>
        </w:rPr>
        <w:t>88</w:t>
      </w:r>
      <w:r w:rsidR="008A2E5E">
        <w:rPr>
          <w:b/>
          <w:szCs w:val="24"/>
        </w:rPr>
        <w:t xml:space="preserve"> </w:t>
      </w:r>
      <w:r w:rsidR="008A2E5E">
        <w:rPr>
          <w:szCs w:val="24"/>
        </w:rPr>
        <w:t>dotacji na uruchomienie działalności gospodarczej, z tego</w:t>
      </w:r>
      <w:r w:rsidR="00CD022E">
        <w:rPr>
          <w:szCs w:val="24"/>
        </w:rPr>
        <w:t>:</w:t>
      </w:r>
    </w:p>
    <w:p w:rsidR="00CD022E" w:rsidRDefault="003C73C0" w:rsidP="004F76B2">
      <w:pPr>
        <w:pStyle w:val="Tekstpodstawowywcity2"/>
        <w:numPr>
          <w:ilvl w:val="0"/>
          <w:numId w:val="66"/>
        </w:numPr>
        <w:spacing w:line="360" w:lineRule="auto"/>
        <w:rPr>
          <w:szCs w:val="24"/>
        </w:rPr>
      </w:pPr>
      <w:r>
        <w:rPr>
          <w:b/>
          <w:szCs w:val="24"/>
        </w:rPr>
        <w:t>17</w:t>
      </w:r>
      <w:r>
        <w:rPr>
          <w:szCs w:val="24"/>
        </w:rPr>
        <w:t xml:space="preserve"> dotacji</w:t>
      </w:r>
      <w:r w:rsidR="008A2E5E">
        <w:rPr>
          <w:szCs w:val="24"/>
        </w:rPr>
        <w:t xml:space="preserve"> wypłacono ze środków </w:t>
      </w:r>
      <w:proofErr w:type="spellStart"/>
      <w:r w:rsidR="008A2E5E">
        <w:rPr>
          <w:szCs w:val="24"/>
        </w:rPr>
        <w:t>algorytmowych</w:t>
      </w:r>
      <w:proofErr w:type="spellEnd"/>
      <w:r w:rsidR="008A2E5E">
        <w:rPr>
          <w:szCs w:val="24"/>
        </w:rPr>
        <w:t xml:space="preserve"> Funduszu Pracy,</w:t>
      </w:r>
    </w:p>
    <w:p w:rsidR="00CD022E" w:rsidRDefault="003C73C0" w:rsidP="004F76B2">
      <w:pPr>
        <w:pStyle w:val="Tekstpodstawowywcity2"/>
        <w:numPr>
          <w:ilvl w:val="0"/>
          <w:numId w:val="66"/>
        </w:numPr>
        <w:spacing w:line="360" w:lineRule="auto"/>
        <w:rPr>
          <w:szCs w:val="24"/>
        </w:rPr>
      </w:pPr>
      <w:r>
        <w:rPr>
          <w:b/>
          <w:szCs w:val="24"/>
        </w:rPr>
        <w:t>33</w:t>
      </w:r>
      <w:r w:rsidR="002504A8">
        <w:rPr>
          <w:szCs w:val="24"/>
        </w:rPr>
        <w:t xml:space="preserve"> dotacje</w:t>
      </w:r>
      <w:r w:rsidR="00FD7B6A">
        <w:rPr>
          <w:szCs w:val="24"/>
        </w:rPr>
        <w:t xml:space="preserve"> wypłacono w ramach programu </w:t>
      </w:r>
      <w:r w:rsidR="0053007D">
        <w:rPr>
          <w:szCs w:val="24"/>
        </w:rPr>
        <w:t>współfinansowanego z Europejskiego Funduszu Społecznego</w:t>
      </w:r>
      <w:r w:rsidR="00FD7B6A">
        <w:rPr>
          <w:szCs w:val="24"/>
        </w:rPr>
        <w:t xml:space="preserve"> - POWER</w:t>
      </w:r>
    </w:p>
    <w:p w:rsidR="00CD022E" w:rsidRDefault="003C73C0" w:rsidP="004F76B2">
      <w:pPr>
        <w:pStyle w:val="Tekstpodstawowywcity2"/>
        <w:numPr>
          <w:ilvl w:val="0"/>
          <w:numId w:val="66"/>
        </w:numPr>
        <w:spacing w:line="360" w:lineRule="auto"/>
        <w:rPr>
          <w:szCs w:val="24"/>
        </w:rPr>
      </w:pPr>
      <w:r>
        <w:rPr>
          <w:b/>
          <w:szCs w:val="24"/>
        </w:rPr>
        <w:lastRenderedPageBreak/>
        <w:t>25</w:t>
      </w:r>
      <w:r w:rsidR="00D232C7">
        <w:rPr>
          <w:szCs w:val="24"/>
        </w:rPr>
        <w:t xml:space="preserve"> dotacji </w:t>
      </w:r>
      <w:r w:rsidR="00FD7B6A">
        <w:rPr>
          <w:szCs w:val="24"/>
        </w:rPr>
        <w:t xml:space="preserve"> wypłacono w ramach programu</w:t>
      </w:r>
      <w:r w:rsidR="0053007D">
        <w:rPr>
          <w:szCs w:val="24"/>
        </w:rPr>
        <w:t xml:space="preserve"> współfinansowanego z Europejskiego Funduszu Społecznego</w:t>
      </w:r>
      <w:r w:rsidR="00FD7B6A">
        <w:rPr>
          <w:szCs w:val="24"/>
        </w:rPr>
        <w:t xml:space="preserve"> </w:t>
      </w:r>
      <w:r w:rsidR="0073357B">
        <w:rPr>
          <w:szCs w:val="24"/>
        </w:rPr>
        <w:t>–</w:t>
      </w:r>
      <w:r w:rsidR="00FD7B6A">
        <w:rPr>
          <w:szCs w:val="24"/>
        </w:rPr>
        <w:t xml:space="preserve"> RPO</w:t>
      </w:r>
      <w:r w:rsidR="0073357B">
        <w:rPr>
          <w:szCs w:val="24"/>
        </w:rPr>
        <w:t xml:space="preserve"> </w:t>
      </w:r>
      <w:r w:rsidR="00FD7B6A">
        <w:rPr>
          <w:szCs w:val="24"/>
        </w:rPr>
        <w:t>WM</w:t>
      </w:r>
    </w:p>
    <w:p w:rsidR="008F4FA3" w:rsidRDefault="003C73C0" w:rsidP="004F76B2">
      <w:pPr>
        <w:pStyle w:val="Tekstpodstawowywcity2"/>
        <w:numPr>
          <w:ilvl w:val="0"/>
          <w:numId w:val="66"/>
        </w:numPr>
        <w:spacing w:after="0" w:line="360" w:lineRule="auto"/>
        <w:rPr>
          <w:szCs w:val="24"/>
        </w:rPr>
      </w:pPr>
      <w:r w:rsidRPr="003C73C0">
        <w:rPr>
          <w:b/>
          <w:szCs w:val="24"/>
        </w:rPr>
        <w:t>13</w:t>
      </w:r>
      <w:r w:rsidR="001B2658" w:rsidRPr="003C73C0">
        <w:rPr>
          <w:b/>
          <w:szCs w:val="24"/>
        </w:rPr>
        <w:t xml:space="preserve"> </w:t>
      </w:r>
      <w:r w:rsidR="001B2658">
        <w:rPr>
          <w:szCs w:val="24"/>
        </w:rPr>
        <w:t>dotacji wypł</w:t>
      </w:r>
      <w:r w:rsidR="00D232C7">
        <w:rPr>
          <w:szCs w:val="24"/>
        </w:rPr>
        <w:t>acono ze środków rezerwy Ministra Rodziny, Pracy i Polityki Społecznej</w:t>
      </w:r>
    </w:p>
    <w:p w:rsidR="00190377" w:rsidRPr="000733E7" w:rsidRDefault="00190377" w:rsidP="0087179A">
      <w:pPr>
        <w:spacing w:line="360" w:lineRule="auto"/>
        <w:jc w:val="both"/>
        <w:rPr>
          <w:sz w:val="24"/>
          <w:szCs w:val="24"/>
        </w:rPr>
      </w:pPr>
    </w:p>
    <w:p w:rsidR="000F4EC0" w:rsidRDefault="000F4EC0" w:rsidP="00732E39">
      <w:pPr>
        <w:spacing w:line="276" w:lineRule="auto"/>
        <w:ind w:left="1276" w:hanging="1276"/>
        <w:jc w:val="both"/>
        <w:rPr>
          <w:b/>
          <w:sz w:val="24"/>
          <w:szCs w:val="24"/>
        </w:rPr>
      </w:pPr>
      <w:r w:rsidRPr="007924B8">
        <w:rPr>
          <w:b/>
          <w:sz w:val="24"/>
          <w:szCs w:val="24"/>
        </w:rPr>
        <w:t xml:space="preserve">Wykres </w:t>
      </w:r>
      <w:r w:rsidR="00AA544E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 xml:space="preserve">. </w:t>
      </w:r>
      <w:r w:rsidRPr="007924B8">
        <w:rPr>
          <w:b/>
          <w:sz w:val="24"/>
          <w:szCs w:val="24"/>
        </w:rPr>
        <w:t>Udzielone dotacje ze środków fina</w:t>
      </w:r>
      <w:r>
        <w:rPr>
          <w:b/>
          <w:sz w:val="24"/>
          <w:szCs w:val="24"/>
        </w:rPr>
        <w:t xml:space="preserve">nsowych EFS, </w:t>
      </w:r>
      <w:r w:rsidRPr="007924B8">
        <w:rPr>
          <w:b/>
          <w:sz w:val="24"/>
          <w:szCs w:val="24"/>
        </w:rPr>
        <w:t>FP</w:t>
      </w:r>
      <w:r>
        <w:rPr>
          <w:b/>
          <w:sz w:val="24"/>
          <w:szCs w:val="24"/>
        </w:rPr>
        <w:t xml:space="preserve">, rezerwa </w:t>
      </w:r>
      <w:proofErr w:type="spellStart"/>
      <w:r>
        <w:rPr>
          <w:b/>
          <w:sz w:val="24"/>
          <w:szCs w:val="24"/>
        </w:rPr>
        <w:t>M</w:t>
      </w:r>
      <w:r w:rsidR="00E104D1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PiPS</w:t>
      </w:r>
      <w:proofErr w:type="spellEnd"/>
      <w:r w:rsidRPr="007924B8">
        <w:rPr>
          <w:b/>
          <w:sz w:val="24"/>
          <w:szCs w:val="24"/>
        </w:rPr>
        <w:t xml:space="preserve"> </w:t>
      </w:r>
      <w:r w:rsidR="000711D0">
        <w:rPr>
          <w:b/>
          <w:sz w:val="24"/>
          <w:szCs w:val="24"/>
        </w:rPr>
        <w:br/>
      </w:r>
      <w:r w:rsidRPr="007924B8">
        <w:rPr>
          <w:b/>
          <w:sz w:val="24"/>
          <w:szCs w:val="24"/>
        </w:rPr>
        <w:t>w latach 201</w:t>
      </w:r>
      <w:r w:rsidR="003C73C0">
        <w:rPr>
          <w:b/>
          <w:sz w:val="24"/>
          <w:szCs w:val="24"/>
        </w:rPr>
        <w:t>6</w:t>
      </w:r>
      <w:r w:rsidRPr="007924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7924B8">
        <w:rPr>
          <w:b/>
          <w:sz w:val="24"/>
          <w:szCs w:val="24"/>
        </w:rPr>
        <w:t xml:space="preserve"> 201</w:t>
      </w:r>
      <w:r w:rsidR="003C73C0">
        <w:rPr>
          <w:b/>
          <w:sz w:val="24"/>
          <w:szCs w:val="24"/>
        </w:rPr>
        <w:t>7</w:t>
      </w:r>
    </w:p>
    <w:p w:rsidR="000F4EC0" w:rsidRDefault="000F4EC0" w:rsidP="005D3ED1">
      <w:pPr>
        <w:spacing w:after="0" w:line="276" w:lineRule="auto"/>
        <w:jc w:val="both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6114553" cy="3085107"/>
            <wp:effectExtent l="0" t="0" r="19685" b="20320"/>
            <wp:docPr id="63" name="Wykres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494817" w:rsidRDefault="00494817" w:rsidP="000F4EC0">
      <w:pPr>
        <w:spacing w:line="360" w:lineRule="auto"/>
        <w:jc w:val="both"/>
        <w:rPr>
          <w:b/>
          <w:sz w:val="24"/>
          <w:szCs w:val="24"/>
        </w:rPr>
      </w:pPr>
    </w:p>
    <w:p w:rsidR="00395BA6" w:rsidRDefault="00D70764" w:rsidP="00DC79F0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Dotacje przeznaczone były głó</w:t>
      </w:r>
      <w:r w:rsidR="008645CC">
        <w:rPr>
          <w:b/>
          <w:sz w:val="24"/>
          <w:szCs w:val="24"/>
        </w:rPr>
        <w:t>wnie na działalności</w:t>
      </w:r>
      <w:r w:rsidR="00811E03">
        <w:rPr>
          <w:b/>
          <w:sz w:val="24"/>
          <w:szCs w:val="24"/>
        </w:rPr>
        <w:t xml:space="preserve"> o profilu usługowym</w:t>
      </w:r>
      <w:r w:rsidR="008645CC">
        <w:rPr>
          <w:b/>
          <w:sz w:val="24"/>
          <w:szCs w:val="24"/>
        </w:rPr>
        <w:t>, np.:</w:t>
      </w:r>
    </w:p>
    <w:p w:rsidR="005D3ED1" w:rsidRDefault="003C73C0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Wycena nieruchomości, pośrednictwo i doradztwo na rynku nieruchomości,</w:t>
      </w:r>
    </w:p>
    <w:p w:rsidR="003C73C0" w:rsidRDefault="003C73C0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Agencja reklamowa, </w:t>
      </w:r>
    </w:p>
    <w:p w:rsidR="003C73C0" w:rsidRDefault="003C73C0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rachunkowo-księgowe,</w:t>
      </w:r>
    </w:p>
    <w:p w:rsidR="003C73C0" w:rsidRDefault="003C73C0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fizjoterapeutyczne,</w:t>
      </w:r>
    </w:p>
    <w:p w:rsidR="003C73C0" w:rsidRDefault="003C73C0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Administracyjna obsługa firm – archiwizacja,</w:t>
      </w:r>
    </w:p>
    <w:p w:rsidR="003C73C0" w:rsidRDefault="003C73C0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Usługi informatyczne, </w:t>
      </w:r>
    </w:p>
    <w:p w:rsidR="003C73C0" w:rsidRDefault="003C73C0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architektoniczne i dekoracyjne,</w:t>
      </w:r>
    </w:p>
    <w:p w:rsidR="003C73C0" w:rsidRDefault="003C73C0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Projektowanie o</w:t>
      </w:r>
      <w:r w:rsidR="003A4140">
        <w:rPr>
          <w:sz w:val="24"/>
          <w:szCs w:val="24"/>
        </w:rPr>
        <w:t>raz wykonywanie ogrodów w szkle</w:t>
      </w:r>
      <w:r>
        <w:rPr>
          <w:sz w:val="24"/>
          <w:szCs w:val="24"/>
        </w:rPr>
        <w:t xml:space="preserve">, </w:t>
      </w:r>
    </w:p>
    <w:p w:rsidR="003C73C0" w:rsidRDefault="00226189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związane z poprawą kondycji fizycznej,</w:t>
      </w:r>
    </w:p>
    <w:p w:rsidR="00226189" w:rsidRDefault="00226189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Usługi elektryczne i teletechniczne, </w:t>
      </w:r>
    </w:p>
    <w:p w:rsidR="00226189" w:rsidRDefault="00226189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Usługi fotograficzne, </w:t>
      </w:r>
    </w:p>
    <w:p w:rsidR="00226189" w:rsidRPr="000711D0" w:rsidRDefault="00226189" w:rsidP="003C73C0">
      <w:pPr>
        <w:pStyle w:val="Akapitzlist"/>
        <w:numPr>
          <w:ilvl w:val="0"/>
          <w:numId w:val="6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kosmetyczne.</w:t>
      </w:r>
    </w:p>
    <w:p w:rsidR="00EE3FF5" w:rsidRDefault="00EE3FF5" w:rsidP="00964637">
      <w:pPr>
        <w:spacing w:line="360" w:lineRule="auto"/>
        <w:jc w:val="both"/>
        <w:rPr>
          <w:sz w:val="24"/>
          <w:szCs w:val="24"/>
        </w:rPr>
      </w:pPr>
    </w:p>
    <w:p w:rsidR="00E9020A" w:rsidRPr="00964637" w:rsidRDefault="00E9020A" w:rsidP="00964637">
      <w:pPr>
        <w:spacing w:line="360" w:lineRule="auto"/>
        <w:jc w:val="both"/>
        <w:rPr>
          <w:sz w:val="24"/>
          <w:szCs w:val="24"/>
        </w:rPr>
      </w:pPr>
    </w:p>
    <w:p w:rsidR="00A4547A" w:rsidRDefault="00D232C7" w:rsidP="000F4EC0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4.6</w:t>
      </w:r>
      <w:r w:rsidR="00256D27">
        <w:rPr>
          <w:b/>
          <w:i/>
          <w:szCs w:val="24"/>
        </w:rPr>
        <w:t>.8</w:t>
      </w:r>
      <w:r w:rsidR="0087179A" w:rsidRPr="0087179A">
        <w:rPr>
          <w:b/>
          <w:i/>
          <w:szCs w:val="24"/>
        </w:rPr>
        <w:t xml:space="preserve">. Refundacja kosztów wyposażenia lub doposażenia stanowiska pracy dla osoby </w:t>
      </w:r>
    </w:p>
    <w:p w:rsidR="0087179A" w:rsidRPr="0087179A" w:rsidRDefault="00A4547A" w:rsidP="005D3ED1">
      <w:pPr>
        <w:pStyle w:val="Tekstpodstawowywcity2"/>
        <w:spacing w:after="0"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          </w:t>
      </w:r>
      <w:r w:rsidR="0087179A" w:rsidRPr="0087179A">
        <w:rPr>
          <w:b/>
          <w:i/>
          <w:szCs w:val="24"/>
        </w:rPr>
        <w:t>bezrobotnej</w:t>
      </w:r>
    </w:p>
    <w:p w:rsidR="00D232C7" w:rsidRDefault="000F4EC0" w:rsidP="00226189">
      <w:pPr>
        <w:pStyle w:val="Tekstpodstawowywcity2"/>
        <w:spacing w:line="360" w:lineRule="auto"/>
        <w:ind w:left="0"/>
        <w:rPr>
          <w:szCs w:val="24"/>
        </w:rPr>
      </w:pPr>
      <w:r w:rsidRPr="00065220">
        <w:rPr>
          <w:szCs w:val="24"/>
        </w:rPr>
        <w:t xml:space="preserve">W analizowanym okresie </w:t>
      </w:r>
      <w:r w:rsidR="00C93C2E">
        <w:rPr>
          <w:szCs w:val="24"/>
        </w:rPr>
        <w:t xml:space="preserve">urząd </w:t>
      </w:r>
      <w:r w:rsidR="00664586">
        <w:rPr>
          <w:szCs w:val="24"/>
        </w:rPr>
        <w:t>podpisał</w:t>
      </w:r>
      <w:r>
        <w:rPr>
          <w:szCs w:val="24"/>
        </w:rPr>
        <w:t xml:space="preserve"> </w:t>
      </w:r>
      <w:r w:rsidR="00226189">
        <w:rPr>
          <w:b/>
          <w:szCs w:val="24"/>
        </w:rPr>
        <w:t>4</w:t>
      </w:r>
      <w:r w:rsidR="00664586">
        <w:rPr>
          <w:b/>
          <w:szCs w:val="24"/>
        </w:rPr>
        <w:t xml:space="preserve"> </w:t>
      </w:r>
      <w:r w:rsidR="00226189">
        <w:rPr>
          <w:szCs w:val="24"/>
        </w:rPr>
        <w:t>umowy</w:t>
      </w:r>
      <w:r w:rsidR="0053007D">
        <w:rPr>
          <w:szCs w:val="24"/>
        </w:rPr>
        <w:t xml:space="preserve"> z pracodawcami w ramach </w:t>
      </w:r>
      <w:r w:rsidRPr="00065220">
        <w:rPr>
          <w:b/>
          <w:szCs w:val="24"/>
        </w:rPr>
        <w:t>refundacji kosztów wyposażenia</w:t>
      </w:r>
      <w:r w:rsidR="0087179A">
        <w:rPr>
          <w:b/>
          <w:szCs w:val="24"/>
        </w:rPr>
        <w:t xml:space="preserve"> lub</w:t>
      </w:r>
      <w:r w:rsidRPr="00065220">
        <w:rPr>
          <w:b/>
          <w:szCs w:val="24"/>
        </w:rPr>
        <w:t xml:space="preserve"> doposażenia stanowiska pracy</w:t>
      </w:r>
      <w:r w:rsidRPr="00065220">
        <w:rPr>
          <w:szCs w:val="24"/>
        </w:rPr>
        <w:t xml:space="preserve"> dla </w:t>
      </w:r>
      <w:r w:rsidR="00226189">
        <w:rPr>
          <w:b/>
          <w:szCs w:val="24"/>
        </w:rPr>
        <w:t>4</w:t>
      </w:r>
      <w:r w:rsidR="009B1FF4">
        <w:rPr>
          <w:szCs w:val="24"/>
        </w:rPr>
        <w:t xml:space="preserve"> </w:t>
      </w:r>
      <w:r w:rsidR="00226189">
        <w:rPr>
          <w:szCs w:val="24"/>
        </w:rPr>
        <w:t>osób</w:t>
      </w:r>
      <w:r w:rsidR="003A4140">
        <w:rPr>
          <w:szCs w:val="24"/>
        </w:rPr>
        <w:t>,</w:t>
      </w:r>
      <w:r w:rsidR="00226189">
        <w:rPr>
          <w:szCs w:val="24"/>
        </w:rPr>
        <w:t xml:space="preserve"> sfinansowane</w:t>
      </w:r>
      <w:r w:rsidR="00D232C7">
        <w:rPr>
          <w:szCs w:val="24"/>
        </w:rPr>
        <w:t xml:space="preserve"> ze środków </w:t>
      </w:r>
      <w:proofErr w:type="spellStart"/>
      <w:r w:rsidR="00D232C7">
        <w:rPr>
          <w:szCs w:val="24"/>
        </w:rPr>
        <w:t>algorytmowych</w:t>
      </w:r>
      <w:proofErr w:type="spellEnd"/>
      <w:r w:rsidR="00D232C7">
        <w:rPr>
          <w:szCs w:val="24"/>
        </w:rPr>
        <w:t xml:space="preserve"> Funduszu Pracy</w:t>
      </w:r>
      <w:r w:rsidR="00226189">
        <w:rPr>
          <w:szCs w:val="24"/>
        </w:rPr>
        <w:t>.</w:t>
      </w:r>
    </w:p>
    <w:p w:rsidR="00664586" w:rsidRDefault="00D232C7" w:rsidP="005D3ED1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Utworzone stanowiska to:</w:t>
      </w:r>
    </w:p>
    <w:p w:rsidR="00664586" w:rsidRDefault="00226189" w:rsidP="005D3ED1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kucharz,</w:t>
      </w:r>
    </w:p>
    <w:p w:rsidR="00332CF6" w:rsidRDefault="00332CF6" w:rsidP="005D3ED1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 xml:space="preserve">- </w:t>
      </w:r>
      <w:r w:rsidR="00226189">
        <w:rPr>
          <w:szCs w:val="24"/>
        </w:rPr>
        <w:t>pomoc wulkanizatora,</w:t>
      </w:r>
    </w:p>
    <w:p w:rsidR="00332CF6" w:rsidRDefault="00332CF6" w:rsidP="005D3ED1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 xml:space="preserve">- </w:t>
      </w:r>
      <w:r w:rsidR="00226189">
        <w:rPr>
          <w:szCs w:val="24"/>
        </w:rPr>
        <w:t>kosmetyczka,</w:t>
      </w:r>
    </w:p>
    <w:p w:rsidR="002F3745" w:rsidRDefault="00226189" w:rsidP="00BD2503">
      <w:pPr>
        <w:pStyle w:val="Tekstpodstawowywcity2"/>
        <w:spacing w:after="0" w:line="360" w:lineRule="auto"/>
        <w:ind w:left="0" w:firstLine="708"/>
        <w:rPr>
          <w:szCs w:val="24"/>
        </w:rPr>
      </w:pPr>
      <w:r>
        <w:rPr>
          <w:szCs w:val="24"/>
        </w:rPr>
        <w:t>- mechanik podzespołów pojazdów samochodowych.</w:t>
      </w:r>
    </w:p>
    <w:p w:rsidR="00EE3FF5" w:rsidRDefault="00EE3FF5" w:rsidP="00BD2503">
      <w:pPr>
        <w:pStyle w:val="Tekstpodstawowywcity2"/>
        <w:spacing w:after="0" w:line="360" w:lineRule="auto"/>
        <w:ind w:left="0" w:firstLine="708"/>
        <w:rPr>
          <w:szCs w:val="24"/>
        </w:rPr>
      </w:pPr>
    </w:p>
    <w:p w:rsidR="002F3745" w:rsidRDefault="002F3745" w:rsidP="004F76B2">
      <w:pPr>
        <w:pStyle w:val="Tekstpodstawowywcity2"/>
        <w:numPr>
          <w:ilvl w:val="0"/>
          <w:numId w:val="64"/>
        </w:numPr>
        <w:spacing w:after="0" w:line="360" w:lineRule="auto"/>
        <w:rPr>
          <w:b/>
          <w:i/>
          <w:szCs w:val="24"/>
        </w:rPr>
      </w:pPr>
      <w:r w:rsidRPr="002F3745">
        <w:rPr>
          <w:b/>
          <w:i/>
          <w:szCs w:val="24"/>
        </w:rPr>
        <w:t xml:space="preserve">Refundacja kosztów zatrudnienia osób bezrobotnych do 30 roku życia </w:t>
      </w:r>
    </w:p>
    <w:p w:rsidR="002F3745" w:rsidRDefault="00AB017F" w:rsidP="002F3745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 xml:space="preserve">Urząd Pracy w 2017 roku kontynuował realizację zadania zawartego w art. 150f ustawy o promocji zatrudnienia i instytucjach rynku pracy. </w:t>
      </w:r>
    </w:p>
    <w:p w:rsidR="00855504" w:rsidRDefault="00B935CA" w:rsidP="00855504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W ramach powyższe</w:t>
      </w:r>
      <w:r w:rsidR="00137898">
        <w:rPr>
          <w:szCs w:val="24"/>
        </w:rPr>
        <w:t>j formy wsparcia urząd w 2017</w:t>
      </w:r>
      <w:r>
        <w:rPr>
          <w:szCs w:val="24"/>
        </w:rPr>
        <w:t xml:space="preserve">r. zawarł 60 umów z pracodawcami, </w:t>
      </w:r>
      <w:r w:rsidR="00AA1FBB">
        <w:rPr>
          <w:szCs w:val="24"/>
        </w:rPr>
        <w:br/>
      </w:r>
      <w:r>
        <w:rPr>
          <w:szCs w:val="24"/>
        </w:rPr>
        <w:t xml:space="preserve">w ramach </w:t>
      </w:r>
      <w:r w:rsidR="00FB1EC6">
        <w:rPr>
          <w:szCs w:val="24"/>
        </w:rPr>
        <w:t>których zatrudnionych zostało 83</w:t>
      </w:r>
      <w:r>
        <w:rPr>
          <w:szCs w:val="24"/>
        </w:rPr>
        <w:t xml:space="preserve"> osoby bezrobotne do 30 roku życia. </w:t>
      </w:r>
      <w:r w:rsidR="00855504" w:rsidRPr="00855504">
        <w:rPr>
          <w:szCs w:val="24"/>
        </w:rPr>
        <w:t xml:space="preserve">Ogółem w 2017r. objęto tą formą wsparcia 147 osób ( z tego 64 osoby </w:t>
      </w:r>
      <w:r w:rsidR="00F10000">
        <w:rPr>
          <w:szCs w:val="24"/>
        </w:rPr>
        <w:t xml:space="preserve">z </w:t>
      </w:r>
      <w:r w:rsidR="00855504" w:rsidRPr="00855504">
        <w:rPr>
          <w:szCs w:val="24"/>
        </w:rPr>
        <w:t>2016r.).</w:t>
      </w:r>
      <w:r w:rsidR="00855504">
        <w:rPr>
          <w:szCs w:val="24"/>
        </w:rPr>
        <w:t xml:space="preserve"> </w:t>
      </w:r>
      <w:r>
        <w:rPr>
          <w:szCs w:val="24"/>
        </w:rPr>
        <w:t xml:space="preserve">Osoby bezrobotne zostały zatrudnione m. in. </w:t>
      </w:r>
      <w:r w:rsidR="00AA1FBB">
        <w:rPr>
          <w:szCs w:val="24"/>
        </w:rPr>
        <w:t>n</w:t>
      </w:r>
      <w:r>
        <w:rPr>
          <w:szCs w:val="24"/>
        </w:rPr>
        <w:t xml:space="preserve">a stanowiskach: </w:t>
      </w:r>
      <w:r w:rsidR="00137898">
        <w:rPr>
          <w:szCs w:val="24"/>
        </w:rPr>
        <w:t xml:space="preserve">sprzedawca, kucharz, pomoc terapeuty, stolarz, doradca klienta, manikiurzystka, informatyk, koordynator sprzedaży, nauczyciel przedszkola, spawacz-mechanik, monter sieci gazowych, fryzjer, mechanik samochodowy, geodeta, trener osobisty, kelner, wulkanizator, szlifierz, samodzielny księgowy, florysta-sprzedawca, handlowiec, agent ubezpieczeniowy, elektromonter, sekretarka medyczna. </w:t>
      </w:r>
    </w:p>
    <w:p w:rsidR="00EE3FF5" w:rsidRDefault="00EE3FF5" w:rsidP="00855504">
      <w:pPr>
        <w:pStyle w:val="Tekstpodstawowywcity2"/>
        <w:spacing w:after="0" w:line="360" w:lineRule="auto"/>
        <w:ind w:left="0"/>
        <w:rPr>
          <w:szCs w:val="24"/>
        </w:rPr>
      </w:pPr>
    </w:p>
    <w:p w:rsidR="00C7054F" w:rsidRDefault="00C7054F" w:rsidP="00855504">
      <w:pPr>
        <w:pStyle w:val="Tekstpodstawowywcity2"/>
        <w:spacing w:after="0" w:line="360" w:lineRule="auto"/>
        <w:ind w:left="0"/>
        <w:rPr>
          <w:szCs w:val="24"/>
        </w:rPr>
      </w:pPr>
    </w:p>
    <w:p w:rsidR="00EE3FF5" w:rsidRPr="00C7054F" w:rsidRDefault="00184712" w:rsidP="00C7054F">
      <w:pPr>
        <w:pStyle w:val="Tekstpodstawowywcity2"/>
        <w:numPr>
          <w:ilvl w:val="0"/>
          <w:numId w:val="64"/>
        </w:numPr>
        <w:spacing w:after="0"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Krajowy Fundusz Szkoleniowy </w:t>
      </w:r>
    </w:p>
    <w:p w:rsidR="00F37810" w:rsidRDefault="00184712" w:rsidP="00BD2503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Kra</w:t>
      </w:r>
      <w:r w:rsidR="00FD7B6A">
        <w:rPr>
          <w:szCs w:val="24"/>
        </w:rPr>
        <w:t xml:space="preserve">jowy Fundusz Szkoleniowy – jest instrumentem adresowanym do pracodawców, wspomaga przekwalifikowanie lub aktualizację wiedzy i umiejętności osób pracujących, aby nie utraciły pracy z  powodu kompetencji nieadekwatnych do wymagań dynamicznie zmieniającej się gospodarki. </w:t>
      </w:r>
    </w:p>
    <w:p w:rsidR="00EE3FF5" w:rsidRDefault="00EE3FF5" w:rsidP="00BD2503">
      <w:pPr>
        <w:pStyle w:val="Tekstpodstawowywcity2"/>
        <w:spacing w:line="360" w:lineRule="auto"/>
        <w:ind w:left="0"/>
        <w:rPr>
          <w:szCs w:val="24"/>
        </w:rPr>
      </w:pPr>
    </w:p>
    <w:p w:rsidR="00E9020A" w:rsidRDefault="00E9020A" w:rsidP="00BD2503">
      <w:pPr>
        <w:pStyle w:val="Tekstpodstawowywcity2"/>
        <w:spacing w:line="360" w:lineRule="auto"/>
        <w:ind w:left="0"/>
        <w:rPr>
          <w:szCs w:val="24"/>
        </w:rPr>
      </w:pPr>
    </w:p>
    <w:p w:rsidR="00EE3FF5" w:rsidRDefault="00EE3FF5" w:rsidP="00BD2503">
      <w:pPr>
        <w:pStyle w:val="Tekstpodstawowywcity2"/>
        <w:spacing w:line="360" w:lineRule="auto"/>
        <w:ind w:left="0"/>
        <w:rPr>
          <w:szCs w:val="24"/>
        </w:rPr>
      </w:pPr>
    </w:p>
    <w:p w:rsidR="00E1556D" w:rsidRDefault="00E1556D" w:rsidP="00BD2503">
      <w:pPr>
        <w:pStyle w:val="Tekstpodstawowywcity2"/>
        <w:spacing w:line="360" w:lineRule="auto"/>
        <w:ind w:left="0"/>
        <w:rPr>
          <w:szCs w:val="24"/>
        </w:rPr>
      </w:pPr>
    </w:p>
    <w:p w:rsidR="00C7054F" w:rsidRDefault="00C7054F" w:rsidP="00BD2503">
      <w:pPr>
        <w:pStyle w:val="Tekstpodstawowywcity2"/>
        <w:spacing w:line="360" w:lineRule="auto"/>
        <w:ind w:left="0"/>
        <w:rPr>
          <w:szCs w:val="24"/>
        </w:rPr>
      </w:pPr>
    </w:p>
    <w:p w:rsidR="00E9020A" w:rsidRPr="00E9020A" w:rsidRDefault="00E9020A" w:rsidP="00BD2503">
      <w:pPr>
        <w:pStyle w:val="Tekstpodstawowywcity2"/>
        <w:spacing w:line="360" w:lineRule="auto"/>
        <w:ind w:left="0"/>
        <w:rPr>
          <w:b/>
          <w:szCs w:val="24"/>
        </w:rPr>
      </w:pPr>
      <w:r w:rsidRPr="00E9020A">
        <w:rPr>
          <w:b/>
          <w:szCs w:val="24"/>
        </w:rPr>
        <w:lastRenderedPageBreak/>
        <w:t>Tabela 26.</w:t>
      </w:r>
      <w:r>
        <w:rPr>
          <w:b/>
          <w:szCs w:val="24"/>
        </w:rPr>
        <w:t xml:space="preserve"> Wykorzystanie środków z KFS w latach 2016 i 2017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1684"/>
        <w:gridCol w:w="1757"/>
        <w:gridCol w:w="1842"/>
        <w:gridCol w:w="1560"/>
        <w:gridCol w:w="1984"/>
      </w:tblGrid>
      <w:tr w:rsidR="00C940FB" w:rsidTr="00C940FB"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C940FB" w:rsidRDefault="00C940FB" w:rsidP="00A2112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vAlign w:val="center"/>
            <w:hideMark/>
          </w:tcPr>
          <w:p w:rsidR="00C940FB" w:rsidRDefault="00C940FB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Krajowy Fundusz Szkoleniowy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C940FB" w:rsidRDefault="00C940FB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</w:p>
          <w:p w:rsidR="00EE3FF5" w:rsidRDefault="00EE3FF5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C940FB" w:rsidRDefault="00C940FB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2017</w:t>
            </w:r>
          </w:p>
        </w:tc>
      </w:tr>
      <w:tr w:rsidR="00C940FB" w:rsidTr="00C940FB"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FB" w:rsidRDefault="00C940FB" w:rsidP="00A2112E"/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40FB" w:rsidRDefault="00C940FB" w:rsidP="00A2112E"/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Kwota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Liczba osób</w:t>
            </w:r>
          </w:p>
          <w:p w:rsidR="00C940FB" w:rsidRDefault="00C940FB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Kwota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Liczba osób</w:t>
            </w:r>
          </w:p>
        </w:tc>
      </w:tr>
      <w:tr w:rsidR="00C940FB" w:rsidTr="00C940FB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C940FB" w:rsidRDefault="00C940FB" w:rsidP="00A2112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FB" w:rsidRDefault="00A2112E" w:rsidP="00A2112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Limit przyznanych środków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Pr="00EE3FF5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E3FF5">
              <w:rPr>
                <w:b/>
                <w:sz w:val="20"/>
              </w:rPr>
              <w:t>680 000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C1835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Pr="00EE3FF5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E3FF5">
              <w:rPr>
                <w:b/>
                <w:sz w:val="20"/>
              </w:rPr>
              <w:t>750 000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C940FB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</w:tr>
      <w:tr w:rsidR="00C940FB" w:rsidTr="00C940FB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C940FB" w:rsidRDefault="00C940FB" w:rsidP="00A2112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FB" w:rsidRDefault="00A2112E" w:rsidP="00A2112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Szkolenia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513 077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695 647,40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277</w:t>
            </w:r>
          </w:p>
        </w:tc>
      </w:tr>
      <w:tr w:rsidR="00C940FB" w:rsidTr="00C940FB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C940FB" w:rsidRDefault="00C940FB" w:rsidP="00A2112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40FB" w:rsidRDefault="00A2112E" w:rsidP="00A2112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Studia podyplomowe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149 392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33 812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FB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A2112E" w:rsidTr="00C940FB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A2112E" w:rsidRDefault="00A2112E" w:rsidP="00A2112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12E" w:rsidRDefault="00A2112E" w:rsidP="00A2112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Promocja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12E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17 531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12E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12E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20 540,60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12E" w:rsidRDefault="00A2112E" w:rsidP="00A2112E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2112E" w:rsidRPr="00AC1835" w:rsidTr="00C940FB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A2112E" w:rsidRPr="00AC1835" w:rsidRDefault="00A2112E" w:rsidP="00A2112E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FF5" w:rsidRDefault="00EE3FF5" w:rsidP="00EE3FF5">
            <w:pPr>
              <w:pStyle w:val="Tekstpodstawowywcity2"/>
              <w:ind w:left="0"/>
              <w:rPr>
                <w:b/>
                <w:sz w:val="20"/>
              </w:rPr>
            </w:pPr>
          </w:p>
          <w:p w:rsidR="00A2112E" w:rsidRPr="00AC1835" w:rsidRDefault="00A2112E" w:rsidP="00EE3FF5">
            <w:pPr>
              <w:pStyle w:val="Tekstpodstawowywcity2"/>
              <w:ind w:left="0"/>
              <w:rPr>
                <w:b/>
                <w:sz w:val="20"/>
              </w:rPr>
            </w:pPr>
            <w:r w:rsidRPr="00AC1835">
              <w:rPr>
                <w:b/>
                <w:sz w:val="20"/>
              </w:rPr>
              <w:t>R</w:t>
            </w:r>
            <w:r w:rsidR="00EE3FF5">
              <w:rPr>
                <w:b/>
                <w:sz w:val="20"/>
              </w:rPr>
              <w:t>A</w:t>
            </w:r>
            <w:r w:rsidRPr="00AC1835">
              <w:rPr>
                <w:b/>
                <w:sz w:val="20"/>
              </w:rPr>
              <w:t>ZEM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FF5" w:rsidRDefault="00EE3FF5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A2112E" w:rsidRDefault="00AC1835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AC1835">
              <w:rPr>
                <w:b/>
                <w:sz w:val="20"/>
              </w:rPr>
              <w:t>680</w:t>
            </w:r>
            <w:r w:rsidR="00EE3FF5">
              <w:rPr>
                <w:b/>
                <w:sz w:val="20"/>
              </w:rPr>
              <w:t> </w:t>
            </w:r>
            <w:r w:rsidRPr="00AC1835">
              <w:rPr>
                <w:b/>
                <w:sz w:val="20"/>
              </w:rPr>
              <w:t xml:space="preserve">000 </w:t>
            </w:r>
          </w:p>
          <w:p w:rsidR="00EE3FF5" w:rsidRPr="00AC1835" w:rsidRDefault="00EE3FF5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12E" w:rsidRPr="00AC1835" w:rsidRDefault="00AC1835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AC1835">
              <w:rPr>
                <w:b/>
                <w:sz w:val="20"/>
              </w:rPr>
              <w:t>229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12E" w:rsidRPr="00AC1835" w:rsidRDefault="00AC1835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AC1835">
              <w:rPr>
                <w:b/>
                <w:sz w:val="20"/>
              </w:rPr>
              <w:t>750 000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12E" w:rsidRPr="00AC1835" w:rsidRDefault="00AC1835" w:rsidP="00A2112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AC1835">
              <w:rPr>
                <w:b/>
                <w:sz w:val="20"/>
              </w:rPr>
              <w:t>285</w:t>
            </w:r>
          </w:p>
        </w:tc>
      </w:tr>
    </w:tbl>
    <w:p w:rsidR="00F37810" w:rsidRDefault="00F37810" w:rsidP="00717A6C">
      <w:pPr>
        <w:pStyle w:val="Akapitzlist"/>
        <w:rPr>
          <w:sz w:val="24"/>
          <w:szCs w:val="24"/>
        </w:rPr>
      </w:pPr>
    </w:p>
    <w:p w:rsidR="00C7054F" w:rsidRDefault="00C7054F" w:rsidP="00717A6C">
      <w:pPr>
        <w:pStyle w:val="Akapitzlist"/>
        <w:rPr>
          <w:sz w:val="24"/>
          <w:szCs w:val="24"/>
        </w:rPr>
      </w:pPr>
    </w:p>
    <w:p w:rsidR="00184712" w:rsidRDefault="00184712" w:rsidP="0018471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Urząd pracy </w:t>
      </w:r>
      <w:r w:rsidR="007B119F">
        <w:rPr>
          <w:szCs w:val="24"/>
        </w:rPr>
        <w:t xml:space="preserve">w 2017r. </w:t>
      </w:r>
      <w:r w:rsidR="0092024C">
        <w:rPr>
          <w:szCs w:val="24"/>
        </w:rPr>
        <w:t>dysp</w:t>
      </w:r>
      <w:r w:rsidR="00FD7B6A">
        <w:rPr>
          <w:szCs w:val="24"/>
        </w:rPr>
        <w:t xml:space="preserve">onował środkami finansowymi </w:t>
      </w:r>
      <w:r w:rsidR="00AC1835">
        <w:rPr>
          <w:szCs w:val="24"/>
        </w:rPr>
        <w:t xml:space="preserve">w ramach KFS </w:t>
      </w:r>
      <w:r w:rsidR="00717A6C">
        <w:rPr>
          <w:szCs w:val="24"/>
        </w:rPr>
        <w:t>w w</w:t>
      </w:r>
      <w:r w:rsidR="00AF3776">
        <w:rPr>
          <w:szCs w:val="24"/>
        </w:rPr>
        <w:t>ysokości 75</w:t>
      </w:r>
      <w:r w:rsidR="00717A6C">
        <w:rPr>
          <w:szCs w:val="24"/>
        </w:rPr>
        <w:t>0</w:t>
      </w:r>
      <w:r w:rsidR="0092024C">
        <w:rPr>
          <w:szCs w:val="24"/>
        </w:rPr>
        <w:t>.000</w:t>
      </w:r>
      <w:r w:rsidR="00EE3FF5">
        <w:rPr>
          <w:szCs w:val="24"/>
        </w:rPr>
        <w:t>zł</w:t>
      </w:r>
      <w:r w:rsidR="0092024C">
        <w:rPr>
          <w:szCs w:val="24"/>
        </w:rPr>
        <w:t xml:space="preserve"> z przeznaczeniem n</w:t>
      </w:r>
      <w:r w:rsidR="00C26E60">
        <w:rPr>
          <w:szCs w:val="24"/>
        </w:rPr>
        <w:t>a finansowanie kursów,</w:t>
      </w:r>
      <w:r w:rsidR="0092024C">
        <w:rPr>
          <w:szCs w:val="24"/>
        </w:rPr>
        <w:t xml:space="preserve"> </w:t>
      </w:r>
      <w:r w:rsidR="00B2021C">
        <w:rPr>
          <w:szCs w:val="24"/>
        </w:rPr>
        <w:t>studiów podyplomowych i promocję</w:t>
      </w:r>
      <w:r w:rsidR="00AC1835">
        <w:rPr>
          <w:szCs w:val="24"/>
        </w:rPr>
        <w:t>, które były wyższe w stosunku do 2016r. o 70</w:t>
      </w:r>
      <w:r w:rsidR="007B119F">
        <w:rPr>
          <w:szCs w:val="24"/>
        </w:rPr>
        <w:t xml:space="preserve"> tysięcy </w:t>
      </w:r>
      <w:r w:rsidR="00AC1835">
        <w:rPr>
          <w:szCs w:val="24"/>
        </w:rPr>
        <w:t>tj</w:t>
      </w:r>
      <w:r w:rsidR="00EE3FF5">
        <w:rPr>
          <w:szCs w:val="24"/>
        </w:rPr>
        <w:t>.</w:t>
      </w:r>
      <w:r w:rsidR="00AC1835">
        <w:rPr>
          <w:szCs w:val="24"/>
        </w:rPr>
        <w:t xml:space="preserve"> 10 %</w:t>
      </w:r>
      <w:r w:rsidR="007B119F">
        <w:rPr>
          <w:szCs w:val="24"/>
        </w:rPr>
        <w:t>.</w:t>
      </w:r>
    </w:p>
    <w:p w:rsidR="008824D8" w:rsidRDefault="00AF3776" w:rsidP="0018471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ramach ww. środków 285</w:t>
      </w:r>
      <w:r w:rsidR="00717A6C">
        <w:rPr>
          <w:szCs w:val="24"/>
        </w:rPr>
        <w:t xml:space="preserve"> o</w:t>
      </w:r>
      <w:r w:rsidR="002E609A">
        <w:rPr>
          <w:szCs w:val="24"/>
        </w:rPr>
        <w:t>sobom</w:t>
      </w:r>
      <w:r w:rsidR="00717A6C">
        <w:rPr>
          <w:szCs w:val="24"/>
        </w:rPr>
        <w:t xml:space="preserve"> </w:t>
      </w:r>
      <w:r w:rsidR="002E609A">
        <w:rPr>
          <w:szCs w:val="24"/>
        </w:rPr>
        <w:t>sfinansowan</w:t>
      </w:r>
      <w:r w:rsidR="007B119F">
        <w:rPr>
          <w:szCs w:val="24"/>
        </w:rPr>
        <w:t>o udział w kursach i</w:t>
      </w:r>
      <w:r w:rsidR="00DE3E09">
        <w:rPr>
          <w:szCs w:val="24"/>
        </w:rPr>
        <w:t xml:space="preserve"> </w:t>
      </w:r>
      <w:r w:rsidR="00717A6C">
        <w:rPr>
          <w:szCs w:val="24"/>
        </w:rPr>
        <w:t>studiach podyplomowych</w:t>
      </w:r>
      <w:r w:rsidR="007B119F">
        <w:rPr>
          <w:szCs w:val="24"/>
        </w:rPr>
        <w:t xml:space="preserve"> tj. 56 osób więcej niż w roku 2016.</w:t>
      </w:r>
    </w:p>
    <w:p w:rsidR="00EE3FF5" w:rsidRDefault="00EE3FF5" w:rsidP="00184712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Urząd sfinansował szkolenia dla 277 pracowników tj. o 80 osób więcej niż w 2016 roku natomiast studia podyplomowe dla 8 osób tj. o 24 osoby mniej niż w 2016 roku.</w:t>
      </w:r>
    </w:p>
    <w:p w:rsidR="00DE3E09" w:rsidRDefault="00DE3E09" w:rsidP="00184712">
      <w:pPr>
        <w:pStyle w:val="Tekstpodstawowywcity2"/>
        <w:spacing w:line="360" w:lineRule="auto"/>
        <w:ind w:left="0"/>
        <w:rPr>
          <w:szCs w:val="24"/>
        </w:rPr>
      </w:pPr>
    </w:p>
    <w:p w:rsidR="004A6996" w:rsidRDefault="00771EAE" w:rsidP="004A6996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  <w:r>
        <w:rPr>
          <w:b/>
          <w:i/>
          <w:szCs w:val="24"/>
        </w:rPr>
        <w:t>7</w:t>
      </w:r>
      <w:r w:rsidR="004A6996" w:rsidRPr="000733E7">
        <w:rPr>
          <w:b/>
          <w:i/>
          <w:szCs w:val="24"/>
        </w:rPr>
        <w:t>.   Realizacja projektów współfin</w:t>
      </w:r>
      <w:r w:rsidR="00F10000">
        <w:rPr>
          <w:b/>
          <w:i/>
          <w:szCs w:val="24"/>
        </w:rPr>
        <w:t xml:space="preserve">ansowanych  z  </w:t>
      </w:r>
      <w:bookmarkStart w:id="0" w:name="_GoBack"/>
      <w:bookmarkEnd w:id="0"/>
      <w:r w:rsidR="00F10000">
        <w:rPr>
          <w:b/>
          <w:i/>
          <w:szCs w:val="24"/>
        </w:rPr>
        <w:t>Europejskiego</w:t>
      </w:r>
      <w:r w:rsidR="004A6996" w:rsidRPr="000733E7">
        <w:rPr>
          <w:b/>
          <w:i/>
          <w:szCs w:val="24"/>
        </w:rPr>
        <w:t xml:space="preserve"> Funduszu Społecznego</w:t>
      </w:r>
    </w:p>
    <w:p w:rsidR="00F37810" w:rsidRDefault="00F37810" w:rsidP="004A6996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</w:p>
    <w:p w:rsidR="004A6996" w:rsidRDefault="00771EAE" w:rsidP="004A6996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7</w:t>
      </w:r>
      <w:r w:rsidR="004A6996" w:rsidRPr="00AD750D">
        <w:rPr>
          <w:b/>
          <w:i/>
          <w:sz w:val="24"/>
          <w:szCs w:val="24"/>
        </w:rPr>
        <w:t>.1. Projekt „</w:t>
      </w:r>
      <w:r w:rsidR="004A6996">
        <w:rPr>
          <w:b/>
          <w:i/>
          <w:sz w:val="24"/>
          <w:szCs w:val="24"/>
        </w:rPr>
        <w:t>Aktywizacja osób młodych pozostających bez pracy w powiecie otwockim (II)</w:t>
      </w:r>
      <w:r w:rsidR="004A6996" w:rsidRPr="00AD750D">
        <w:rPr>
          <w:b/>
          <w:i/>
          <w:sz w:val="24"/>
          <w:szCs w:val="24"/>
        </w:rPr>
        <w:t>”</w:t>
      </w:r>
    </w:p>
    <w:p w:rsidR="001332C7" w:rsidRPr="00123589" w:rsidRDefault="001332C7" w:rsidP="001332C7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Powiatowy Urząd Pracy w Otwocku </w:t>
      </w:r>
      <w:r>
        <w:rPr>
          <w:sz w:val="24"/>
          <w:szCs w:val="24"/>
        </w:rPr>
        <w:t xml:space="preserve">w latach 2016-2017 realizował </w:t>
      </w:r>
      <w:r w:rsidRPr="000F0C3C">
        <w:rPr>
          <w:sz w:val="24"/>
          <w:szCs w:val="24"/>
        </w:rPr>
        <w:t xml:space="preserve">projekt </w:t>
      </w:r>
      <w:r>
        <w:rPr>
          <w:sz w:val="24"/>
          <w:szCs w:val="24"/>
        </w:rPr>
        <w:t>pozakonkursowy</w:t>
      </w:r>
      <w:r w:rsidRPr="000F0C3C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F0C3C">
        <w:rPr>
          <w:sz w:val="24"/>
          <w:szCs w:val="24"/>
        </w:rPr>
        <w:t>pt.</w:t>
      </w:r>
      <w:r>
        <w:rPr>
          <w:sz w:val="24"/>
          <w:szCs w:val="24"/>
        </w:rPr>
        <w:t xml:space="preserve"> </w:t>
      </w:r>
      <w:r w:rsidRPr="000F0C3C">
        <w:rPr>
          <w:sz w:val="24"/>
          <w:szCs w:val="24"/>
        </w:rPr>
        <w:t>„</w:t>
      </w:r>
      <w:r w:rsidRPr="002C250E">
        <w:rPr>
          <w:sz w:val="24"/>
          <w:szCs w:val="24"/>
        </w:rPr>
        <w:t>Aktywizacja osób młodych pozostających bez pracy w powiecie otwockim (</w:t>
      </w:r>
      <w:r>
        <w:rPr>
          <w:sz w:val="24"/>
          <w:szCs w:val="24"/>
        </w:rPr>
        <w:t>I</w:t>
      </w:r>
      <w:r w:rsidRPr="002C250E">
        <w:rPr>
          <w:sz w:val="24"/>
          <w:szCs w:val="24"/>
        </w:rPr>
        <w:t>I)</w:t>
      </w:r>
      <w:r w:rsidRPr="000F0C3C">
        <w:rPr>
          <w:sz w:val="24"/>
          <w:szCs w:val="24"/>
        </w:rPr>
        <w:t xml:space="preserve">” współfinansowany ze środków Europejskiego Funduszu Społecznego w ramach Programu Operacyjnego </w:t>
      </w:r>
      <w:r>
        <w:rPr>
          <w:sz w:val="24"/>
          <w:szCs w:val="24"/>
        </w:rPr>
        <w:t>Wiedza Edukacja Rozwój 2014-2020</w:t>
      </w:r>
      <w:r w:rsidRPr="000F0C3C">
        <w:rPr>
          <w:sz w:val="24"/>
          <w:szCs w:val="24"/>
        </w:rPr>
        <w:t xml:space="preserve">, </w:t>
      </w:r>
      <w:r>
        <w:rPr>
          <w:sz w:val="24"/>
          <w:szCs w:val="24"/>
        </w:rPr>
        <w:t>Oś priorytetowa I „Osoby młode na rynku pracy”. Działanie 1.1 „Wsparcie osób młodych pozostających na regionalnym rynku pracy”. Poddziałanie 1.1.1 „Wsparcie udzielone z Europejskiego Funduszu Społecznego”.</w:t>
      </w:r>
    </w:p>
    <w:p w:rsidR="001332C7" w:rsidRDefault="001332C7" w:rsidP="001332C7">
      <w:pPr>
        <w:spacing w:line="360" w:lineRule="auto"/>
        <w:jc w:val="both"/>
        <w:rPr>
          <w:b/>
          <w:sz w:val="24"/>
          <w:szCs w:val="24"/>
        </w:rPr>
      </w:pPr>
    </w:p>
    <w:p w:rsidR="001332C7" w:rsidRDefault="001332C7" w:rsidP="001332C7">
      <w:pPr>
        <w:spacing w:line="360" w:lineRule="auto"/>
        <w:jc w:val="both"/>
        <w:rPr>
          <w:sz w:val="24"/>
          <w:szCs w:val="24"/>
        </w:rPr>
      </w:pPr>
      <w:r w:rsidRPr="000F0C3C">
        <w:rPr>
          <w:b/>
          <w:sz w:val="24"/>
          <w:szCs w:val="24"/>
        </w:rPr>
        <w:t>Cel główny projektu</w:t>
      </w:r>
      <w:r w:rsidRPr="000F0C3C">
        <w:rPr>
          <w:sz w:val="24"/>
          <w:szCs w:val="24"/>
        </w:rPr>
        <w:t xml:space="preserve"> -  </w:t>
      </w:r>
      <w:r>
        <w:rPr>
          <w:sz w:val="24"/>
          <w:szCs w:val="24"/>
        </w:rPr>
        <w:t>zwiększenie możliwości zatrudnienia osób młodych pozostających bez pracy w powiecie otwockim.</w:t>
      </w:r>
    </w:p>
    <w:p w:rsidR="00F37810" w:rsidRPr="000F0C3C" w:rsidRDefault="00F37810" w:rsidP="001332C7">
      <w:pPr>
        <w:spacing w:line="360" w:lineRule="auto"/>
        <w:jc w:val="both"/>
        <w:rPr>
          <w:sz w:val="24"/>
          <w:szCs w:val="24"/>
        </w:rPr>
      </w:pPr>
    </w:p>
    <w:p w:rsidR="001332C7" w:rsidRDefault="001332C7" w:rsidP="001332C7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Uczestnicy projektu:</w:t>
      </w:r>
    </w:p>
    <w:p w:rsidR="004A6996" w:rsidRDefault="001332C7" w:rsidP="004A69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Osoby młode w wieku 18-29 lat, zarejestrowane w Otwocku jako bezrobotne (należące do I lub II profilu pomocy),  które nie uczestniczą w kształceniu i szkoleniu (tzw. młodzież NEET), zgodnie z definicją osoby z kategorii NEET przyjętą w POWER 2014-2020. </w:t>
      </w:r>
    </w:p>
    <w:p w:rsidR="008824D8" w:rsidRDefault="008824D8" w:rsidP="004A6996">
      <w:pPr>
        <w:spacing w:line="360" w:lineRule="auto"/>
        <w:jc w:val="both"/>
        <w:rPr>
          <w:sz w:val="24"/>
          <w:szCs w:val="24"/>
        </w:rPr>
      </w:pPr>
    </w:p>
    <w:p w:rsidR="004A6996" w:rsidRPr="000F0C3C" w:rsidRDefault="00E9020A" w:rsidP="009A30C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Tabela 27</w:t>
      </w:r>
      <w:r w:rsidR="004A6996">
        <w:rPr>
          <w:b/>
          <w:sz w:val="24"/>
          <w:szCs w:val="24"/>
        </w:rPr>
        <w:t xml:space="preserve">. </w:t>
      </w:r>
      <w:r w:rsidR="004A6996" w:rsidRPr="000F0C3C">
        <w:rPr>
          <w:b/>
          <w:sz w:val="24"/>
          <w:szCs w:val="24"/>
        </w:rPr>
        <w:t xml:space="preserve">Liczba osób, które </w:t>
      </w:r>
      <w:r w:rsidR="004A6996">
        <w:rPr>
          <w:b/>
          <w:sz w:val="24"/>
          <w:szCs w:val="24"/>
        </w:rPr>
        <w:t>w 201</w:t>
      </w:r>
      <w:r w:rsidR="006D36C7">
        <w:rPr>
          <w:b/>
          <w:sz w:val="24"/>
          <w:szCs w:val="24"/>
        </w:rPr>
        <w:t>7</w:t>
      </w:r>
      <w:r w:rsidR="004A6996">
        <w:rPr>
          <w:b/>
          <w:sz w:val="24"/>
          <w:szCs w:val="24"/>
        </w:rPr>
        <w:t xml:space="preserve"> r. zostały objęte wsparciem</w:t>
      </w:r>
      <w:r w:rsidR="004A6996" w:rsidRPr="000F0C3C">
        <w:rPr>
          <w:b/>
          <w:sz w:val="24"/>
          <w:szCs w:val="24"/>
        </w:rPr>
        <w:t xml:space="preserve"> w </w:t>
      </w:r>
      <w:r w:rsidR="004A6996">
        <w:rPr>
          <w:b/>
          <w:sz w:val="24"/>
          <w:szCs w:val="24"/>
        </w:rPr>
        <w:t>ramach projektu</w:t>
      </w:r>
    </w:p>
    <w:tbl>
      <w:tblPr>
        <w:tblW w:w="9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2"/>
        <w:gridCol w:w="1792"/>
        <w:gridCol w:w="1533"/>
        <w:gridCol w:w="1790"/>
      </w:tblGrid>
      <w:tr w:rsidR="001332C7" w:rsidRPr="00286AAA" w:rsidTr="00D920BA">
        <w:trPr>
          <w:trHeight w:val="434"/>
        </w:trPr>
        <w:tc>
          <w:tcPr>
            <w:tcW w:w="4032" w:type="dxa"/>
            <w:vMerge w:val="restart"/>
            <w:shd w:val="clear" w:color="auto" w:fill="C6D9F1"/>
            <w:vAlign w:val="center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Grupa docelowa</w:t>
            </w:r>
          </w:p>
        </w:tc>
        <w:tc>
          <w:tcPr>
            <w:tcW w:w="5115" w:type="dxa"/>
            <w:gridSpan w:val="3"/>
            <w:shd w:val="clear" w:color="auto" w:fill="C6D9F1"/>
            <w:vAlign w:val="center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osób, które rozpoczęły udział w projekcie</w:t>
            </w:r>
          </w:p>
        </w:tc>
      </w:tr>
      <w:tr w:rsidR="001332C7" w:rsidRPr="00286AAA" w:rsidTr="00D920BA">
        <w:trPr>
          <w:trHeight w:val="270"/>
        </w:trPr>
        <w:tc>
          <w:tcPr>
            <w:tcW w:w="4032" w:type="dxa"/>
            <w:vMerge/>
            <w:vAlign w:val="center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92" w:type="dxa"/>
            <w:vAlign w:val="center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Ogółem</w:t>
            </w:r>
          </w:p>
        </w:tc>
        <w:tc>
          <w:tcPr>
            <w:tcW w:w="1533" w:type="dxa"/>
            <w:vAlign w:val="center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K</w:t>
            </w:r>
          </w:p>
        </w:tc>
        <w:tc>
          <w:tcPr>
            <w:tcW w:w="1790" w:type="dxa"/>
            <w:vAlign w:val="center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M</w:t>
            </w:r>
          </w:p>
        </w:tc>
      </w:tr>
      <w:tr w:rsidR="001332C7" w:rsidRPr="00286AAA" w:rsidTr="00D920BA">
        <w:trPr>
          <w:trHeight w:val="356"/>
        </w:trPr>
        <w:tc>
          <w:tcPr>
            <w:tcW w:w="4032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1332C7" w:rsidRPr="009A30CB" w:rsidRDefault="001332C7" w:rsidP="006D36C7">
            <w:pPr>
              <w:spacing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Bezrobotni ogółem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118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66</w:t>
            </w:r>
          </w:p>
        </w:tc>
      </w:tr>
      <w:tr w:rsidR="001332C7" w:rsidRPr="00286AAA" w:rsidTr="00D920BA">
        <w:trPr>
          <w:trHeight w:val="183"/>
        </w:trPr>
        <w:tc>
          <w:tcPr>
            <w:tcW w:w="9147" w:type="dxa"/>
            <w:gridSpan w:val="4"/>
            <w:shd w:val="clear" w:color="auto" w:fill="C6D9F1"/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w tym</w:t>
            </w:r>
          </w:p>
        </w:tc>
      </w:tr>
      <w:tr w:rsidR="001332C7" w:rsidRPr="00286AAA" w:rsidTr="00D920BA">
        <w:trPr>
          <w:trHeight w:val="340"/>
        </w:trPr>
        <w:tc>
          <w:tcPr>
            <w:tcW w:w="4032" w:type="dxa"/>
            <w:shd w:val="clear" w:color="auto" w:fill="C6D9F1"/>
            <w:vAlign w:val="center"/>
          </w:tcPr>
          <w:p w:rsidR="001332C7" w:rsidRPr="009A30CB" w:rsidRDefault="006D36C7" w:rsidP="006D36C7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1332C7" w:rsidRPr="009A30CB">
              <w:rPr>
                <w:sz w:val="22"/>
                <w:szCs w:val="22"/>
              </w:rPr>
              <w:t>ługotrwale bezrobotni</w:t>
            </w:r>
          </w:p>
        </w:tc>
        <w:tc>
          <w:tcPr>
            <w:tcW w:w="1792" w:type="dxa"/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533" w:type="dxa"/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90" w:type="dxa"/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10</w:t>
            </w:r>
          </w:p>
        </w:tc>
      </w:tr>
      <w:tr w:rsidR="001332C7" w:rsidRPr="00286AAA" w:rsidTr="00D920BA">
        <w:trPr>
          <w:trHeight w:val="373"/>
        </w:trPr>
        <w:tc>
          <w:tcPr>
            <w:tcW w:w="4032" w:type="dxa"/>
            <w:shd w:val="clear" w:color="auto" w:fill="C6D9F1"/>
            <w:vAlign w:val="center"/>
          </w:tcPr>
          <w:p w:rsidR="001332C7" w:rsidRPr="009A30CB" w:rsidRDefault="006D36C7" w:rsidP="006D36C7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1332C7" w:rsidRPr="009A30CB">
              <w:rPr>
                <w:sz w:val="22"/>
                <w:szCs w:val="22"/>
              </w:rPr>
              <w:t>iepełnosprawni</w:t>
            </w:r>
          </w:p>
        </w:tc>
        <w:tc>
          <w:tcPr>
            <w:tcW w:w="1792" w:type="dxa"/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33" w:type="dxa"/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90" w:type="dxa"/>
            <w:vAlign w:val="bottom"/>
          </w:tcPr>
          <w:p w:rsidR="001332C7" w:rsidRPr="009A30CB" w:rsidRDefault="001332C7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</w:t>
            </w:r>
          </w:p>
        </w:tc>
      </w:tr>
    </w:tbl>
    <w:p w:rsidR="000711D0" w:rsidRDefault="000711D0" w:rsidP="004A6996">
      <w:pPr>
        <w:spacing w:line="360" w:lineRule="auto"/>
        <w:rPr>
          <w:b/>
          <w:sz w:val="24"/>
          <w:szCs w:val="24"/>
        </w:rPr>
      </w:pPr>
    </w:p>
    <w:p w:rsidR="00855504" w:rsidRDefault="00855504" w:rsidP="004A6996">
      <w:pPr>
        <w:spacing w:line="360" w:lineRule="auto"/>
        <w:rPr>
          <w:b/>
          <w:sz w:val="24"/>
          <w:szCs w:val="24"/>
        </w:rPr>
      </w:pPr>
    </w:p>
    <w:p w:rsidR="001332C7" w:rsidRPr="006321BE" w:rsidRDefault="001332C7" w:rsidP="001332C7">
      <w:pPr>
        <w:spacing w:line="360" w:lineRule="auto"/>
        <w:rPr>
          <w:b/>
          <w:sz w:val="24"/>
          <w:szCs w:val="24"/>
        </w:rPr>
      </w:pPr>
      <w:r w:rsidRPr="006321BE">
        <w:rPr>
          <w:b/>
          <w:sz w:val="24"/>
          <w:szCs w:val="24"/>
        </w:rPr>
        <w:t>Działania ak</w:t>
      </w:r>
      <w:r>
        <w:rPr>
          <w:b/>
          <w:sz w:val="24"/>
          <w:szCs w:val="24"/>
        </w:rPr>
        <w:t>tywizacyjne podjęte w projekcie (2017 r.)</w:t>
      </w:r>
    </w:p>
    <w:p w:rsidR="001332C7" w:rsidRDefault="001332C7" w:rsidP="001332C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6321BE">
        <w:rPr>
          <w:sz w:val="24"/>
          <w:szCs w:val="24"/>
        </w:rPr>
        <w:t xml:space="preserve">ramach projektu </w:t>
      </w:r>
      <w:r>
        <w:rPr>
          <w:sz w:val="24"/>
          <w:szCs w:val="24"/>
        </w:rPr>
        <w:t>„</w:t>
      </w:r>
      <w:r w:rsidRPr="00B30D64">
        <w:rPr>
          <w:sz w:val="24"/>
          <w:szCs w:val="24"/>
        </w:rPr>
        <w:t>Aktywizacja osób młodych pozostających b</w:t>
      </w:r>
      <w:r>
        <w:rPr>
          <w:sz w:val="24"/>
          <w:szCs w:val="24"/>
        </w:rPr>
        <w:t xml:space="preserve">ez pracy </w:t>
      </w:r>
      <w:r>
        <w:rPr>
          <w:sz w:val="24"/>
          <w:szCs w:val="24"/>
        </w:rPr>
        <w:br/>
        <w:t xml:space="preserve">w powiecie otwockim </w:t>
      </w:r>
      <w:r w:rsidRPr="00DE2DB8">
        <w:rPr>
          <w:sz w:val="24"/>
          <w:szCs w:val="24"/>
        </w:rPr>
        <w:t>(</w:t>
      </w:r>
      <w:r>
        <w:rPr>
          <w:sz w:val="24"/>
          <w:szCs w:val="24"/>
        </w:rPr>
        <w:t>I</w:t>
      </w:r>
      <w:r w:rsidRPr="00DE2DB8">
        <w:rPr>
          <w:sz w:val="24"/>
          <w:szCs w:val="24"/>
        </w:rPr>
        <w:t>I)”</w:t>
      </w:r>
      <w:r>
        <w:rPr>
          <w:sz w:val="24"/>
          <w:szCs w:val="24"/>
        </w:rPr>
        <w:t xml:space="preserve"> </w:t>
      </w:r>
      <w:r w:rsidRPr="006321BE">
        <w:rPr>
          <w:sz w:val="24"/>
          <w:szCs w:val="24"/>
        </w:rPr>
        <w:t xml:space="preserve">urząd zorganizował </w:t>
      </w:r>
      <w:r>
        <w:rPr>
          <w:sz w:val="24"/>
          <w:szCs w:val="24"/>
        </w:rPr>
        <w:t xml:space="preserve">w 2017 r. </w:t>
      </w:r>
      <w:r w:rsidRPr="006321BE">
        <w:rPr>
          <w:sz w:val="24"/>
          <w:szCs w:val="24"/>
        </w:rPr>
        <w:t>następujące działania aktywizacyjne:</w:t>
      </w:r>
    </w:p>
    <w:p w:rsidR="001332C7" w:rsidRPr="00C86F43" w:rsidRDefault="001332C7" w:rsidP="001332C7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pośrednictwo pracy </w:t>
      </w:r>
      <w:r w:rsidRPr="00C86F43">
        <w:rPr>
          <w:i/>
          <w:sz w:val="24"/>
          <w:szCs w:val="24"/>
        </w:rPr>
        <w:t>lub poradnictwo zawodowe dla 1</w:t>
      </w:r>
      <w:r>
        <w:rPr>
          <w:i/>
          <w:sz w:val="24"/>
          <w:szCs w:val="24"/>
        </w:rPr>
        <w:t>18</w:t>
      </w:r>
      <w:r w:rsidRPr="00C86F43">
        <w:rPr>
          <w:i/>
          <w:sz w:val="24"/>
          <w:szCs w:val="24"/>
        </w:rPr>
        <w:t xml:space="preserve"> osób</w:t>
      </w:r>
      <w:r>
        <w:rPr>
          <w:i/>
          <w:sz w:val="24"/>
          <w:szCs w:val="24"/>
        </w:rPr>
        <w:t>;</w:t>
      </w:r>
    </w:p>
    <w:p w:rsidR="001332C7" w:rsidRPr="00C86F43" w:rsidRDefault="001332C7" w:rsidP="001332C7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</w:t>
      </w:r>
      <w:r w:rsidRPr="00C86F43">
        <w:rPr>
          <w:i/>
          <w:sz w:val="24"/>
          <w:szCs w:val="24"/>
        </w:rPr>
        <w:t xml:space="preserve">taże dla </w:t>
      </w:r>
      <w:r>
        <w:rPr>
          <w:i/>
          <w:sz w:val="24"/>
          <w:szCs w:val="24"/>
        </w:rPr>
        <w:t>57</w:t>
      </w:r>
      <w:r w:rsidRPr="00C86F43">
        <w:rPr>
          <w:i/>
          <w:sz w:val="24"/>
          <w:szCs w:val="24"/>
        </w:rPr>
        <w:t xml:space="preserve"> osób;</w:t>
      </w:r>
    </w:p>
    <w:p w:rsidR="001332C7" w:rsidRPr="00C86F43" w:rsidRDefault="001332C7" w:rsidP="001332C7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</w:t>
      </w:r>
      <w:r w:rsidRPr="00C86F43">
        <w:rPr>
          <w:i/>
          <w:sz w:val="24"/>
          <w:szCs w:val="24"/>
        </w:rPr>
        <w:t xml:space="preserve">zkolenia dla </w:t>
      </w:r>
      <w:r>
        <w:rPr>
          <w:i/>
          <w:sz w:val="24"/>
          <w:szCs w:val="24"/>
        </w:rPr>
        <w:t>28</w:t>
      </w:r>
      <w:r w:rsidRPr="00C86F43">
        <w:rPr>
          <w:i/>
          <w:sz w:val="24"/>
          <w:szCs w:val="24"/>
        </w:rPr>
        <w:t xml:space="preserve"> osób;</w:t>
      </w:r>
    </w:p>
    <w:p w:rsidR="001332C7" w:rsidRDefault="001332C7" w:rsidP="00F37810">
      <w:pPr>
        <w:pStyle w:val="Akapitzlist"/>
        <w:numPr>
          <w:ilvl w:val="0"/>
          <w:numId w:val="60"/>
        </w:num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p</w:t>
      </w:r>
      <w:r w:rsidRPr="00C86F43">
        <w:rPr>
          <w:i/>
          <w:sz w:val="24"/>
          <w:szCs w:val="24"/>
        </w:rPr>
        <w:t xml:space="preserve">rzyznanie jednorazowych środków na podjęcie działalności gospodarczej dla </w:t>
      </w:r>
      <w:r>
        <w:rPr>
          <w:i/>
          <w:sz w:val="24"/>
          <w:szCs w:val="24"/>
        </w:rPr>
        <w:t>33</w:t>
      </w:r>
      <w:r w:rsidRPr="00C86F43">
        <w:rPr>
          <w:i/>
          <w:sz w:val="24"/>
          <w:szCs w:val="24"/>
        </w:rPr>
        <w:t xml:space="preserve"> osób.</w:t>
      </w:r>
    </w:p>
    <w:p w:rsidR="00855504" w:rsidRPr="00855504" w:rsidRDefault="00855504" w:rsidP="00855504">
      <w:pPr>
        <w:spacing w:line="360" w:lineRule="auto"/>
        <w:rPr>
          <w:i/>
          <w:sz w:val="24"/>
          <w:szCs w:val="24"/>
        </w:rPr>
      </w:pPr>
    </w:p>
    <w:p w:rsidR="001332C7" w:rsidRPr="006321BE" w:rsidRDefault="001332C7" w:rsidP="001332C7">
      <w:pPr>
        <w:pStyle w:val="Nagwek2"/>
        <w:numPr>
          <w:ilvl w:val="0"/>
          <w:numId w:val="50"/>
        </w:numPr>
        <w:ind w:left="720"/>
        <w:jc w:val="both"/>
        <w:rPr>
          <w:rFonts w:ascii="Times New Roman" w:hAnsi="Times New Roman"/>
          <w:szCs w:val="24"/>
        </w:rPr>
      </w:pPr>
      <w:r w:rsidRPr="006321BE">
        <w:rPr>
          <w:rFonts w:ascii="Times New Roman" w:hAnsi="Times New Roman"/>
          <w:szCs w:val="24"/>
        </w:rPr>
        <w:t>Staże</w:t>
      </w:r>
    </w:p>
    <w:p w:rsidR="00F37810" w:rsidRDefault="001332C7" w:rsidP="001332C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Urząd podpisał </w:t>
      </w:r>
      <w:r>
        <w:rPr>
          <w:color w:val="000000" w:themeColor="text1"/>
          <w:sz w:val="24"/>
          <w:szCs w:val="24"/>
        </w:rPr>
        <w:t>45</w:t>
      </w:r>
      <w:r>
        <w:rPr>
          <w:color w:val="FF0000"/>
          <w:sz w:val="24"/>
          <w:szCs w:val="24"/>
        </w:rPr>
        <w:t xml:space="preserve"> </w:t>
      </w:r>
      <w:r w:rsidRPr="006321BE">
        <w:rPr>
          <w:sz w:val="24"/>
          <w:szCs w:val="24"/>
        </w:rPr>
        <w:t xml:space="preserve">umów z pracodawcami, w ramach których </w:t>
      </w:r>
      <w:r>
        <w:rPr>
          <w:sz w:val="24"/>
          <w:szCs w:val="24"/>
        </w:rPr>
        <w:t>57</w:t>
      </w:r>
      <w:r w:rsidRPr="006321BE">
        <w:rPr>
          <w:sz w:val="24"/>
          <w:szCs w:val="24"/>
        </w:rPr>
        <w:t xml:space="preserve"> os</w:t>
      </w:r>
      <w:r>
        <w:rPr>
          <w:sz w:val="24"/>
          <w:szCs w:val="24"/>
        </w:rPr>
        <w:t>ób</w:t>
      </w:r>
      <w:r w:rsidRPr="006321BE">
        <w:rPr>
          <w:sz w:val="24"/>
          <w:szCs w:val="24"/>
        </w:rPr>
        <w:t xml:space="preserve"> rozpoczęł</w:t>
      </w:r>
      <w:r>
        <w:rPr>
          <w:sz w:val="24"/>
          <w:szCs w:val="24"/>
        </w:rPr>
        <w:t>o</w:t>
      </w:r>
      <w:r w:rsidRPr="006321BE">
        <w:rPr>
          <w:sz w:val="24"/>
          <w:szCs w:val="24"/>
        </w:rPr>
        <w:t xml:space="preserve"> staże</w:t>
      </w:r>
      <w:r>
        <w:rPr>
          <w:sz w:val="24"/>
          <w:szCs w:val="24"/>
        </w:rPr>
        <w:t xml:space="preserve">. </w:t>
      </w:r>
      <w:r w:rsidRPr="006321BE">
        <w:rPr>
          <w:sz w:val="24"/>
          <w:szCs w:val="24"/>
        </w:rPr>
        <w:t>Podczas stażu uczestnicy/uczestniczki projektu mieli mo</w:t>
      </w:r>
      <w:r>
        <w:rPr>
          <w:sz w:val="24"/>
          <w:szCs w:val="24"/>
        </w:rPr>
        <w:t>ż</w:t>
      </w:r>
      <w:r w:rsidRPr="006321BE">
        <w:rPr>
          <w:sz w:val="24"/>
          <w:szCs w:val="24"/>
        </w:rPr>
        <w:t xml:space="preserve">liwość nabycia praktycznych umiejętności do wykonywania pracy na określonych stanowiskach pracy bez nawiązywania stosunku pracy </w:t>
      </w:r>
      <w:r w:rsidR="009A30CB">
        <w:rPr>
          <w:sz w:val="24"/>
          <w:szCs w:val="24"/>
        </w:rPr>
        <w:br/>
      </w:r>
      <w:r w:rsidRPr="006321BE">
        <w:rPr>
          <w:sz w:val="24"/>
          <w:szCs w:val="24"/>
        </w:rPr>
        <w:t xml:space="preserve">z pracodawcą. Staże </w:t>
      </w:r>
      <w:r>
        <w:rPr>
          <w:sz w:val="24"/>
          <w:szCs w:val="24"/>
        </w:rPr>
        <w:t>za</w:t>
      </w:r>
      <w:r w:rsidRPr="006321BE">
        <w:rPr>
          <w:sz w:val="24"/>
          <w:szCs w:val="24"/>
        </w:rPr>
        <w:t xml:space="preserve">kończyło według zaplanowanej ścieżki </w:t>
      </w:r>
      <w:r>
        <w:rPr>
          <w:sz w:val="24"/>
          <w:szCs w:val="24"/>
        </w:rPr>
        <w:t>47</w:t>
      </w:r>
      <w:r w:rsidRPr="006321BE">
        <w:rPr>
          <w:sz w:val="24"/>
          <w:szCs w:val="24"/>
        </w:rPr>
        <w:t xml:space="preserve"> os</w:t>
      </w:r>
      <w:r>
        <w:rPr>
          <w:sz w:val="24"/>
          <w:szCs w:val="24"/>
        </w:rPr>
        <w:t>oby</w:t>
      </w:r>
      <w:r w:rsidRPr="006321BE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10 </w:t>
      </w:r>
      <w:r w:rsidRPr="006321BE">
        <w:rPr>
          <w:sz w:val="24"/>
          <w:szCs w:val="24"/>
        </w:rPr>
        <w:t>os</w:t>
      </w:r>
      <w:r>
        <w:rPr>
          <w:sz w:val="24"/>
          <w:szCs w:val="24"/>
        </w:rPr>
        <w:t>ób</w:t>
      </w:r>
      <w:r w:rsidRPr="006321BE">
        <w:rPr>
          <w:sz w:val="24"/>
          <w:szCs w:val="24"/>
        </w:rPr>
        <w:t xml:space="preserve"> przerwał</w:t>
      </w:r>
      <w:r>
        <w:rPr>
          <w:sz w:val="24"/>
          <w:szCs w:val="24"/>
        </w:rPr>
        <w:t>o</w:t>
      </w:r>
      <w:r w:rsidRPr="006321BE">
        <w:rPr>
          <w:sz w:val="24"/>
          <w:szCs w:val="24"/>
        </w:rPr>
        <w:t xml:space="preserve"> staż</w:t>
      </w:r>
      <w:r>
        <w:rPr>
          <w:sz w:val="24"/>
          <w:szCs w:val="24"/>
        </w:rPr>
        <w:t xml:space="preserve"> w tym 6 z powodu podjęcia pracy</w:t>
      </w:r>
      <w:r w:rsidRPr="006321BE">
        <w:rPr>
          <w:sz w:val="24"/>
          <w:szCs w:val="24"/>
        </w:rPr>
        <w:t>).</w:t>
      </w:r>
    </w:p>
    <w:p w:rsidR="00855504" w:rsidRDefault="00855504" w:rsidP="001332C7">
      <w:pPr>
        <w:spacing w:line="360" w:lineRule="auto"/>
        <w:jc w:val="both"/>
        <w:rPr>
          <w:sz w:val="24"/>
          <w:szCs w:val="24"/>
        </w:rPr>
      </w:pPr>
    </w:p>
    <w:p w:rsidR="00E9020A" w:rsidRDefault="00E9020A" w:rsidP="001332C7">
      <w:pPr>
        <w:spacing w:line="360" w:lineRule="auto"/>
        <w:jc w:val="both"/>
        <w:rPr>
          <w:sz w:val="24"/>
          <w:szCs w:val="24"/>
        </w:rPr>
      </w:pPr>
    </w:p>
    <w:p w:rsidR="00E9020A" w:rsidRDefault="00E9020A" w:rsidP="001332C7">
      <w:pPr>
        <w:spacing w:line="360" w:lineRule="auto"/>
        <w:jc w:val="both"/>
        <w:rPr>
          <w:sz w:val="24"/>
          <w:szCs w:val="24"/>
        </w:rPr>
      </w:pPr>
    </w:p>
    <w:p w:rsidR="004A6996" w:rsidRPr="009A30CB" w:rsidRDefault="00E9020A" w:rsidP="004A6996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Tabela 28</w:t>
      </w:r>
      <w:r w:rsidR="004A6996" w:rsidRPr="009A30CB">
        <w:rPr>
          <w:b/>
          <w:sz w:val="22"/>
          <w:szCs w:val="22"/>
        </w:rPr>
        <w:t>. Liczba osób, które rozpoczęły staż w 201</w:t>
      </w:r>
      <w:r w:rsidR="009A30CB">
        <w:rPr>
          <w:b/>
          <w:sz w:val="22"/>
          <w:szCs w:val="22"/>
        </w:rPr>
        <w:t>7</w:t>
      </w:r>
      <w:r w:rsidR="004A6996" w:rsidRPr="009A30CB">
        <w:rPr>
          <w:b/>
          <w:sz w:val="22"/>
          <w:szCs w:val="22"/>
        </w:rPr>
        <w:t xml:space="preserve"> r.</w:t>
      </w: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3"/>
        <w:gridCol w:w="2035"/>
        <w:gridCol w:w="2035"/>
        <w:gridCol w:w="1780"/>
      </w:tblGrid>
      <w:tr w:rsidR="00D920BA" w:rsidRPr="009A30CB" w:rsidTr="00D920BA">
        <w:trPr>
          <w:trHeight w:val="523"/>
        </w:trPr>
        <w:tc>
          <w:tcPr>
            <w:tcW w:w="2993" w:type="dxa"/>
            <w:vMerge w:val="restart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Grupa docelowa</w:t>
            </w:r>
          </w:p>
        </w:tc>
        <w:tc>
          <w:tcPr>
            <w:tcW w:w="5850" w:type="dxa"/>
            <w:gridSpan w:val="3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osób, które rozpoczęły staż</w:t>
            </w:r>
          </w:p>
        </w:tc>
      </w:tr>
      <w:tr w:rsidR="00D920BA" w:rsidRPr="009A30CB" w:rsidTr="00D920BA">
        <w:trPr>
          <w:trHeight w:val="276"/>
        </w:trPr>
        <w:tc>
          <w:tcPr>
            <w:tcW w:w="2993" w:type="dxa"/>
            <w:vMerge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35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Ogółem</w:t>
            </w:r>
          </w:p>
        </w:tc>
        <w:tc>
          <w:tcPr>
            <w:tcW w:w="2035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K</w:t>
            </w:r>
          </w:p>
        </w:tc>
        <w:tc>
          <w:tcPr>
            <w:tcW w:w="1780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M</w:t>
            </w:r>
          </w:p>
        </w:tc>
      </w:tr>
      <w:tr w:rsidR="00D920BA" w:rsidRPr="009A30CB" w:rsidTr="00D920BA">
        <w:trPr>
          <w:trHeight w:val="345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Bezrobotni ogółem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26</w:t>
            </w:r>
          </w:p>
        </w:tc>
      </w:tr>
      <w:tr w:rsidR="00D920BA" w:rsidRPr="009A30CB" w:rsidTr="00D920BA">
        <w:trPr>
          <w:trHeight w:val="345"/>
        </w:trPr>
        <w:tc>
          <w:tcPr>
            <w:tcW w:w="8843" w:type="dxa"/>
            <w:gridSpan w:val="4"/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w tym</w:t>
            </w:r>
          </w:p>
        </w:tc>
      </w:tr>
      <w:tr w:rsidR="00D920BA" w:rsidRPr="009A30CB" w:rsidTr="00D920BA">
        <w:trPr>
          <w:trHeight w:val="329"/>
        </w:trPr>
        <w:tc>
          <w:tcPr>
            <w:tcW w:w="2993" w:type="dxa"/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długotrwale bezrobotne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80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9</w:t>
            </w:r>
          </w:p>
        </w:tc>
      </w:tr>
      <w:tr w:rsidR="00D920BA" w:rsidRPr="009A30CB" w:rsidTr="00D920BA">
        <w:trPr>
          <w:trHeight w:val="345"/>
        </w:trPr>
        <w:tc>
          <w:tcPr>
            <w:tcW w:w="2993" w:type="dxa"/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niepełnosprawni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80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</w:tr>
    </w:tbl>
    <w:p w:rsidR="00855504" w:rsidRPr="00855504" w:rsidRDefault="00855504" w:rsidP="00855504">
      <w:pPr>
        <w:spacing w:line="360" w:lineRule="auto"/>
        <w:jc w:val="both"/>
        <w:rPr>
          <w:b/>
          <w:sz w:val="24"/>
          <w:szCs w:val="24"/>
        </w:rPr>
      </w:pPr>
    </w:p>
    <w:p w:rsidR="004A6996" w:rsidRDefault="004A6996" w:rsidP="004F76B2">
      <w:pPr>
        <w:pStyle w:val="Akapitzlist"/>
        <w:numPr>
          <w:ilvl w:val="0"/>
          <w:numId w:val="51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Szkolenia</w:t>
      </w:r>
    </w:p>
    <w:p w:rsidR="00D920BA" w:rsidRPr="00D920BA" w:rsidRDefault="00D920BA" w:rsidP="00D920BA">
      <w:pPr>
        <w:spacing w:line="360" w:lineRule="auto"/>
        <w:jc w:val="both"/>
        <w:rPr>
          <w:sz w:val="24"/>
          <w:szCs w:val="24"/>
        </w:rPr>
      </w:pPr>
      <w:r w:rsidRPr="00D920BA">
        <w:rPr>
          <w:sz w:val="24"/>
          <w:szCs w:val="24"/>
        </w:rPr>
        <w:t>Aby wesprzeć i połączyć oczekiwania  pracodawców i bezrobotnych, urząd organizował szkolenia indywidualne. W szkoleniach uczestniczyło 28 osób.</w:t>
      </w:r>
    </w:p>
    <w:p w:rsidR="004A6996" w:rsidRDefault="00D920BA" w:rsidP="004A6996">
      <w:pPr>
        <w:spacing w:line="360" w:lineRule="auto"/>
        <w:jc w:val="both"/>
        <w:rPr>
          <w:color w:val="000000"/>
          <w:sz w:val="24"/>
          <w:szCs w:val="24"/>
        </w:rPr>
      </w:pPr>
      <w:r w:rsidRPr="00D920BA">
        <w:rPr>
          <w:sz w:val="24"/>
          <w:szCs w:val="24"/>
        </w:rPr>
        <w:t xml:space="preserve">Przeprowadzono szkolenie indywidualne  z zakresu: </w:t>
      </w:r>
      <w:r w:rsidRPr="00D920BA">
        <w:rPr>
          <w:color w:val="000000"/>
          <w:sz w:val="24"/>
          <w:szCs w:val="24"/>
        </w:rPr>
        <w:t>magazynier z obsługą wózków jezdniowych, prawo jazdy kat. C z kwalifikacją wstępną przyspieszoną, ECDL od podstaw – Europejski Certyfikat Umiejętności Komputerowych, operator koparko – ładowarki, spawanie metodą MAG, kwalifikacja wstępna. Kwalifikacje zawodowe uzyskało 26 osób.</w:t>
      </w:r>
    </w:p>
    <w:p w:rsidR="00855504" w:rsidRPr="00D16CEE" w:rsidRDefault="00855504" w:rsidP="004A6996">
      <w:pPr>
        <w:spacing w:line="360" w:lineRule="auto"/>
        <w:jc w:val="both"/>
        <w:rPr>
          <w:color w:val="000000"/>
          <w:sz w:val="24"/>
          <w:szCs w:val="24"/>
        </w:rPr>
      </w:pPr>
    </w:p>
    <w:p w:rsidR="004A6996" w:rsidRPr="009A30CB" w:rsidRDefault="00E9020A" w:rsidP="004A6996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Tabela 29</w:t>
      </w:r>
      <w:r w:rsidR="004A6996" w:rsidRPr="009A30CB">
        <w:rPr>
          <w:b/>
          <w:sz w:val="22"/>
          <w:szCs w:val="22"/>
        </w:rPr>
        <w:t>. Liczba osób, które rozpoczęły szkolenia w 201</w:t>
      </w:r>
      <w:r w:rsidR="00485BD4">
        <w:rPr>
          <w:b/>
          <w:sz w:val="22"/>
          <w:szCs w:val="22"/>
        </w:rPr>
        <w:t>7</w:t>
      </w:r>
      <w:r w:rsidR="004A6996" w:rsidRPr="009A30CB">
        <w:rPr>
          <w:b/>
          <w:sz w:val="22"/>
          <w:szCs w:val="22"/>
        </w:rPr>
        <w:t xml:space="preserve"> r.</w:t>
      </w: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3"/>
        <w:gridCol w:w="2035"/>
        <w:gridCol w:w="2035"/>
        <w:gridCol w:w="1780"/>
      </w:tblGrid>
      <w:tr w:rsidR="00D920BA" w:rsidRPr="009A30CB" w:rsidTr="00D920BA">
        <w:trPr>
          <w:trHeight w:val="544"/>
        </w:trPr>
        <w:tc>
          <w:tcPr>
            <w:tcW w:w="2993" w:type="dxa"/>
            <w:vMerge w:val="restart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Grupa docelowa</w:t>
            </w:r>
          </w:p>
        </w:tc>
        <w:tc>
          <w:tcPr>
            <w:tcW w:w="5850" w:type="dxa"/>
            <w:gridSpan w:val="3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osób, które rozpoczęły szkolenia</w:t>
            </w:r>
          </w:p>
        </w:tc>
      </w:tr>
      <w:tr w:rsidR="00D920BA" w:rsidRPr="009A30CB" w:rsidTr="00D920BA">
        <w:trPr>
          <w:trHeight w:val="142"/>
        </w:trPr>
        <w:tc>
          <w:tcPr>
            <w:tcW w:w="2993" w:type="dxa"/>
            <w:vMerge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35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Ogółem</w:t>
            </w:r>
          </w:p>
        </w:tc>
        <w:tc>
          <w:tcPr>
            <w:tcW w:w="2035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K</w:t>
            </w:r>
          </w:p>
        </w:tc>
        <w:tc>
          <w:tcPr>
            <w:tcW w:w="1780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M</w:t>
            </w:r>
          </w:p>
        </w:tc>
      </w:tr>
      <w:tr w:rsidR="00D920BA" w:rsidRPr="009A30CB" w:rsidTr="00D920BA">
        <w:trPr>
          <w:trHeight w:val="510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Bezrobotni ogółem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26</w:t>
            </w:r>
          </w:p>
        </w:tc>
      </w:tr>
      <w:tr w:rsidR="00D920BA" w:rsidRPr="009A30CB" w:rsidTr="00D920BA">
        <w:trPr>
          <w:trHeight w:val="510"/>
        </w:trPr>
        <w:tc>
          <w:tcPr>
            <w:tcW w:w="8843" w:type="dxa"/>
            <w:gridSpan w:val="4"/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w tym</w:t>
            </w:r>
          </w:p>
        </w:tc>
      </w:tr>
      <w:tr w:rsidR="00D920BA" w:rsidRPr="009A30CB" w:rsidTr="00D920BA">
        <w:trPr>
          <w:trHeight w:val="510"/>
        </w:trPr>
        <w:tc>
          <w:tcPr>
            <w:tcW w:w="2993" w:type="dxa"/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długotrwale bezrobotni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80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0</w:t>
            </w:r>
          </w:p>
        </w:tc>
      </w:tr>
      <w:tr w:rsidR="00D920BA" w:rsidRPr="009A30CB" w:rsidTr="00D920BA">
        <w:trPr>
          <w:trHeight w:val="510"/>
        </w:trPr>
        <w:tc>
          <w:tcPr>
            <w:tcW w:w="2993" w:type="dxa"/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niepełnosprawni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80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</w:tr>
    </w:tbl>
    <w:p w:rsidR="000711D0" w:rsidRPr="00481C74" w:rsidRDefault="000711D0" w:rsidP="004A6996">
      <w:pPr>
        <w:spacing w:line="360" w:lineRule="auto"/>
        <w:jc w:val="both"/>
        <w:rPr>
          <w:b/>
          <w:sz w:val="24"/>
          <w:szCs w:val="24"/>
        </w:rPr>
      </w:pPr>
    </w:p>
    <w:p w:rsidR="00D920BA" w:rsidRPr="00D920BA" w:rsidRDefault="004A6996" w:rsidP="00D920BA">
      <w:pPr>
        <w:pStyle w:val="Akapitzlist"/>
        <w:numPr>
          <w:ilvl w:val="0"/>
          <w:numId w:val="51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Jednorazowe środki</w:t>
      </w:r>
      <w:r w:rsidRPr="006321BE">
        <w:rPr>
          <w:b/>
          <w:sz w:val="24"/>
          <w:szCs w:val="24"/>
        </w:rPr>
        <w:t xml:space="preserve"> na podjęcie działalności gospodarczej</w:t>
      </w:r>
    </w:p>
    <w:p w:rsidR="009A30CB" w:rsidRPr="00E9020A" w:rsidRDefault="00D920BA" w:rsidP="004A6996">
      <w:pPr>
        <w:spacing w:line="360" w:lineRule="auto"/>
        <w:jc w:val="both"/>
        <w:rPr>
          <w:sz w:val="24"/>
          <w:szCs w:val="24"/>
        </w:rPr>
      </w:pPr>
      <w:r w:rsidRPr="00D920BA">
        <w:rPr>
          <w:sz w:val="24"/>
          <w:szCs w:val="24"/>
        </w:rPr>
        <w:t>Wypłacono 33 osobom (19K, 14M) jednorazowe środki na podjęcie działalności gospodarczej. Średnia wysokość wypłaconej dotacji wyniosła ok. 22 579,19 zł.</w:t>
      </w:r>
    </w:p>
    <w:p w:rsidR="00485BD4" w:rsidRDefault="00485BD4" w:rsidP="004A6996">
      <w:pPr>
        <w:pStyle w:val="Akapitzlist"/>
        <w:spacing w:after="120"/>
        <w:ind w:left="0"/>
        <w:rPr>
          <w:b/>
          <w:sz w:val="22"/>
          <w:szCs w:val="22"/>
        </w:rPr>
      </w:pPr>
    </w:p>
    <w:p w:rsidR="00E9020A" w:rsidRDefault="00E9020A" w:rsidP="004A6996">
      <w:pPr>
        <w:pStyle w:val="Akapitzlist"/>
        <w:spacing w:after="120"/>
        <w:ind w:left="0"/>
        <w:rPr>
          <w:b/>
          <w:sz w:val="22"/>
          <w:szCs w:val="22"/>
        </w:rPr>
      </w:pPr>
    </w:p>
    <w:p w:rsidR="00E9020A" w:rsidRDefault="00E9020A" w:rsidP="004A6996">
      <w:pPr>
        <w:pStyle w:val="Akapitzlist"/>
        <w:spacing w:after="120"/>
        <w:ind w:left="0"/>
        <w:rPr>
          <w:b/>
          <w:sz w:val="22"/>
          <w:szCs w:val="22"/>
        </w:rPr>
      </w:pPr>
    </w:p>
    <w:p w:rsidR="00E9020A" w:rsidRDefault="00E9020A" w:rsidP="004A6996">
      <w:pPr>
        <w:pStyle w:val="Akapitzlist"/>
        <w:spacing w:after="120"/>
        <w:ind w:left="0"/>
        <w:rPr>
          <w:b/>
          <w:sz w:val="22"/>
          <w:szCs w:val="22"/>
        </w:rPr>
      </w:pPr>
    </w:p>
    <w:p w:rsidR="00E9020A" w:rsidRDefault="00E9020A" w:rsidP="004A6996">
      <w:pPr>
        <w:pStyle w:val="Akapitzlist"/>
        <w:spacing w:after="120"/>
        <w:ind w:left="0"/>
        <w:rPr>
          <w:b/>
          <w:sz w:val="22"/>
          <w:szCs w:val="22"/>
        </w:rPr>
      </w:pPr>
    </w:p>
    <w:p w:rsidR="00E9020A" w:rsidRDefault="00E9020A" w:rsidP="004A6996">
      <w:pPr>
        <w:pStyle w:val="Akapitzlist"/>
        <w:spacing w:after="120"/>
        <w:ind w:left="0"/>
        <w:rPr>
          <w:b/>
          <w:sz w:val="22"/>
          <w:szCs w:val="22"/>
        </w:rPr>
      </w:pPr>
    </w:p>
    <w:p w:rsidR="00E9020A" w:rsidRDefault="00E9020A" w:rsidP="004A6996">
      <w:pPr>
        <w:pStyle w:val="Akapitzlist"/>
        <w:spacing w:after="120"/>
        <w:ind w:left="0"/>
        <w:rPr>
          <w:b/>
          <w:sz w:val="22"/>
          <w:szCs w:val="22"/>
        </w:rPr>
      </w:pPr>
    </w:p>
    <w:p w:rsidR="00E9020A" w:rsidRDefault="00E9020A" w:rsidP="004A6996">
      <w:pPr>
        <w:pStyle w:val="Akapitzlist"/>
        <w:spacing w:after="120"/>
        <w:ind w:left="0"/>
        <w:rPr>
          <w:b/>
          <w:sz w:val="22"/>
          <w:szCs w:val="22"/>
        </w:rPr>
      </w:pPr>
    </w:p>
    <w:p w:rsidR="004A6996" w:rsidRPr="009A30CB" w:rsidRDefault="00E9020A" w:rsidP="004A6996">
      <w:pPr>
        <w:pStyle w:val="Akapitzlist"/>
        <w:spacing w:after="120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Tabela 30</w:t>
      </w:r>
      <w:r w:rsidR="004A6996" w:rsidRPr="009A30CB">
        <w:rPr>
          <w:b/>
          <w:sz w:val="22"/>
          <w:szCs w:val="22"/>
        </w:rPr>
        <w:t xml:space="preserve">. Liczba osób, które otrzymały dofinansowanie na podjęcie działalności       </w:t>
      </w:r>
    </w:p>
    <w:p w:rsidR="004A6996" w:rsidRPr="009A30CB" w:rsidRDefault="004A6996" w:rsidP="004A6996">
      <w:pPr>
        <w:pStyle w:val="Akapitzlist"/>
        <w:spacing w:after="120"/>
        <w:ind w:left="0"/>
        <w:rPr>
          <w:b/>
          <w:sz w:val="22"/>
          <w:szCs w:val="22"/>
        </w:rPr>
      </w:pPr>
      <w:r w:rsidRPr="009A30CB">
        <w:rPr>
          <w:b/>
          <w:sz w:val="22"/>
          <w:szCs w:val="22"/>
        </w:rPr>
        <w:t xml:space="preserve">                   gospodarczej w 201</w:t>
      </w:r>
      <w:r w:rsidR="00485BD4">
        <w:rPr>
          <w:b/>
          <w:sz w:val="22"/>
          <w:szCs w:val="22"/>
        </w:rPr>
        <w:t>7</w:t>
      </w:r>
      <w:r w:rsidRPr="009A30CB">
        <w:rPr>
          <w:b/>
          <w:sz w:val="22"/>
          <w:szCs w:val="22"/>
        </w:rPr>
        <w:t xml:space="preserve"> r.                </w:t>
      </w: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0"/>
        <w:gridCol w:w="2035"/>
        <w:gridCol w:w="2035"/>
        <w:gridCol w:w="1780"/>
      </w:tblGrid>
      <w:tr w:rsidR="00D920BA" w:rsidRPr="009A30CB" w:rsidTr="00D920BA">
        <w:trPr>
          <w:trHeight w:val="544"/>
        </w:trPr>
        <w:tc>
          <w:tcPr>
            <w:tcW w:w="2993" w:type="dxa"/>
            <w:gridSpan w:val="2"/>
            <w:vMerge w:val="restart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Grupa docelowa</w:t>
            </w:r>
          </w:p>
        </w:tc>
        <w:tc>
          <w:tcPr>
            <w:tcW w:w="5850" w:type="dxa"/>
            <w:gridSpan w:val="3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 xml:space="preserve">Liczba osób, które otrzymały dofinansowanie </w:t>
            </w:r>
            <w:r w:rsidRPr="009A30CB">
              <w:rPr>
                <w:sz w:val="22"/>
                <w:szCs w:val="22"/>
              </w:rPr>
              <w:br/>
              <w:t>na podjęcie działalności gospodarczej</w:t>
            </w:r>
          </w:p>
        </w:tc>
      </w:tr>
      <w:tr w:rsidR="00D920BA" w:rsidRPr="009A30CB" w:rsidTr="00D920BA">
        <w:trPr>
          <w:trHeight w:val="142"/>
        </w:trPr>
        <w:tc>
          <w:tcPr>
            <w:tcW w:w="2993" w:type="dxa"/>
            <w:gridSpan w:val="2"/>
            <w:vMerge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35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Ogółem</w:t>
            </w:r>
          </w:p>
        </w:tc>
        <w:tc>
          <w:tcPr>
            <w:tcW w:w="2035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K</w:t>
            </w:r>
          </w:p>
        </w:tc>
        <w:tc>
          <w:tcPr>
            <w:tcW w:w="1780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M</w:t>
            </w:r>
          </w:p>
        </w:tc>
      </w:tr>
      <w:tr w:rsidR="00D920BA" w:rsidRPr="009A30CB" w:rsidTr="00D920BA">
        <w:trPr>
          <w:trHeight w:val="510"/>
        </w:trPr>
        <w:tc>
          <w:tcPr>
            <w:tcW w:w="2993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Bezrobotni ogółem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14</w:t>
            </w:r>
          </w:p>
        </w:tc>
      </w:tr>
      <w:tr w:rsidR="00D920BA" w:rsidRPr="009A30CB" w:rsidTr="00D920BA">
        <w:trPr>
          <w:trHeight w:val="510"/>
        </w:trPr>
        <w:tc>
          <w:tcPr>
            <w:tcW w:w="8843" w:type="dxa"/>
            <w:gridSpan w:val="5"/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 xml:space="preserve">w tym </w:t>
            </w:r>
          </w:p>
        </w:tc>
      </w:tr>
      <w:tr w:rsidR="00D920BA" w:rsidRPr="009A30CB" w:rsidTr="00D920BA">
        <w:trPr>
          <w:trHeight w:val="510"/>
        </w:trPr>
        <w:tc>
          <w:tcPr>
            <w:tcW w:w="2943" w:type="dxa"/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długotrwale bezrobotni</w:t>
            </w:r>
          </w:p>
        </w:tc>
        <w:tc>
          <w:tcPr>
            <w:tcW w:w="2085" w:type="dxa"/>
            <w:gridSpan w:val="2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80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</w:tr>
      <w:tr w:rsidR="00D920BA" w:rsidRPr="009A30CB" w:rsidTr="00D920BA">
        <w:trPr>
          <w:trHeight w:val="510"/>
        </w:trPr>
        <w:tc>
          <w:tcPr>
            <w:tcW w:w="2943" w:type="dxa"/>
            <w:shd w:val="clear" w:color="auto" w:fill="C6D9F1"/>
          </w:tcPr>
          <w:p w:rsidR="00D920BA" w:rsidRPr="009A30CB" w:rsidRDefault="006D36C7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D920BA" w:rsidRPr="009A30CB">
              <w:rPr>
                <w:sz w:val="22"/>
                <w:szCs w:val="22"/>
              </w:rPr>
              <w:t>iepełnosprawni</w:t>
            </w:r>
          </w:p>
        </w:tc>
        <w:tc>
          <w:tcPr>
            <w:tcW w:w="2085" w:type="dxa"/>
            <w:gridSpan w:val="2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035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80" w:type="dxa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0</w:t>
            </w:r>
          </w:p>
        </w:tc>
      </w:tr>
    </w:tbl>
    <w:p w:rsidR="004A6996" w:rsidRDefault="004A6996" w:rsidP="004A6996">
      <w:pPr>
        <w:spacing w:line="360" w:lineRule="auto"/>
        <w:jc w:val="both"/>
        <w:rPr>
          <w:sz w:val="24"/>
          <w:szCs w:val="24"/>
        </w:rPr>
      </w:pPr>
    </w:p>
    <w:p w:rsidR="004A6996" w:rsidRPr="00B46088" w:rsidRDefault="004A6996" w:rsidP="004F76B2">
      <w:pPr>
        <w:pStyle w:val="Nagwek2"/>
        <w:numPr>
          <w:ilvl w:val="0"/>
          <w:numId w:val="52"/>
        </w:numPr>
        <w:jc w:val="both"/>
        <w:rPr>
          <w:rFonts w:ascii="Times New Roman" w:hAnsi="Times New Roman"/>
          <w:szCs w:val="24"/>
        </w:rPr>
      </w:pPr>
      <w:r w:rsidRPr="000F0C3C">
        <w:rPr>
          <w:rFonts w:ascii="Times New Roman" w:hAnsi="Times New Roman"/>
          <w:szCs w:val="24"/>
        </w:rPr>
        <w:t>Pośrednictwo pracy i poradnictwo zawodowe</w:t>
      </w:r>
    </w:p>
    <w:p w:rsidR="00D920BA" w:rsidRPr="00D920BA" w:rsidRDefault="00D920BA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D920BA">
        <w:rPr>
          <w:sz w:val="24"/>
          <w:szCs w:val="24"/>
        </w:rPr>
        <w:t xml:space="preserve">Wszyscy uczestnicy projektu zostali objęci usługami pośrednictwa pracy i/lub poradnictwa zawodowego. </w:t>
      </w:r>
    </w:p>
    <w:p w:rsidR="00D920BA" w:rsidRPr="000F0C3C" w:rsidRDefault="00D920BA" w:rsidP="001E5A7D">
      <w:pPr>
        <w:pStyle w:val="Nagwek2"/>
        <w:numPr>
          <w:ilvl w:val="0"/>
          <w:numId w:val="0"/>
        </w:numPr>
        <w:spacing w:afterLines="80" w:after="192"/>
        <w:ind w:left="907" w:hanging="907"/>
        <w:jc w:val="both"/>
        <w:rPr>
          <w:rFonts w:ascii="Times New Roman" w:hAnsi="Times New Roman"/>
          <w:szCs w:val="24"/>
        </w:rPr>
      </w:pPr>
      <w:r w:rsidRPr="000F0C3C">
        <w:rPr>
          <w:rFonts w:ascii="Times New Roman" w:hAnsi="Times New Roman"/>
          <w:szCs w:val="24"/>
        </w:rPr>
        <w:t>Wsparcie towarzyszące</w:t>
      </w:r>
    </w:p>
    <w:p w:rsidR="004A6996" w:rsidRDefault="00D920BA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D920BA">
        <w:rPr>
          <w:sz w:val="24"/>
          <w:szCs w:val="24"/>
        </w:rPr>
        <w:t xml:space="preserve">W okresie odbywania stażu i szkolenia uczestnikom wypłacono stypendium. </w:t>
      </w:r>
    </w:p>
    <w:p w:rsidR="004A6996" w:rsidRPr="000F0C3C" w:rsidRDefault="004A6996" w:rsidP="004A6996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 xml:space="preserve">Budżet projektu </w:t>
      </w:r>
      <w:r>
        <w:rPr>
          <w:b/>
          <w:sz w:val="24"/>
          <w:szCs w:val="24"/>
        </w:rPr>
        <w:t xml:space="preserve">w latach </w:t>
      </w:r>
      <w:r w:rsidRPr="000F0C3C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6-2017</w:t>
      </w:r>
    </w:p>
    <w:p w:rsidR="00D920BA" w:rsidRDefault="00D920BA" w:rsidP="001E5A7D">
      <w:pPr>
        <w:spacing w:afterLines="80" w:after="192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ramach projektu wydatkowano kwotę w wysokości 2 6</w:t>
      </w:r>
      <w:r w:rsidR="00485BD4">
        <w:rPr>
          <w:sz w:val="24"/>
          <w:szCs w:val="24"/>
        </w:rPr>
        <w:t>82</w:t>
      </w:r>
      <w:r>
        <w:rPr>
          <w:sz w:val="24"/>
          <w:szCs w:val="24"/>
        </w:rPr>
        <w:t> </w:t>
      </w:r>
      <w:r w:rsidR="00485BD4">
        <w:rPr>
          <w:sz w:val="24"/>
          <w:szCs w:val="24"/>
        </w:rPr>
        <w:t>643</w:t>
      </w:r>
      <w:r>
        <w:rPr>
          <w:sz w:val="24"/>
          <w:szCs w:val="24"/>
        </w:rPr>
        <w:t>,</w:t>
      </w:r>
      <w:r w:rsidR="00485BD4">
        <w:rPr>
          <w:sz w:val="24"/>
          <w:szCs w:val="24"/>
        </w:rPr>
        <w:t>50</w:t>
      </w:r>
      <w:r>
        <w:rPr>
          <w:sz w:val="24"/>
          <w:szCs w:val="24"/>
        </w:rPr>
        <w:t xml:space="preserve"> zł pozyskaną</w:t>
      </w:r>
      <w:r w:rsidRPr="000F0C3C">
        <w:rPr>
          <w:sz w:val="24"/>
          <w:szCs w:val="24"/>
        </w:rPr>
        <w:t xml:space="preserve"> Eur</w:t>
      </w:r>
      <w:r>
        <w:rPr>
          <w:sz w:val="24"/>
          <w:szCs w:val="24"/>
        </w:rPr>
        <w:t>opejskiego Funduszu Społecznego. W 2017 r</w:t>
      </w:r>
      <w:r w:rsidR="006D36C7">
        <w:rPr>
          <w:sz w:val="24"/>
          <w:szCs w:val="24"/>
        </w:rPr>
        <w:t xml:space="preserve">. wydatkowano kwotę w wysokości- </w:t>
      </w:r>
      <w:r>
        <w:rPr>
          <w:sz w:val="24"/>
          <w:szCs w:val="24"/>
        </w:rPr>
        <w:t>1 3</w:t>
      </w:r>
      <w:r w:rsidR="00485BD4">
        <w:rPr>
          <w:sz w:val="24"/>
          <w:szCs w:val="24"/>
        </w:rPr>
        <w:t>3</w:t>
      </w:r>
      <w:r>
        <w:rPr>
          <w:sz w:val="24"/>
          <w:szCs w:val="24"/>
        </w:rPr>
        <w:t xml:space="preserve">3 </w:t>
      </w:r>
      <w:r w:rsidR="00485BD4">
        <w:rPr>
          <w:sz w:val="24"/>
          <w:szCs w:val="24"/>
        </w:rPr>
        <w:t>735</w:t>
      </w:r>
      <w:r>
        <w:rPr>
          <w:sz w:val="24"/>
          <w:szCs w:val="24"/>
        </w:rPr>
        <w:t>,</w:t>
      </w:r>
      <w:r w:rsidR="00485BD4">
        <w:rPr>
          <w:sz w:val="24"/>
          <w:szCs w:val="24"/>
        </w:rPr>
        <w:t>38</w:t>
      </w:r>
      <w:r>
        <w:rPr>
          <w:sz w:val="24"/>
          <w:szCs w:val="24"/>
        </w:rPr>
        <w:t xml:space="preserve"> zł.</w:t>
      </w:r>
    </w:p>
    <w:p w:rsidR="00D920BA" w:rsidRPr="000F0C3C" w:rsidRDefault="00D920BA" w:rsidP="001E5A7D">
      <w:pPr>
        <w:spacing w:afterLines="80" w:after="192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budżet projektu przedstawia tabela nr 30 </w:t>
      </w:r>
    </w:p>
    <w:p w:rsidR="00D920BA" w:rsidRPr="003A4140" w:rsidRDefault="00D920BA" w:rsidP="003A4140">
      <w:pPr>
        <w:spacing w:line="360" w:lineRule="auto"/>
        <w:jc w:val="both"/>
        <w:rPr>
          <w:sz w:val="24"/>
          <w:szCs w:val="24"/>
        </w:rPr>
      </w:pPr>
    </w:p>
    <w:p w:rsidR="004A6996" w:rsidRDefault="004A6996" w:rsidP="004A6996">
      <w:pPr>
        <w:spacing w:line="276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71EAE">
        <w:rPr>
          <w:b/>
          <w:i/>
          <w:sz w:val="24"/>
          <w:szCs w:val="24"/>
        </w:rPr>
        <w:t>7</w:t>
      </w:r>
      <w:r>
        <w:rPr>
          <w:b/>
          <w:i/>
          <w:sz w:val="24"/>
          <w:szCs w:val="24"/>
        </w:rPr>
        <w:t>.2. Projekt pt. „Aktywizacja osób w wieku 30 lat i powyżej pozostających bez pracy</w:t>
      </w:r>
      <w:r>
        <w:rPr>
          <w:b/>
          <w:i/>
          <w:sz w:val="24"/>
          <w:szCs w:val="24"/>
        </w:rPr>
        <w:br/>
        <w:t>w powiecie otwockim (</w:t>
      </w:r>
      <w:r w:rsidR="00AE3404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>I)”</w:t>
      </w:r>
    </w:p>
    <w:p w:rsidR="00D920BA" w:rsidRDefault="00D920BA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0B2A45">
        <w:rPr>
          <w:sz w:val="24"/>
          <w:szCs w:val="24"/>
        </w:rPr>
        <w:t xml:space="preserve">Powiatowy </w:t>
      </w:r>
      <w:r>
        <w:rPr>
          <w:sz w:val="24"/>
          <w:szCs w:val="24"/>
        </w:rPr>
        <w:t xml:space="preserve">Urząd Pracy w Otwocku przystąpił do realizacji projektu pozakonkursowego na lata 2017-2018 </w:t>
      </w:r>
      <w:r w:rsidRPr="000B2A45">
        <w:rPr>
          <w:sz w:val="24"/>
          <w:szCs w:val="24"/>
        </w:rPr>
        <w:t xml:space="preserve">„Aktywizacja osób w wieku 30 lat i powyżej pozostających bez pracy </w:t>
      </w:r>
      <w:r>
        <w:rPr>
          <w:sz w:val="24"/>
          <w:szCs w:val="24"/>
        </w:rPr>
        <w:br/>
      </w:r>
      <w:r w:rsidRPr="000B2A45">
        <w:rPr>
          <w:sz w:val="24"/>
          <w:szCs w:val="24"/>
        </w:rPr>
        <w:t>w powiecie otwockim (</w:t>
      </w:r>
      <w:r>
        <w:rPr>
          <w:sz w:val="24"/>
          <w:szCs w:val="24"/>
        </w:rPr>
        <w:t>I</w:t>
      </w:r>
      <w:r w:rsidRPr="000B2A45">
        <w:rPr>
          <w:sz w:val="24"/>
          <w:szCs w:val="24"/>
        </w:rPr>
        <w:t>I)”</w:t>
      </w:r>
      <w:r>
        <w:rPr>
          <w:sz w:val="24"/>
          <w:szCs w:val="24"/>
        </w:rPr>
        <w:t xml:space="preserve"> w ramach Regionalnego Programu Operacyjnego Województwa Mazowieckiego na lata 2014-2020 Oś priorytetowa VIII „Rozwój rynku pracy” Działanie 8.1 „Aktywizacja zawodowa osób bezrobotnych przez PUP”.</w:t>
      </w:r>
    </w:p>
    <w:p w:rsidR="00D920BA" w:rsidRPr="00805D7D" w:rsidRDefault="00D920BA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FA74A5">
        <w:rPr>
          <w:b/>
          <w:sz w:val="24"/>
          <w:szCs w:val="24"/>
        </w:rPr>
        <w:t>Cel realizacji projektu</w:t>
      </w:r>
      <w:r>
        <w:rPr>
          <w:sz w:val="24"/>
          <w:szCs w:val="24"/>
        </w:rPr>
        <w:t xml:space="preserve"> – zwiększenie możliwości zatrudnienia osób w wieku 30 lat </w:t>
      </w:r>
      <w:r>
        <w:rPr>
          <w:sz w:val="24"/>
          <w:szCs w:val="24"/>
        </w:rPr>
        <w:br/>
        <w:t xml:space="preserve">i powyżej należących do grup </w:t>
      </w:r>
      <w:proofErr w:type="spellStart"/>
      <w:r>
        <w:rPr>
          <w:sz w:val="24"/>
          <w:szCs w:val="24"/>
        </w:rPr>
        <w:t>defaworyzowanych</w:t>
      </w:r>
      <w:proofErr w:type="spellEnd"/>
      <w:r>
        <w:rPr>
          <w:sz w:val="24"/>
          <w:szCs w:val="24"/>
        </w:rPr>
        <w:t xml:space="preserve"> pozostających bez pracy w powiecie otwockim.</w:t>
      </w:r>
    </w:p>
    <w:p w:rsidR="00D920BA" w:rsidRDefault="00D920BA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FA74A5">
        <w:rPr>
          <w:b/>
          <w:sz w:val="24"/>
          <w:szCs w:val="24"/>
        </w:rPr>
        <w:lastRenderedPageBreak/>
        <w:t>Uczestnicy projektu</w:t>
      </w:r>
      <w:r>
        <w:rPr>
          <w:sz w:val="24"/>
          <w:szCs w:val="24"/>
        </w:rPr>
        <w:t xml:space="preserve"> to osoby należące do grup </w:t>
      </w:r>
      <w:proofErr w:type="spellStart"/>
      <w:r>
        <w:rPr>
          <w:sz w:val="24"/>
          <w:szCs w:val="24"/>
        </w:rPr>
        <w:t>defaworyzowanych</w:t>
      </w:r>
      <w:proofErr w:type="spellEnd"/>
      <w:r>
        <w:rPr>
          <w:sz w:val="24"/>
          <w:szCs w:val="24"/>
        </w:rPr>
        <w:t xml:space="preserve"> tj. osoby powyżej 50 roku życia, osoby niepełnosprawne, osoby długotrwale bezrobotne, osoby o niskich kwalifikacjach </w:t>
      </w:r>
      <w:r w:rsidR="009A30CB">
        <w:rPr>
          <w:sz w:val="24"/>
          <w:szCs w:val="24"/>
        </w:rPr>
        <w:br/>
      </w:r>
      <w:r>
        <w:rPr>
          <w:sz w:val="24"/>
          <w:szCs w:val="24"/>
        </w:rPr>
        <w:t xml:space="preserve">i kobiety. </w:t>
      </w:r>
    </w:p>
    <w:p w:rsidR="004A6996" w:rsidRPr="009A30CB" w:rsidRDefault="004A6996" w:rsidP="004A6996">
      <w:pPr>
        <w:pStyle w:val="Akapitzlist"/>
        <w:spacing w:line="360" w:lineRule="auto"/>
        <w:ind w:left="142"/>
        <w:jc w:val="both"/>
        <w:rPr>
          <w:b/>
          <w:sz w:val="22"/>
          <w:szCs w:val="22"/>
        </w:rPr>
      </w:pPr>
      <w:r w:rsidRPr="009A30CB">
        <w:rPr>
          <w:b/>
          <w:sz w:val="22"/>
          <w:szCs w:val="22"/>
        </w:rPr>
        <w:t>Tabela 31. Liczba osób, które zostały objęte wsparciem w ramach projektu (201</w:t>
      </w:r>
      <w:r w:rsidR="00BA57C8">
        <w:rPr>
          <w:b/>
          <w:sz w:val="22"/>
          <w:szCs w:val="22"/>
        </w:rPr>
        <w:t>7</w:t>
      </w:r>
      <w:r w:rsidRPr="009A30CB">
        <w:rPr>
          <w:b/>
          <w:sz w:val="22"/>
          <w:szCs w:val="22"/>
        </w:rPr>
        <w:t xml:space="preserve"> r.)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3"/>
        <w:gridCol w:w="1510"/>
        <w:gridCol w:w="2268"/>
        <w:gridCol w:w="2126"/>
      </w:tblGrid>
      <w:tr w:rsidR="00D920BA" w:rsidRPr="009A30CB" w:rsidTr="00D920BA">
        <w:trPr>
          <w:trHeight w:val="544"/>
        </w:trPr>
        <w:tc>
          <w:tcPr>
            <w:tcW w:w="2993" w:type="dxa"/>
            <w:vMerge w:val="restart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Grupa docelowa</w:t>
            </w:r>
          </w:p>
        </w:tc>
        <w:tc>
          <w:tcPr>
            <w:tcW w:w="5904" w:type="dxa"/>
            <w:gridSpan w:val="3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 xml:space="preserve">Realizacja </w:t>
            </w:r>
          </w:p>
        </w:tc>
      </w:tr>
      <w:tr w:rsidR="00D920BA" w:rsidRPr="009A30CB" w:rsidTr="00D920BA">
        <w:trPr>
          <w:trHeight w:val="434"/>
        </w:trPr>
        <w:tc>
          <w:tcPr>
            <w:tcW w:w="2993" w:type="dxa"/>
            <w:vMerge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Ogółem</w:t>
            </w:r>
          </w:p>
        </w:tc>
        <w:tc>
          <w:tcPr>
            <w:tcW w:w="2268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K</w:t>
            </w:r>
          </w:p>
        </w:tc>
        <w:tc>
          <w:tcPr>
            <w:tcW w:w="2126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M</w:t>
            </w:r>
          </w:p>
        </w:tc>
      </w:tr>
      <w:tr w:rsidR="00D920BA" w:rsidRPr="009A30CB" w:rsidTr="00D920BA">
        <w:trPr>
          <w:trHeight w:val="397"/>
        </w:trPr>
        <w:tc>
          <w:tcPr>
            <w:tcW w:w="2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20BA" w:rsidRPr="009A30CB" w:rsidRDefault="00D920BA" w:rsidP="00D920BA">
            <w:pPr>
              <w:spacing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Bezrobotni ogółem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29</w:t>
            </w:r>
          </w:p>
        </w:tc>
      </w:tr>
      <w:tr w:rsidR="00D920BA" w:rsidRPr="009A30CB" w:rsidTr="00D920BA">
        <w:trPr>
          <w:trHeight w:val="397"/>
        </w:trPr>
        <w:tc>
          <w:tcPr>
            <w:tcW w:w="8897" w:type="dxa"/>
            <w:gridSpan w:val="4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w tym</w:t>
            </w:r>
          </w:p>
        </w:tc>
      </w:tr>
      <w:tr w:rsidR="00D920BA" w:rsidRPr="009A30CB" w:rsidTr="00D920BA">
        <w:trPr>
          <w:trHeight w:val="397"/>
        </w:trPr>
        <w:tc>
          <w:tcPr>
            <w:tcW w:w="2993" w:type="dxa"/>
            <w:shd w:val="clear" w:color="auto" w:fill="FFFFFF" w:themeFill="background1"/>
            <w:vAlign w:val="center"/>
          </w:tcPr>
          <w:p w:rsidR="00D920BA" w:rsidRPr="009A30CB" w:rsidRDefault="00D920BA" w:rsidP="00D920BA">
            <w:pPr>
              <w:spacing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długotrwale bezrobotni</w:t>
            </w:r>
          </w:p>
        </w:tc>
        <w:tc>
          <w:tcPr>
            <w:tcW w:w="1510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268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126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10</w:t>
            </w:r>
          </w:p>
        </w:tc>
      </w:tr>
      <w:tr w:rsidR="00D920BA" w:rsidRPr="009A30CB" w:rsidTr="00D920BA">
        <w:trPr>
          <w:trHeight w:val="397"/>
        </w:trPr>
        <w:tc>
          <w:tcPr>
            <w:tcW w:w="2993" w:type="dxa"/>
            <w:shd w:val="clear" w:color="auto" w:fill="FFFFFF" w:themeFill="background1"/>
            <w:vAlign w:val="center"/>
          </w:tcPr>
          <w:p w:rsidR="00D920BA" w:rsidRPr="009A30CB" w:rsidRDefault="00D920BA" w:rsidP="00D920BA">
            <w:pPr>
              <w:spacing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niepełnosprawni</w:t>
            </w:r>
          </w:p>
        </w:tc>
        <w:tc>
          <w:tcPr>
            <w:tcW w:w="1510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0</w:t>
            </w:r>
          </w:p>
        </w:tc>
      </w:tr>
      <w:tr w:rsidR="00D920BA" w:rsidRPr="009A30CB" w:rsidTr="00D920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993" w:type="dxa"/>
            <w:shd w:val="clear" w:color="auto" w:fill="FFFFFF" w:themeFill="background1"/>
            <w:vAlign w:val="center"/>
          </w:tcPr>
          <w:p w:rsidR="00D920BA" w:rsidRPr="009A30CB" w:rsidRDefault="00D920BA" w:rsidP="00D920BA">
            <w:pPr>
              <w:spacing w:line="312" w:lineRule="auto"/>
              <w:rPr>
                <w:b/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w wieku 50 lat i więcej</w:t>
            </w:r>
          </w:p>
        </w:tc>
        <w:tc>
          <w:tcPr>
            <w:tcW w:w="1510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2268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7</w:t>
            </w:r>
          </w:p>
        </w:tc>
      </w:tr>
      <w:tr w:rsidR="00D920BA" w:rsidRPr="009A30CB" w:rsidTr="00D920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2993" w:type="dxa"/>
            <w:shd w:val="clear" w:color="auto" w:fill="FFFFFF" w:themeFill="background1"/>
            <w:vAlign w:val="center"/>
          </w:tcPr>
          <w:p w:rsidR="00D920BA" w:rsidRPr="009A30CB" w:rsidRDefault="00D920BA" w:rsidP="00D920BA">
            <w:pPr>
              <w:spacing w:line="312" w:lineRule="auto"/>
              <w:rPr>
                <w:b/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 niskich kwalifikacjach</w:t>
            </w:r>
          </w:p>
        </w:tc>
        <w:tc>
          <w:tcPr>
            <w:tcW w:w="1510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2268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126" w:type="dxa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26</w:t>
            </w:r>
          </w:p>
        </w:tc>
      </w:tr>
    </w:tbl>
    <w:p w:rsidR="00855504" w:rsidRDefault="00855504" w:rsidP="004A6996">
      <w:pPr>
        <w:spacing w:line="360" w:lineRule="auto"/>
        <w:rPr>
          <w:b/>
          <w:sz w:val="24"/>
          <w:szCs w:val="24"/>
        </w:rPr>
      </w:pPr>
    </w:p>
    <w:p w:rsidR="004A6996" w:rsidRDefault="004A6996" w:rsidP="004A6996">
      <w:pPr>
        <w:spacing w:line="360" w:lineRule="auto"/>
        <w:rPr>
          <w:b/>
          <w:sz w:val="24"/>
          <w:szCs w:val="24"/>
        </w:rPr>
      </w:pPr>
      <w:r w:rsidRPr="006321BE">
        <w:rPr>
          <w:b/>
          <w:sz w:val="24"/>
          <w:szCs w:val="24"/>
        </w:rPr>
        <w:t>Działania ak</w:t>
      </w:r>
      <w:r>
        <w:rPr>
          <w:b/>
          <w:sz w:val="24"/>
          <w:szCs w:val="24"/>
        </w:rPr>
        <w:t>tywizacyjne realizowane w projekcie (201</w:t>
      </w:r>
      <w:r w:rsidR="00BA57C8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r.)</w:t>
      </w:r>
    </w:p>
    <w:p w:rsidR="00D920BA" w:rsidRDefault="00D920BA" w:rsidP="001E5A7D">
      <w:pPr>
        <w:spacing w:afterLines="80" w:after="192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6321BE">
        <w:rPr>
          <w:sz w:val="24"/>
          <w:szCs w:val="24"/>
        </w:rPr>
        <w:t xml:space="preserve">ramach projektu </w:t>
      </w:r>
      <w:r>
        <w:rPr>
          <w:sz w:val="24"/>
          <w:szCs w:val="24"/>
        </w:rPr>
        <w:t>„</w:t>
      </w:r>
      <w:r w:rsidRPr="00B30D64">
        <w:rPr>
          <w:sz w:val="24"/>
          <w:szCs w:val="24"/>
        </w:rPr>
        <w:t xml:space="preserve">Aktywizacja osób </w:t>
      </w:r>
      <w:r>
        <w:rPr>
          <w:sz w:val="24"/>
          <w:szCs w:val="24"/>
        </w:rPr>
        <w:t xml:space="preserve">w wieku 30 lat i powyżej </w:t>
      </w:r>
      <w:r w:rsidRPr="00B30D64">
        <w:rPr>
          <w:sz w:val="24"/>
          <w:szCs w:val="24"/>
        </w:rPr>
        <w:t xml:space="preserve">pozostających bez pracy </w:t>
      </w:r>
      <w:r w:rsidR="009A30CB">
        <w:rPr>
          <w:sz w:val="24"/>
          <w:szCs w:val="24"/>
        </w:rPr>
        <w:br/>
      </w:r>
      <w:r w:rsidRPr="00B30D64">
        <w:rPr>
          <w:sz w:val="24"/>
          <w:szCs w:val="24"/>
        </w:rPr>
        <w:t>w powiecie otwockim (I</w:t>
      </w:r>
      <w:r>
        <w:rPr>
          <w:sz w:val="24"/>
          <w:szCs w:val="24"/>
        </w:rPr>
        <w:t>I</w:t>
      </w:r>
      <w:r w:rsidRPr="00B30D64">
        <w:rPr>
          <w:sz w:val="24"/>
          <w:szCs w:val="24"/>
        </w:rPr>
        <w:t>)</w:t>
      </w:r>
      <w:r>
        <w:rPr>
          <w:sz w:val="24"/>
          <w:szCs w:val="24"/>
        </w:rPr>
        <w:t xml:space="preserve">” </w:t>
      </w:r>
      <w:r w:rsidRPr="006321BE">
        <w:rPr>
          <w:sz w:val="24"/>
          <w:szCs w:val="24"/>
        </w:rPr>
        <w:t>urząd zorganizował następujące działania aktywizacyjne:</w:t>
      </w:r>
    </w:p>
    <w:p w:rsidR="00D920BA" w:rsidRDefault="00D920BA" w:rsidP="001E5A7D">
      <w:pPr>
        <w:pStyle w:val="Akapitzlist"/>
        <w:numPr>
          <w:ilvl w:val="0"/>
          <w:numId w:val="60"/>
        </w:numPr>
        <w:spacing w:afterLines="80" w:after="192" w:line="360" w:lineRule="auto"/>
        <w:rPr>
          <w:i/>
          <w:sz w:val="24"/>
          <w:szCs w:val="24"/>
        </w:rPr>
      </w:pPr>
      <w:r w:rsidRPr="00C86F43">
        <w:rPr>
          <w:i/>
          <w:sz w:val="24"/>
          <w:szCs w:val="24"/>
        </w:rPr>
        <w:t xml:space="preserve">Pośrednictwo pracy i/lub poradnictwo zawodowe dla </w:t>
      </w:r>
      <w:r>
        <w:rPr>
          <w:i/>
          <w:sz w:val="24"/>
          <w:szCs w:val="24"/>
        </w:rPr>
        <w:t>73</w:t>
      </w:r>
      <w:r w:rsidRPr="00C86F43">
        <w:rPr>
          <w:i/>
          <w:sz w:val="24"/>
          <w:szCs w:val="24"/>
        </w:rPr>
        <w:t xml:space="preserve"> osób</w:t>
      </w:r>
      <w:r>
        <w:rPr>
          <w:i/>
          <w:sz w:val="24"/>
          <w:szCs w:val="24"/>
        </w:rPr>
        <w:t>;</w:t>
      </w:r>
    </w:p>
    <w:p w:rsidR="00D920BA" w:rsidRDefault="00D920BA" w:rsidP="001E5A7D">
      <w:pPr>
        <w:pStyle w:val="Akapitzlist"/>
        <w:numPr>
          <w:ilvl w:val="0"/>
          <w:numId w:val="60"/>
        </w:numPr>
        <w:spacing w:afterLines="80" w:after="192"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J</w:t>
      </w:r>
      <w:r w:rsidRPr="00C86F43">
        <w:rPr>
          <w:i/>
          <w:sz w:val="24"/>
          <w:szCs w:val="24"/>
        </w:rPr>
        <w:t>ednorazow</w:t>
      </w:r>
      <w:r>
        <w:rPr>
          <w:i/>
          <w:sz w:val="24"/>
          <w:szCs w:val="24"/>
        </w:rPr>
        <w:t>e</w:t>
      </w:r>
      <w:r w:rsidRPr="00C86F43">
        <w:rPr>
          <w:i/>
          <w:sz w:val="24"/>
          <w:szCs w:val="24"/>
        </w:rPr>
        <w:t xml:space="preserve"> środk</w:t>
      </w:r>
      <w:r>
        <w:rPr>
          <w:i/>
          <w:sz w:val="24"/>
          <w:szCs w:val="24"/>
        </w:rPr>
        <w:t>i</w:t>
      </w:r>
      <w:r w:rsidRPr="00C86F43">
        <w:rPr>
          <w:i/>
          <w:sz w:val="24"/>
          <w:szCs w:val="24"/>
        </w:rPr>
        <w:t xml:space="preserve"> na podjęcie działalności gospodarczej dla </w:t>
      </w:r>
      <w:r>
        <w:rPr>
          <w:i/>
          <w:sz w:val="24"/>
          <w:szCs w:val="24"/>
        </w:rPr>
        <w:t>25</w:t>
      </w:r>
      <w:r w:rsidRPr="003E6A01">
        <w:rPr>
          <w:i/>
          <w:sz w:val="24"/>
          <w:szCs w:val="24"/>
        </w:rPr>
        <w:t xml:space="preserve"> osób,</w:t>
      </w:r>
      <w:r>
        <w:rPr>
          <w:i/>
          <w:sz w:val="24"/>
          <w:szCs w:val="24"/>
        </w:rPr>
        <w:t xml:space="preserve"> </w:t>
      </w:r>
    </w:p>
    <w:p w:rsidR="00D920BA" w:rsidRPr="003E6A01" w:rsidRDefault="00D920BA" w:rsidP="001E5A7D">
      <w:pPr>
        <w:pStyle w:val="Akapitzlist"/>
        <w:numPr>
          <w:ilvl w:val="0"/>
          <w:numId w:val="60"/>
        </w:numPr>
        <w:spacing w:afterLines="80" w:after="192"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Szkolenie ABC Przedsiębiorczości dla 25 osób,</w:t>
      </w:r>
    </w:p>
    <w:p w:rsidR="00D920BA" w:rsidRDefault="00D920BA" w:rsidP="001E5A7D">
      <w:pPr>
        <w:pStyle w:val="Akapitzlist"/>
        <w:numPr>
          <w:ilvl w:val="0"/>
          <w:numId w:val="60"/>
        </w:numPr>
        <w:spacing w:afterLines="80" w:after="192"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Dofinansowanie wynagrodzenia za bezrobotnego 50+ dla 11 osób;</w:t>
      </w:r>
    </w:p>
    <w:p w:rsidR="00D920BA" w:rsidRDefault="00D920BA" w:rsidP="001E5A7D">
      <w:pPr>
        <w:pStyle w:val="Akapitzlist"/>
        <w:numPr>
          <w:ilvl w:val="0"/>
          <w:numId w:val="60"/>
        </w:numPr>
        <w:spacing w:afterLines="80" w:after="192" w:line="360" w:lineRule="auto"/>
        <w:rPr>
          <w:i/>
          <w:sz w:val="24"/>
          <w:szCs w:val="24"/>
        </w:rPr>
      </w:pPr>
      <w:r w:rsidRPr="00C86F43">
        <w:rPr>
          <w:i/>
          <w:sz w:val="24"/>
          <w:szCs w:val="24"/>
        </w:rPr>
        <w:t xml:space="preserve">Staże dla </w:t>
      </w:r>
      <w:r>
        <w:rPr>
          <w:i/>
          <w:sz w:val="24"/>
          <w:szCs w:val="24"/>
        </w:rPr>
        <w:t>31 osób,</w:t>
      </w:r>
    </w:p>
    <w:p w:rsidR="008B26CB" w:rsidRPr="009A30CB" w:rsidRDefault="00D920BA" w:rsidP="001E5A7D">
      <w:pPr>
        <w:pStyle w:val="Akapitzlist"/>
        <w:numPr>
          <w:ilvl w:val="0"/>
          <w:numId w:val="60"/>
        </w:numPr>
        <w:spacing w:afterLines="80" w:after="192" w:line="360" w:lineRule="auto"/>
        <w:rPr>
          <w:b/>
          <w:sz w:val="24"/>
          <w:szCs w:val="24"/>
        </w:rPr>
      </w:pPr>
      <w:r w:rsidRPr="001C2288">
        <w:rPr>
          <w:i/>
          <w:sz w:val="24"/>
          <w:szCs w:val="24"/>
        </w:rPr>
        <w:t>Szkolenia dla 5 osób.</w:t>
      </w:r>
    </w:p>
    <w:p w:rsidR="004A6996" w:rsidRPr="009A30CB" w:rsidRDefault="004A6996" w:rsidP="004A6996">
      <w:pPr>
        <w:spacing w:line="360" w:lineRule="auto"/>
        <w:rPr>
          <w:b/>
          <w:sz w:val="22"/>
          <w:szCs w:val="22"/>
        </w:rPr>
      </w:pPr>
      <w:r w:rsidRPr="009A30CB">
        <w:rPr>
          <w:b/>
          <w:sz w:val="22"/>
          <w:szCs w:val="22"/>
        </w:rPr>
        <w:t>Tabela 32. Realizowane formy wsparcia w ramach projektu (201</w:t>
      </w:r>
      <w:r w:rsidR="00BA57C8">
        <w:rPr>
          <w:b/>
          <w:sz w:val="22"/>
          <w:szCs w:val="22"/>
        </w:rPr>
        <w:t>7</w:t>
      </w:r>
      <w:r w:rsidRPr="009A30CB">
        <w:rPr>
          <w:b/>
          <w:sz w:val="22"/>
          <w:szCs w:val="22"/>
        </w:rPr>
        <w:t xml:space="preserve"> r.)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5"/>
        <w:gridCol w:w="1332"/>
        <w:gridCol w:w="1508"/>
        <w:gridCol w:w="1506"/>
      </w:tblGrid>
      <w:tr w:rsidR="00D920BA" w:rsidRPr="009A30CB" w:rsidTr="00D920BA">
        <w:trPr>
          <w:trHeight w:val="454"/>
          <w:jc w:val="center"/>
        </w:trPr>
        <w:tc>
          <w:tcPr>
            <w:tcW w:w="2729" w:type="pct"/>
            <w:vMerge w:val="restart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Ogólna liczba uczestników</w:t>
            </w:r>
          </w:p>
        </w:tc>
        <w:tc>
          <w:tcPr>
            <w:tcW w:w="2271" w:type="pct"/>
            <w:gridSpan w:val="3"/>
            <w:shd w:val="clear" w:color="auto" w:fill="C6D9F1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 xml:space="preserve">Realizacja </w:t>
            </w:r>
          </w:p>
        </w:tc>
      </w:tr>
      <w:tr w:rsidR="00D920BA" w:rsidRPr="009A30CB" w:rsidTr="009A30CB">
        <w:trPr>
          <w:trHeight w:val="77"/>
          <w:jc w:val="center"/>
        </w:trPr>
        <w:tc>
          <w:tcPr>
            <w:tcW w:w="2729" w:type="pct"/>
            <w:vMerge/>
            <w:shd w:val="clear" w:color="auto" w:fill="C6D9F1" w:themeFill="text2" w:themeFillTint="33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Ogółem</w:t>
            </w:r>
          </w:p>
        </w:tc>
        <w:tc>
          <w:tcPr>
            <w:tcW w:w="788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K</w:t>
            </w:r>
          </w:p>
        </w:tc>
        <w:tc>
          <w:tcPr>
            <w:tcW w:w="787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M</w:t>
            </w:r>
          </w:p>
        </w:tc>
      </w:tr>
      <w:tr w:rsidR="00D920BA" w:rsidRPr="009A30CB" w:rsidTr="00D920BA">
        <w:trPr>
          <w:trHeight w:val="345"/>
          <w:jc w:val="center"/>
        </w:trPr>
        <w:tc>
          <w:tcPr>
            <w:tcW w:w="272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Ogółem uczestnicy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29</w:t>
            </w:r>
          </w:p>
        </w:tc>
      </w:tr>
      <w:tr w:rsidR="00D920BA" w:rsidRPr="009A30CB" w:rsidTr="00D920BA">
        <w:trPr>
          <w:trHeight w:val="202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C6D9F1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w tym</w:t>
            </w:r>
          </w:p>
        </w:tc>
      </w:tr>
      <w:tr w:rsidR="00D920BA" w:rsidRPr="009A30CB" w:rsidTr="00D920BA">
        <w:trPr>
          <w:trHeight w:val="345"/>
          <w:jc w:val="center"/>
        </w:trPr>
        <w:tc>
          <w:tcPr>
            <w:tcW w:w="272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Jednorazowe środki na podjęcie działalności gospodarczej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11</w:t>
            </w:r>
          </w:p>
        </w:tc>
      </w:tr>
      <w:tr w:rsidR="00D920BA" w:rsidRPr="009A30CB" w:rsidTr="00D920BA">
        <w:trPr>
          <w:trHeight w:val="420"/>
          <w:jc w:val="center"/>
        </w:trPr>
        <w:tc>
          <w:tcPr>
            <w:tcW w:w="2729" w:type="pct"/>
            <w:shd w:val="clear" w:color="auto" w:fill="FFFFFF" w:themeFill="background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ABC Przedsiębiorczości</w:t>
            </w:r>
          </w:p>
        </w:tc>
        <w:tc>
          <w:tcPr>
            <w:tcW w:w="696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788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787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12</w:t>
            </w:r>
          </w:p>
        </w:tc>
      </w:tr>
      <w:tr w:rsidR="00D920BA" w:rsidRPr="009A30CB" w:rsidTr="00D920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6"/>
          <w:jc w:val="center"/>
        </w:trPr>
        <w:tc>
          <w:tcPr>
            <w:tcW w:w="2729" w:type="pct"/>
            <w:shd w:val="clear" w:color="auto" w:fill="FFFFFF" w:themeFill="background1"/>
          </w:tcPr>
          <w:p w:rsidR="00D920BA" w:rsidRPr="009A30CB" w:rsidRDefault="00D920BA" w:rsidP="00D920BA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Dofinansowane wynagrodzenia za bezrobotnego 50+</w:t>
            </w:r>
          </w:p>
        </w:tc>
        <w:tc>
          <w:tcPr>
            <w:tcW w:w="696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88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87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6</w:t>
            </w:r>
          </w:p>
        </w:tc>
      </w:tr>
      <w:tr w:rsidR="00D920BA" w:rsidRPr="009A30CB" w:rsidTr="00D920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5"/>
          <w:jc w:val="center"/>
        </w:trPr>
        <w:tc>
          <w:tcPr>
            <w:tcW w:w="2729" w:type="pct"/>
            <w:shd w:val="clear" w:color="auto" w:fill="FFFFFF" w:themeFill="background1"/>
          </w:tcPr>
          <w:p w:rsidR="00D920BA" w:rsidRPr="009A30CB" w:rsidRDefault="00D920BA" w:rsidP="00D920BA">
            <w:pPr>
              <w:spacing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Staże</w:t>
            </w:r>
          </w:p>
        </w:tc>
        <w:tc>
          <w:tcPr>
            <w:tcW w:w="696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788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787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6</w:t>
            </w:r>
          </w:p>
        </w:tc>
      </w:tr>
      <w:tr w:rsidR="00D920BA" w:rsidRPr="009A30CB" w:rsidTr="00D920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8"/>
          <w:jc w:val="center"/>
        </w:trPr>
        <w:tc>
          <w:tcPr>
            <w:tcW w:w="2729" w:type="pct"/>
            <w:shd w:val="clear" w:color="auto" w:fill="FFFFFF" w:themeFill="background1"/>
          </w:tcPr>
          <w:p w:rsidR="00D920BA" w:rsidRPr="009A30CB" w:rsidRDefault="00D920BA" w:rsidP="00D920BA">
            <w:pPr>
              <w:spacing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lastRenderedPageBreak/>
              <w:t xml:space="preserve">Szkolenia </w:t>
            </w:r>
          </w:p>
        </w:tc>
        <w:tc>
          <w:tcPr>
            <w:tcW w:w="696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88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87" w:type="pct"/>
            <w:vAlign w:val="center"/>
          </w:tcPr>
          <w:p w:rsidR="00D920BA" w:rsidRPr="009A30CB" w:rsidRDefault="00D920BA" w:rsidP="00D920BA">
            <w:pPr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5</w:t>
            </w:r>
          </w:p>
        </w:tc>
      </w:tr>
    </w:tbl>
    <w:p w:rsidR="004A6996" w:rsidRDefault="004A6996" w:rsidP="004A6996">
      <w:pPr>
        <w:pStyle w:val="Akapitzlist"/>
        <w:spacing w:line="276" w:lineRule="auto"/>
        <w:jc w:val="both"/>
        <w:rPr>
          <w:b/>
          <w:sz w:val="24"/>
          <w:szCs w:val="24"/>
        </w:rPr>
      </w:pPr>
    </w:p>
    <w:p w:rsidR="004A6996" w:rsidRPr="00A35053" w:rsidRDefault="004A6996" w:rsidP="004F76B2">
      <w:pPr>
        <w:pStyle w:val="Akapitzlist"/>
        <w:numPr>
          <w:ilvl w:val="0"/>
          <w:numId w:val="52"/>
        </w:numPr>
        <w:spacing w:line="276" w:lineRule="auto"/>
        <w:jc w:val="both"/>
        <w:rPr>
          <w:b/>
          <w:sz w:val="24"/>
          <w:szCs w:val="24"/>
        </w:rPr>
      </w:pPr>
      <w:r w:rsidRPr="003161D2">
        <w:rPr>
          <w:b/>
          <w:sz w:val="24"/>
          <w:szCs w:val="24"/>
        </w:rPr>
        <w:t>Jednorazowe środki na podjęcie działalności gospodarczej</w:t>
      </w:r>
    </w:p>
    <w:p w:rsidR="001531C1" w:rsidRPr="001531C1" w:rsidRDefault="001531C1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1531C1">
        <w:rPr>
          <w:sz w:val="24"/>
          <w:szCs w:val="24"/>
        </w:rPr>
        <w:t xml:space="preserve">Wypłacono 25 osobom (14K, 11M) jednorazowe środki na podjęcie działalności gospodarczej. Średnia wysokość wypłaconej dotacji wyniosła ok. 22 764,76 zł. </w:t>
      </w:r>
    </w:p>
    <w:p w:rsidR="001531C1" w:rsidRPr="00C76033" w:rsidRDefault="001531C1" w:rsidP="00C76033">
      <w:pPr>
        <w:spacing w:afterLines="80" w:after="192" w:line="360" w:lineRule="auto"/>
        <w:jc w:val="both"/>
        <w:rPr>
          <w:sz w:val="24"/>
          <w:szCs w:val="24"/>
        </w:rPr>
      </w:pPr>
      <w:r w:rsidRPr="001531C1">
        <w:rPr>
          <w:sz w:val="24"/>
          <w:szCs w:val="24"/>
        </w:rPr>
        <w:t>Urząd organizował szkolenie z zakresu ABC Przedsiębiorczości, w którym uczestniczyło 25 osób (z czego 24 osoby uzyskały dotacje na otwarcie działalności gospodarczej).</w:t>
      </w:r>
    </w:p>
    <w:p w:rsidR="004A6996" w:rsidRPr="00281839" w:rsidRDefault="004A6996" w:rsidP="004F76B2">
      <w:pPr>
        <w:pStyle w:val="Akapitzlist"/>
        <w:numPr>
          <w:ilvl w:val="0"/>
          <w:numId w:val="52"/>
        </w:numPr>
        <w:spacing w:line="360" w:lineRule="auto"/>
        <w:jc w:val="both"/>
        <w:rPr>
          <w:b/>
          <w:sz w:val="24"/>
          <w:szCs w:val="24"/>
        </w:rPr>
      </w:pPr>
      <w:r w:rsidRPr="003161D2">
        <w:rPr>
          <w:b/>
          <w:sz w:val="24"/>
          <w:szCs w:val="24"/>
        </w:rPr>
        <w:t>Dofinansowanie wynagrodzenia za bezrobotnego 50+</w:t>
      </w:r>
    </w:p>
    <w:p w:rsidR="001531C1" w:rsidRPr="001531C1" w:rsidRDefault="001531C1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1531C1">
        <w:rPr>
          <w:sz w:val="24"/>
          <w:szCs w:val="24"/>
        </w:rPr>
        <w:t>W ramach zadania zawarto 10 umów na organizację 11 miejsc pracy. Dofinansowanie wynagrodzenia za zatrudnienie skierowanego bezrobotnego, który ukończył 50 rok życia, przysługuje pracodawcy przez okres 12 miesięcy.</w:t>
      </w:r>
    </w:p>
    <w:p w:rsidR="00BA57C8" w:rsidRPr="001531C1" w:rsidRDefault="001531C1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1531C1">
        <w:rPr>
          <w:sz w:val="24"/>
          <w:szCs w:val="24"/>
        </w:rPr>
        <w:t>Pracodawcy zobowiązali się do dalszego zatrudniania skierowanych bezrobotnych po upływie okresu przysługiwania dofinansowania wynagrodzenia, przez okres 6 miesięcy.</w:t>
      </w:r>
    </w:p>
    <w:p w:rsidR="004A6996" w:rsidRPr="00281839" w:rsidRDefault="004A6996" w:rsidP="004F76B2">
      <w:pPr>
        <w:pStyle w:val="Akapitzlist"/>
        <w:numPr>
          <w:ilvl w:val="0"/>
          <w:numId w:val="52"/>
        </w:numPr>
        <w:spacing w:line="360" w:lineRule="auto"/>
        <w:jc w:val="both"/>
        <w:rPr>
          <w:b/>
          <w:sz w:val="24"/>
          <w:szCs w:val="24"/>
        </w:rPr>
      </w:pPr>
      <w:r w:rsidRPr="00064492">
        <w:rPr>
          <w:b/>
          <w:sz w:val="24"/>
          <w:szCs w:val="24"/>
        </w:rPr>
        <w:t>Staże</w:t>
      </w:r>
    </w:p>
    <w:p w:rsidR="00BA57C8" w:rsidRDefault="001531C1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1531C1">
        <w:rPr>
          <w:sz w:val="24"/>
          <w:szCs w:val="24"/>
        </w:rPr>
        <w:t xml:space="preserve">Urząd pracy podpisał 28 umów z pracodawcami, w ramach których 31 osób rozpoczęło staże (okres realizacji staży do 6 miesięcy). Podczas stażu uczestnicy projektu mają możliwość nabycia praktycznych umiejętności do wykonywania pracy na określonych stanowiskach pracy bez nawiązywania stosunku pracy z pracodawcą. </w:t>
      </w:r>
    </w:p>
    <w:p w:rsidR="001531C1" w:rsidRPr="00A60662" w:rsidRDefault="001531C1" w:rsidP="001E5A7D">
      <w:pPr>
        <w:pStyle w:val="Akapitzlist"/>
        <w:numPr>
          <w:ilvl w:val="0"/>
          <w:numId w:val="52"/>
        </w:numPr>
        <w:spacing w:afterLines="80" w:after="192" w:line="360" w:lineRule="auto"/>
        <w:jc w:val="both"/>
        <w:rPr>
          <w:b/>
          <w:sz w:val="24"/>
          <w:szCs w:val="24"/>
        </w:rPr>
      </w:pPr>
      <w:r w:rsidRPr="00A60662">
        <w:rPr>
          <w:b/>
          <w:sz w:val="24"/>
          <w:szCs w:val="24"/>
        </w:rPr>
        <w:t>Szkolenia</w:t>
      </w:r>
    </w:p>
    <w:p w:rsidR="001531C1" w:rsidRPr="001531C1" w:rsidRDefault="001531C1" w:rsidP="001E5A7D">
      <w:pPr>
        <w:spacing w:afterLines="80" w:after="192" w:line="360" w:lineRule="auto"/>
        <w:jc w:val="both"/>
        <w:rPr>
          <w:sz w:val="24"/>
          <w:szCs w:val="24"/>
        </w:rPr>
      </w:pPr>
      <w:r w:rsidRPr="00A60662">
        <w:rPr>
          <w:sz w:val="24"/>
          <w:szCs w:val="24"/>
        </w:rPr>
        <w:t xml:space="preserve">Aby wesprzeć i połączyć oczekiwania  pracodawców i bezrobotnych, urząd organizował szkolenia indywidualne. W szkoleniach uczestniczyło </w:t>
      </w:r>
      <w:r>
        <w:rPr>
          <w:sz w:val="24"/>
          <w:szCs w:val="24"/>
        </w:rPr>
        <w:t>5 mężczyzn</w:t>
      </w:r>
      <w:r w:rsidRPr="00A60662">
        <w:rPr>
          <w:sz w:val="24"/>
          <w:szCs w:val="24"/>
        </w:rPr>
        <w:t>.</w:t>
      </w:r>
      <w:r>
        <w:rPr>
          <w:sz w:val="24"/>
          <w:szCs w:val="24"/>
        </w:rPr>
        <w:t xml:space="preserve"> Kursanci zdobyli nowe lub podnieśli dotychczasowe kwalifikacje zawodowe po to by zdobyć pracę i jak najszybciej się usamodzielnić. </w:t>
      </w:r>
      <w:r w:rsidRPr="00A60662">
        <w:rPr>
          <w:sz w:val="24"/>
          <w:szCs w:val="24"/>
        </w:rPr>
        <w:t xml:space="preserve">Przeprowadzono szkolenie z zakresu: </w:t>
      </w:r>
      <w:r>
        <w:rPr>
          <w:color w:val="000000"/>
          <w:sz w:val="24"/>
          <w:szCs w:val="24"/>
        </w:rPr>
        <w:t>Spawanie metodą: MIG, TIG, MAG, kurs gazowy – eksploatacja i dozór, prawo jazdy kat. C z kwalifikacją wstępną.</w:t>
      </w:r>
      <w:r w:rsidRPr="00A6066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Wszyscy uczestnicy uzyskali kwalifikacje.</w:t>
      </w:r>
    </w:p>
    <w:p w:rsidR="004A6996" w:rsidRPr="000F0C3C" w:rsidRDefault="004A6996" w:rsidP="004A6996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 xml:space="preserve">Budżet projektu </w:t>
      </w:r>
    </w:p>
    <w:p w:rsidR="001531C1" w:rsidRDefault="001531C1" w:rsidP="001E5A7D">
      <w:pPr>
        <w:spacing w:afterLines="80" w:after="192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0F0C3C">
        <w:rPr>
          <w:sz w:val="24"/>
          <w:szCs w:val="24"/>
        </w:rPr>
        <w:t>a realizacje projektu</w:t>
      </w:r>
      <w:r>
        <w:rPr>
          <w:sz w:val="24"/>
          <w:szCs w:val="24"/>
        </w:rPr>
        <w:t xml:space="preserve"> urząd</w:t>
      </w:r>
      <w:r w:rsidRPr="000F0C3C">
        <w:rPr>
          <w:sz w:val="24"/>
          <w:szCs w:val="24"/>
        </w:rPr>
        <w:t xml:space="preserve"> pozyska</w:t>
      </w:r>
      <w:r>
        <w:rPr>
          <w:sz w:val="24"/>
          <w:szCs w:val="24"/>
        </w:rPr>
        <w:t>ł</w:t>
      </w:r>
      <w:r w:rsidRPr="000F0C3C">
        <w:rPr>
          <w:sz w:val="24"/>
          <w:szCs w:val="24"/>
        </w:rPr>
        <w:t xml:space="preserve"> kwotę </w:t>
      </w:r>
      <w:r>
        <w:rPr>
          <w:sz w:val="24"/>
          <w:szCs w:val="24"/>
        </w:rPr>
        <w:t xml:space="preserve">1 974 088,58 </w:t>
      </w:r>
      <w:r w:rsidRPr="000F0C3C">
        <w:rPr>
          <w:sz w:val="24"/>
          <w:szCs w:val="24"/>
        </w:rPr>
        <w:t>zł</w:t>
      </w:r>
      <w:r>
        <w:rPr>
          <w:sz w:val="24"/>
          <w:szCs w:val="24"/>
        </w:rPr>
        <w:t>, w tym:</w:t>
      </w:r>
    </w:p>
    <w:p w:rsidR="001531C1" w:rsidRDefault="001531C1" w:rsidP="001E5A7D">
      <w:pPr>
        <w:spacing w:afterLines="80" w:after="192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2017 r. - 914 111,20</w:t>
      </w:r>
      <w:r w:rsidRPr="000F0C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zł,  2018 r. – 1 059 977,38 zł. </w:t>
      </w:r>
    </w:p>
    <w:p w:rsidR="00E9020A" w:rsidRDefault="00E9020A" w:rsidP="001E5A7D">
      <w:pPr>
        <w:spacing w:afterLines="80" w:after="192" w:line="360" w:lineRule="auto"/>
        <w:jc w:val="both"/>
        <w:rPr>
          <w:sz w:val="24"/>
          <w:szCs w:val="24"/>
        </w:rPr>
      </w:pPr>
    </w:p>
    <w:p w:rsidR="00E9020A" w:rsidRDefault="00E9020A" w:rsidP="001E5A7D">
      <w:pPr>
        <w:spacing w:afterLines="80" w:after="192" w:line="360" w:lineRule="auto"/>
        <w:jc w:val="both"/>
        <w:rPr>
          <w:sz w:val="24"/>
          <w:szCs w:val="24"/>
        </w:rPr>
      </w:pPr>
    </w:p>
    <w:p w:rsidR="004A6996" w:rsidRPr="009A30CB" w:rsidRDefault="004A6996" w:rsidP="004A6996">
      <w:pPr>
        <w:spacing w:line="360" w:lineRule="auto"/>
        <w:jc w:val="both"/>
        <w:rPr>
          <w:b/>
          <w:sz w:val="22"/>
          <w:szCs w:val="22"/>
        </w:rPr>
      </w:pPr>
      <w:r w:rsidRPr="009A30CB">
        <w:rPr>
          <w:b/>
          <w:sz w:val="22"/>
          <w:szCs w:val="22"/>
        </w:rPr>
        <w:lastRenderedPageBreak/>
        <w:t>Ta</w:t>
      </w:r>
      <w:r w:rsidR="00E9020A">
        <w:rPr>
          <w:b/>
          <w:sz w:val="22"/>
          <w:szCs w:val="22"/>
        </w:rPr>
        <w:t>bela 33</w:t>
      </w:r>
      <w:r w:rsidRPr="009A30CB">
        <w:rPr>
          <w:b/>
          <w:sz w:val="22"/>
          <w:szCs w:val="22"/>
        </w:rPr>
        <w:t xml:space="preserve">. Lista mierzalnych wskaźników projektu wg stanu na </w:t>
      </w:r>
      <w:r w:rsidR="001531C1" w:rsidRPr="009A30CB">
        <w:rPr>
          <w:b/>
          <w:sz w:val="22"/>
          <w:szCs w:val="22"/>
        </w:rPr>
        <w:t>15.01.2018 r.</w:t>
      </w:r>
    </w:p>
    <w:tbl>
      <w:tblPr>
        <w:tblpPr w:leftFromText="141" w:rightFromText="141" w:vertAnchor="text" w:horzAnchor="margin" w:tblpY="137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4"/>
        <w:gridCol w:w="1142"/>
        <w:gridCol w:w="1285"/>
      </w:tblGrid>
      <w:tr w:rsidR="001531C1" w:rsidRPr="009A30CB" w:rsidTr="001531C1">
        <w:trPr>
          <w:trHeight w:val="282"/>
        </w:trPr>
        <w:tc>
          <w:tcPr>
            <w:tcW w:w="6924" w:type="dxa"/>
            <w:shd w:val="clear" w:color="auto" w:fill="FBD4B4" w:themeFill="accent6" w:themeFillTint="66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sz w:val="22"/>
                <w:szCs w:val="22"/>
              </w:rPr>
            </w:pPr>
            <w:bookmarkStart w:id="1" w:name="RANGE!A2:A6"/>
            <w:r w:rsidRPr="009A30CB">
              <w:rPr>
                <w:sz w:val="22"/>
                <w:szCs w:val="22"/>
              </w:rPr>
              <w:t>Wskaźniki kluczowe - wskaźniki produktu</w:t>
            </w:r>
            <w:bookmarkEnd w:id="1"/>
          </w:p>
        </w:tc>
        <w:tc>
          <w:tcPr>
            <w:tcW w:w="1142" w:type="dxa"/>
            <w:shd w:val="clear" w:color="auto" w:fill="FBD4B4" w:themeFill="accent6" w:themeFillTint="66"/>
            <w:noWrap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Założenia</w:t>
            </w:r>
          </w:p>
        </w:tc>
        <w:tc>
          <w:tcPr>
            <w:tcW w:w="1285" w:type="dxa"/>
            <w:shd w:val="clear" w:color="auto" w:fill="FBD4B4" w:themeFill="accent6" w:themeFillTint="66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Realizacja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bookmarkStart w:id="2" w:name="RANGE!A3:A6"/>
            <w:r w:rsidRPr="009A30CB">
              <w:rPr>
                <w:sz w:val="22"/>
                <w:szCs w:val="22"/>
              </w:rPr>
              <w:t>Liczba osób długotrwale bezrobotnych objętych wsparciem w ramach programu</w:t>
            </w:r>
            <w:bookmarkEnd w:id="2"/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27 (15K)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17(9K)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 z niepełnosprawnościami  objętych wsparciem w programie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4 (2K)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 (1K)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 w wieku 50 lat i więcej objętych wsparciem w ramach programu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20 (16K)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16 (9K)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osób, które otrzymały bezzwrotne środki na rozpoczęcie działalności gospodarczej w programie</w:t>
            </w:r>
          </w:p>
        </w:tc>
        <w:tc>
          <w:tcPr>
            <w:tcW w:w="1142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56 (24K)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25 (14K)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000000" w:fill="C2D69B" w:themeFill="accent3" w:themeFillTint="99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Wskaźniki specyficzne - wskaźniki rezultatu</w:t>
            </w:r>
          </w:p>
        </w:tc>
        <w:tc>
          <w:tcPr>
            <w:tcW w:w="1142" w:type="dxa"/>
            <w:shd w:val="clear" w:color="000000" w:fill="C2D69B" w:themeFill="accent3" w:themeFillTint="99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shd w:val="clear" w:color="000000" w:fill="C2D69B" w:themeFill="accent3" w:themeFillTint="99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sz w:val="22"/>
                <w:szCs w:val="22"/>
              </w:rPr>
            </w:pPr>
          </w:p>
        </w:tc>
      </w:tr>
      <w:tr w:rsidR="001531C1" w:rsidRPr="009A30CB" w:rsidTr="001531C1">
        <w:trPr>
          <w:trHeight w:val="332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bookmarkStart w:id="3" w:name="RANGE!D10:D12"/>
            <w:r w:rsidRPr="009A30CB">
              <w:rPr>
                <w:sz w:val="22"/>
                <w:szCs w:val="22"/>
              </w:rPr>
              <w:t>Liczba osób bezrobotnych (łącznie z długotrwale bezrobotnymi) pracujących po opuszczeniu programu (łącznie z pracującymi na własny rachunek)</w:t>
            </w:r>
            <w:bookmarkEnd w:id="3"/>
          </w:p>
        </w:tc>
        <w:tc>
          <w:tcPr>
            <w:tcW w:w="1142" w:type="dxa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90 (50 K)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50 (33K)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 długotrwale bezrobotnych pracujących po opuszczeniu programu (łącznie z pracującymi na własny rachunek)</w:t>
            </w:r>
          </w:p>
        </w:tc>
        <w:tc>
          <w:tcPr>
            <w:tcW w:w="1142" w:type="dxa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13 (9K)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15 (10K</w:t>
            </w:r>
            <w:r w:rsidRPr="009A30CB">
              <w:rPr>
                <w:sz w:val="22"/>
                <w:szCs w:val="22"/>
              </w:rPr>
              <w:t>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color w:val="000000" w:themeColor="text1"/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 z niepełnosprawnością pracujących po opuszczeniu programu (łącznie z pracującymi na własny rachunek)</w:t>
            </w:r>
          </w:p>
        </w:tc>
        <w:tc>
          <w:tcPr>
            <w:tcW w:w="1142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 (2K)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1 (1K)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osób o niskich  kwalifikacjach, które otrzymały wsparcie w ramach programu</w:t>
            </w:r>
          </w:p>
        </w:tc>
        <w:tc>
          <w:tcPr>
            <w:tcW w:w="1142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46 (20K)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35 (20K)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Liczba utworzonych miejsc pracy w ramach udzielonych z EFS środków na podjęcie działalności gospodarczej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56(24 K)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25 (14K)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8DB3E2" w:themeFill="text2" w:themeFillTint="66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Efektywność zatrudnieniowa</w:t>
            </w:r>
          </w:p>
        </w:tc>
        <w:tc>
          <w:tcPr>
            <w:tcW w:w="1142" w:type="dxa"/>
            <w:shd w:val="clear" w:color="auto" w:fill="8DB3E2" w:themeFill="text2" w:themeFillTint="66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5" w:type="dxa"/>
            <w:shd w:val="clear" w:color="auto" w:fill="8DB3E2" w:themeFill="text2" w:themeFillTint="66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Odsetek osób długotrwale bezrobotnych, które podjęły zatrudnienie po zakończeniu udziału w projekcie</w:t>
            </w:r>
          </w:p>
        </w:tc>
        <w:tc>
          <w:tcPr>
            <w:tcW w:w="1142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30%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66,67%</w:t>
            </w:r>
          </w:p>
        </w:tc>
      </w:tr>
      <w:tr w:rsidR="001531C1" w:rsidRPr="009A30CB" w:rsidTr="001531C1">
        <w:trPr>
          <w:trHeight w:val="267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Odsetek osób z niepełnosprawnościami, które podjęły zatrudnienie po zakończeniu udziału w projekcie</w:t>
            </w:r>
          </w:p>
        </w:tc>
        <w:tc>
          <w:tcPr>
            <w:tcW w:w="1142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33%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0%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  <w:hideMark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Odsetek osób o niskich kwalifikacjach, które podjęły zatrudnienie po zakończeniu udziału w projekcie</w:t>
            </w:r>
          </w:p>
        </w:tc>
        <w:tc>
          <w:tcPr>
            <w:tcW w:w="1142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38%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60%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Odsetek kobiet, które podjęły zatrudnienie po zakończeniu udziału w projekcie</w:t>
            </w:r>
          </w:p>
        </w:tc>
        <w:tc>
          <w:tcPr>
            <w:tcW w:w="1142" w:type="dxa"/>
            <w:vAlign w:val="center"/>
          </w:tcPr>
          <w:p w:rsidR="001531C1" w:rsidRPr="009A30CB" w:rsidRDefault="001531C1" w:rsidP="001531C1">
            <w:pPr>
              <w:tabs>
                <w:tab w:val="center" w:pos="497"/>
                <w:tab w:val="right" w:pos="994"/>
              </w:tabs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39%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77,78%</w:t>
            </w:r>
          </w:p>
        </w:tc>
      </w:tr>
      <w:tr w:rsidR="001531C1" w:rsidRPr="009A30CB" w:rsidTr="001531C1">
        <w:trPr>
          <w:trHeight w:val="411"/>
        </w:trPr>
        <w:tc>
          <w:tcPr>
            <w:tcW w:w="6924" w:type="dxa"/>
            <w:shd w:val="clear" w:color="auto" w:fill="auto"/>
            <w:noWrap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rPr>
                <w:sz w:val="22"/>
                <w:szCs w:val="22"/>
              </w:rPr>
            </w:pPr>
            <w:r w:rsidRPr="009A30CB">
              <w:rPr>
                <w:sz w:val="22"/>
                <w:szCs w:val="22"/>
              </w:rPr>
              <w:t>Odsetek osób w wieku 50 lat i więcej, które podjęły zatrudnienie po zakończeniu udziału w projekcie</w:t>
            </w:r>
          </w:p>
        </w:tc>
        <w:tc>
          <w:tcPr>
            <w:tcW w:w="1142" w:type="dxa"/>
            <w:vAlign w:val="center"/>
          </w:tcPr>
          <w:p w:rsidR="001531C1" w:rsidRPr="009A30CB" w:rsidRDefault="001531C1" w:rsidP="001531C1">
            <w:pPr>
              <w:tabs>
                <w:tab w:val="center" w:pos="497"/>
                <w:tab w:val="right" w:pos="994"/>
              </w:tabs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33%</w:t>
            </w:r>
          </w:p>
        </w:tc>
        <w:tc>
          <w:tcPr>
            <w:tcW w:w="1285" w:type="dxa"/>
            <w:vAlign w:val="center"/>
          </w:tcPr>
          <w:p w:rsidR="001531C1" w:rsidRPr="009A30CB" w:rsidRDefault="001531C1" w:rsidP="001531C1">
            <w:pPr>
              <w:spacing w:before="100" w:beforeAutospacing="1" w:line="312" w:lineRule="auto"/>
              <w:jc w:val="center"/>
              <w:rPr>
                <w:b/>
                <w:sz w:val="22"/>
                <w:szCs w:val="22"/>
              </w:rPr>
            </w:pPr>
            <w:r w:rsidRPr="009A30CB">
              <w:rPr>
                <w:b/>
                <w:sz w:val="22"/>
                <w:szCs w:val="22"/>
              </w:rPr>
              <w:t>80%</w:t>
            </w:r>
          </w:p>
        </w:tc>
      </w:tr>
    </w:tbl>
    <w:p w:rsidR="009A30CB" w:rsidRDefault="009A30CB" w:rsidP="004A6996">
      <w:pPr>
        <w:spacing w:line="360" w:lineRule="auto"/>
        <w:rPr>
          <w:b/>
          <w:i/>
          <w:sz w:val="24"/>
          <w:szCs w:val="24"/>
        </w:rPr>
      </w:pPr>
    </w:p>
    <w:p w:rsidR="00E9020A" w:rsidRDefault="00E9020A" w:rsidP="004A6996">
      <w:pPr>
        <w:spacing w:line="360" w:lineRule="auto"/>
        <w:rPr>
          <w:b/>
          <w:i/>
          <w:sz w:val="24"/>
          <w:szCs w:val="24"/>
        </w:rPr>
      </w:pPr>
    </w:p>
    <w:p w:rsidR="00E9020A" w:rsidRDefault="00E9020A" w:rsidP="004A6996">
      <w:pPr>
        <w:spacing w:line="360" w:lineRule="auto"/>
        <w:rPr>
          <w:b/>
          <w:i/>
          <w:sz w:val="24"/>
          <w:szCs w:val="24"/>
        </w:rPr>
      </w:pPr>
    </w:p>
    <w:p w:rsidR="00E9020A" w:rsidRDefault="00E9020A" w:rsidP="004A6996">
      <w:pPr>
        <w:spacing w:line="360" w:lineRule="auto"/>
        <w:rPr>
          <w:b/>
          <w:i/>
          <w:sz w:val="24"/>
          <w:szCs w:val="24"/>
        </w:rPr>
      </w:pPr>
    </w:p>
    <w:p w:rsidR="00E9020A" w:rsidRDefault="00E9020A" w:rsidP="004A6996">
      <w:pPr>
        <w:spacing w:line="360" w:lineRule="auto"/>
        <w:rPr>
          <w:b/>
          <w:i/>
          <w:sz w:val="24"/>
          <w:szCs w:val="24"/>
        </w:rPr>
      </w:pPr>
    </w:p>
    <w:p w:rsidR="004A6996" w:rsidRPr="00281839" w:rsidRDefault="00771EAE" w:rsidP="004A6996">
      <w:p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8</w:t>
      </w:r>
      <w:r w:rsidR="004A6996" w:rsidRPr="00AD750D">
        <w:rPr>
          <w:b/>
          <w:i/>
          <w:sz w:val="24"/>
          <w:szCs w:val="24"/>
        </w:rPr>
        <w:t>. Realizacja programów finansowanych z rezerwy M</w:t>
      </w:r>
      <w:r w:rsidR="004A6996">
        <w:rPr>
          <w:b/>
          <w:i/>
          <w:sz w:val="24"/>
          <w:szCs w:val="24"/>
        </w:rPr>
        <w:t xml:space="preserve">inistra Rodziny </w:t>
      </w:r>
      <w:r w:rsidR="004A6996" w:rsidRPr="00AD750D">
        <w:rPr>
          <w:b/>
          <w:i/>
          <w:sz w:val="24"/>
          <w:szCs w:val="24"/>
        </w:rPr>
        <w:t>P</w:t>
      </w:r>
      <w:r w:rsidR="004A6996">
        <w:rPr>
          <w:b/>
          <w:i/>
          <w:sz w:val="24"/>
          <w:szCs w:val="24"/>
        </w:rPr>
        <w:t xml:space="preserve">racy </w:t>
      </w:r>
      <w:r w:rsidR="004A6996" w:rsidRPr="00AD750D">
        <w:rPr>
          <w:b/>
          <w:i/>
          <w:sz w:val="24"/>
          <w:szCs w:val="24"/>
        </w:rPr>
        <w:t>i</w:t>
      </w:r>
      <w:r w:rsidR="004A6996">
        <w:rPr>
          <w:b/>
          <w:i/>
          <w:sz w:val="24"/>
          <w:szCs w:val="24"/>
        </w:rPr>
        <w:t xml:space="preserve"> </w:t>
      </w:r>
      <w:r w:rsidR="004A6996" w:rsidRPr="00AD750D">
        <w:rPr>
          <w:b/>
          <w:i/>
          <w:sz w:val="24"/>
          <w:szCs w:val="24"/>
        </w:rPr>
        <w:t>P</w:t>
      </w:r>
      <w:r w:rsidR="004A6996">
        <w:rPr>
          <w:b/>
          <w:i/>
          <w:sz w:val="24"/>
          <w:szCs w:val="24"/>
        </w:rPr>
        <w:t xml:space="preserve">olityki </w:t>
      </w:r>
      <w:r w:rsidR="004A6996" w:rsidRPr="00AD750D">
        <w:rPr>
          <w:b/>
          <w:i/>
          <w:sz w:val="24"/>
          <w:szCs w:val="24"/>
        </w:rPr>
        <w:t>S</w:t>
      </w:r>
      <w:r w:rsidR="004A6996">
        <w:rPr>
          <w:b/>
          <w:i/>
          <w:sz w:val="24"/>
          <w:szCs w:val="24"/>
        </w:rPr>
        <w:t xml:space="preserve">połecznej </w:t>
      </w:r>
    </w:p>
    <w:p w:rsidR="001531C1" w:rsidRPr="005F73E4" w:rsidRDefault="001531C1" w:rsidP="001E5A7D">
      <w:pPr>
        <w:spacing w:afterLines="80" w:after="192" w:line="360" w:lineRule="auto"/>
        <w:jc w:val="both"/>
        <w:rPr>
          <w:b/>
          <w:i/>
          <w:sz w:val="24"/>
          <w:szCs w:val="24"/>
        </w:rPr>
      </w:pPr>
      <w:r w:rsidRPr="00AD750D">
        <w:rPr>
          <w:sz w:val="24"/>
          <w:szCs w:val="24"/>
        </w:rPr>
        <w:t>W 201</w:t>
      </w:r>
      <w:r>
        <w:rPr>
          <w:sz w:val="24"/>
          <w:szCs w:val="24"/>
        </w:rPr>
        <w:t>7</w:t>
      </w:r>
      <w:r w:rsidRPr="00AD750D">
        <w:rPr>
          <w:sz w:val="24"/>
          <w:szCs w:val="24"/>
        </w:rPr>
        <w:t xml:space="preserve">r. Powiatowy Urząd Pracy w Otwocku pozyskał dodatkowe środki z </w:t>
      </w:r>
      <w:r>
        <w:rPr>
          <w:sz w:val="24"/>
          <w:szCs w:val="24"/>
        </w:rPr>
        <w:t>FP</w:t>
      </w:r>
      <w:r w:rsidRPr="00AD750D">
        <w:rPr>
          <w:sz w:val="24"/>
          <w:szCs w:val="24"/>
        </w:rPr>
        <w:t xml:space="preserve"> w ramach </w:t>
      </w:r>
      <w:r>
        <w:rPr>
          <w:sz w:val="24"/>
          <w:szCs w:val="24"/>
        </w:rPr>
        <w:t>r</w:t>
      </w:r>
      <w:r w:rsidRPr="00AD750D">
        <w:rPr>
          <w:sz w:val="24"/>
          <w:szCs w:val="24"/>
        </w:rPr>
        <w:t xml:space="preserve">ezerwy </w:t>
      </w:r>
      <w:proofErr w:type="spellStart"/>
      <w:r>
        <w:rPr>
          <w:sz w:val="24"/>
          <w:szCs w:val="24"/>
        </w:rPr>
        <w:t>MRPiPS</w:t>
      </w:r>
      <w:proofErr w:type="spellEnd"/>
      <w:r>
        <w:rPr>
          <w:sz w:val="24"/>
          <w:szCs w:val="24"/>
        </w:rPr>
        <w:t xml:space="preserve"> w wysokości </w:t>
      </w:r>
      <w:r w:rsidR="002E48FB">
        <w:rPr>
          <w:sz w:val="24"/>
          <w:szCs w:val="24"/>
        </w:rPr>
        <w:t>489</w:t>
      </w:r>
      <w:r>
        <w:rPr>
          <w:sz w:val="24"/>
          <w:szCs w:val="24"/>
        </w:rPr>
        <w:t> </w:t>
      </w:r>
      <w:r w:rsidR="002E48FB">
        <w:rPr>
          <w:sz w:val="24"/>
          <w:szCs w:val="24"/>
        </w:rPr>
        <w:t>0</w:t>
      </w:r>
      <w:r>
        <w:rPr>
          <w:sz w:val="24"/>
          <w:szCs w:val="24"/>
        </w:rPr>
        <w:t>00,00</w:t>
      </w:r>
      <w:r w:rsidRPr="00593F5E">
        <w:rPr>
          <w:sz w:val="24"/>
          <w:szCs w:val="24"/>
        </w:rPr>
        <w:t xml:space="preserve"> </w:t>
      </w:r>
      <w:r>
        <w:rPr>
          <w:sz w:val="24"/>
          <w:szCs w:val="24"/>
        </w:rPr>
        <w:t>zł, na realizację programu aktywizacji zawodowej pn. „</w:t>
      </w:r>
      <w:r w:rsidRPr="00B41FBF">
        <w:rPr>
          <w:sz w:val="24"/>
          <w:szCs w:val="24"/>
        </w:rPr>
        <w:t>Aktywizacja</w:t>
      </w:r>
      <w:r>
        <w:rPr>
          <w:sz w:val="24"/>
          <w:szCs w:val="24"/>
        </w:rPr>
        <w:t xml:space="preserve"> zawodowa</w:t>
      </w:r>
      <w:r w:rsidRPr="00B41FBF">
        <w:rPr>
          <w:sz w:val="24"/>
          <w:szCs w:val="24"/>
        </w:rPr>
        <w:t xml:space="preserve"> </w:t>
      </w:r>
      <w:r w:rsidRPr="005F73E4">
        <w:rPr>
          <w:sz w:val="24"/>
          <w:szCs w:val="24"/>
        </w:rPr>
        <w:t>bezrobotnych</w:t>
      </w:r>
      <w:r>
        <w:rPr>
          <w:sz w:val="24"/>
          <w:szCs w:val="24"/>
        </w:rPr>
        <w:t xml:space="preserve"> zamieszkałych na wsi”</w:t>
      </w:r>
    </w:p>
    <w:p w:rsidR="001531C1" w:rsidRDefault="001531C1" w:rsidP="001E5A7D">
      <w:pPr>
        <w:pStyle w:val="Akapitzlist"/>
        <w:spacing w:afterLines="80" w:after="192" w:line="360" w:lineRule="auto"/>
        <w:ind w:left="0"/>
        <w:jc w:val="both"/>
        <w:rPr>
          <w:sz w:val="24"/>
          <w:szCs w:val="24"/>
        </w:rPr>
      </w:pPr>
    </w:p>
    <w:p w:rsidR="001531C1" w:rsidRPr="00302F2D" w:rsidRDefault="001531C1" w:rsidP="001E5A7D">
      <w:pPr>
        <w:pStyle w:val="Akapitzlist"/>
        <w:spacing w:afterLines="80" w:after="192" w:line="360" w:lineRule="auto"/>
        <w:ind w:left="0"/>
        <w:jc w:val="both"/>
        <w:rPr>
          <w:b/>
          <w:i/>
          <w:sz w:val="24"/>
          <w:szCs w:val="24"/>
        </w:rPr>
      </w:pPr>
      <w:r w:rsidRPr="00AD750D">
        <w:rPr>
          <w:sz w:val="24"/>
          <w:szCs w:val="24"/>
        </w:rPr>
        <w:t>Program</w:t>
      </w:r>
      <w:r>
        <w:rPr>
          <w:sz w:val="24"/>
          <w:szCs w:val="24"/>
        </w:rPr>
        <w:t xml:space="preserve">em </w:t>
      </w:r>
      <w:r w:rsidRPr="00AD750D">
        <w:rPr>
          <w:sz w:val="24"/>
          <w:szCs w:val="24"/>
        </w:rPr>
        <w:t xml:space="preserve">objęto </w:t>
      </w:r>
      <w:r>
        <w:rPr>
          <w:sz w:val="24"/>
          <w:szCs w:val="24"/>
        </w:rPr>
        <w:t>50</w:t>
      </w:r>
      <w:r w:rsidRPr="00AD750D">
        <w:rPr>
          <w:sz w:val="24"/>
          <w:szCs w:val="24"/>
        </w:rPr>
        <w:t xml:space="preserve"> os</w:t>
      </w:r>
      <w:r>
        <w:rPr>
          <w:sz w:val="24"/>
          <w:szCs w:val="24"/>
        </w:rPr>
        <w:t xml:space="preserve">ób bezrobotnych, </w:t>
      </w:r>
      <w:r w:rsidRPr="00AD750D">
        <w:rPr>
          <w:sz w:val="24"/>
          <w:szCs w:val="24"/>
        </w:rPr>
        <w:t>wobec których zastosowano następujące formy wsparcia</w:t>
      </w:r>
      <w:r>
        <w:rPr>
          <w:sz w:val="24"/>
          <w:szCs w:val="24"/>
        </w:rPr>
        <w:t>:</w:t>
      </w:r>
    </w:p>
    <w:p w:rsidR="001531C1" w:rsidRDefault="001531C1" w:rsidP="001E5A7D">
      <w:pPr>
        <w:pStyle w:val="Akapitzlist"/>
        <w:numPr>
          <w:ilvl w:val="0"/>
          <w:numId w:val="49"/>
        </w:numPr>
        <w:spacing w:afterLines="80" w:after="192" w:line="360" w:lineRule="auto"/>
        <w:jc w:val="both"/>
        <w:rPr>
          <w:sz w:val="24"/>
          <w:szCs w:val="24"/>
        </w:rPr>
      </w:pPr>
      <w:r w:rsidRPr="008D18A5">
        <w:rPr>
          <w:sz w:val="24"/>
          <w:szCs w:val="24"/>
        </w:rPr>
        <w:t xml:space="preserve">staże dla </w:t>
      </w:r>
      <w:r>
        <w:rPr>
          <w:sz w:val="24"/>
          <w:szCs w:val="24"/>
        </w:rPr>
        <w:t>9</w:t>
      </w:r>
      <w:r w:rsidRPr="008D18A5">
        <w:rPr>
          <w:sz w:val="24"/>
          <w:szCs w:val="24"/>
        </w:rPr>
        <w:t xml:space="preserve"> osób,</w:t>
      </w:r>
    </w:p>
    <w:p w:rsidR="001531C1" w:rsidRPr="008D18A5" w:rsidRDefault="001531C1" w:rsidP="001E5A7D">
      <w:pPr>
        <w:pStyle w:val="Akapitzlist"/>
        <w:numPr>
          <w:ilvl w:val="0"/>
          <w:numId w:val="49"/>
        </w:numPr>
        <w:spacing w:afterLines="80" w:after="192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bony stażowe dla 3 osób,</w:t>
      </w:r>
    </w:p>
    <w:p w:rsidR="001531C1" w:rsidRPr="008D18A5" w:rsidRDefault="001531C1" w:rsidP="001E5A7D">
      <w:pPr>
        <w:pStyle w:val="Akapitzlist"/>
        <w:numPr>
          <w:ilvl w:val="0"/>
          <w:numId w:val="49"/>
        </w:numPr>
        <w:spacing w:afterLines="80" w:after="192" w:line="360" w:lineRule="auto"/>
        <w:jc w:val="both"/>
        <w:rPr>
          <w:sz w:val="24"/>
          <w:szCs w:val="24"/>
        </w:rPr>
      </w:pPr>
      <w:r w:rsidRPr="008D18A5">
        <w:rPr>
          <w:sz w:val="24"/>
          <w:szCs w:val="24"/>
        </w:rPr>
        <w:t xml:space="preserve">roboty publiczne dla </w:t>
      </w:r>
      <w:r>
        <w:rPr>
          <w:sz w:val="24"/>
          <w:szCs w:val="24"/>
        </w:rPr>
        <w:t>25</w:t>
      </w:r>
      <w:r w:rsidRPr="008D18A5">
        <w:rPr>
          <w:sz w:val="24"/>
          <w:szCs w:val="24"/>
        </w:rPr>
        <w:t xml:space="preserve"> osób</w:t>
      </w:r>
      <w:r>
        <w:rPr>
          <w:sz w:val="24"/>
          <w:szCs w:val="24"/>
        </w:rPr>
        <w:t>,</w:t>
      </w:r>
    </w:p>
    <w:p w:rsidR="008B26CB" w:rsidRDefault="001531C1" w:rsidP="001E5A7D">
      <w:pPr>
        <w:pStyle w:val="Akapitzlist"/>
        <w:numPr>
          <w:ilvl w:val="0"/>
          <w:numId w:val="49"/>
        </w:numPr>
        <w:spacing w:afterLines="80" w:after="192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jednorazowe środki na podjęcie działalności gospodarczej </w:t>
      </w:r>
      <w:r w:rsidRPr="008D18A5">
        <w:rPr>
          <w:sz w:val="24"/>
          <w:szCs w:val="24"/>
        </w:rPr>
        <w:t xml:space="preserve">dla </w:t>
      </w:r>
      <w:r>
        <w:rPr>
          <w:sz w:val="24"/>
          <w:szCs w:val="24"/>
        </w:rPr>
        <w:t>13</w:t>
      </w:r>
      <w:r w:rsidRPr="008D18A5">
        <w:rPr>
          <w:sz w:val="24"/>
          <w:szCs w:val="24"/>
        </w:rPr>
        <w:t xml:space="preserve"> osób, </w:t>
      </w:r>
    </w:p>
    <w:p w:rsidR="00F37810" w:rsidRPr="00771EAE" w:rsidRDefault="00F37810" w:rsidP="00771EAE">
      <w:pPr>
        <w:pStyle w:val="Akapitzlist"/>
        <w:spacing w:afterLines="80" w:after="192" w:line="360" w:lineRule="auto"/>
        <w:ind w:left="360"/>
        <w:jc w:val="both"/>
        <w:rPr>
          <w:sz w:val="24"/>
          <w:szCs w:val="24"/>
        </w:rPr>
      </w:pPr>
    </w:p>
    <w:p w:rsidR="004A6996" w:rsidRPr="009A30CB" w:rsidRDefault="00E9020A" w:rsidP="004A6996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Tabela 34</w:t>
      </w:r>
      <w:r w:rsidR="004A6996" w:rsidRPr="009A30CB">
        <w:rPr>
          <w:b/>
          <w:sz w:val="22"/>
          <w:szCs w:val="22"/>
        </w:rPr>
        <w:t>. Realizowane programy ze środków rezerwy Funduszu Pracy w 201</w:t>
      </w:r>
      <w:r w:rsidR="001531C1" w:rsidRPr="009A30CB">
        <w:rPr>
          <w:b/>
          <w:sz w:val="22"/>
          <w:szCs w:val="22"/>
        </w:rPr>
        <w:t>7</w:t>
      </w:r>
      <w:r w:rsidR="004A6996" w:rsidRPr="009A30CB">
        <w:rPr>
          <w:b/>
          <w:sz w:val="22"/>
          <w:szCs w:val="22"/>
        </w:rPr>
        <w:t xml:space="preserve"> r.</w:t>
      </w: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4"/>
        <w:gridCol w:w="2695"/>
        <w:gridCol w:w="2124"/>
        <w:gridCol w:w="2410"/>
      </w:tblGrid>
      <w:tr w:rsidR="001531C1" w:rsidRPr="009A30CB" w:rsidTr="001531C1">
        <w:trPr>
          <w:trHeight w:val="591"/>
          <w:jc w:val="center"/>
        </w:trPr>
        <w:tc>
          <w:tcPr>
            <w:tcW w:w="9663" w:type="dxa"/>
            <w:gridSpan w:val="4"/>
            <w:vAlign w:val="center"/>
          </w:tcPr>
          <w:p w:rsidR="001531C1" w:rsidRPr="009A30CB" w:rsidRDefault="001531C1" w:rsidP="001531C1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9A30C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„Aktywizacja  zawodowa bezrobotnych zamieszkałych na wsi”</w:t>
            </w:r>
          </w:p>
        </w:tc>
      </w:tr>
      <w:tr w:rsidR="001531C1" w:rsidRPr="009A30CB" w:rsidTr="001531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605"/>
          <w:jc w:val="center"/>
        </w:trPr>
        <w:tc>
          <w:tcPr>
            <w:tcW w:w="2434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Forma aktywizacji</w:t>
            </w:r>
          </w:p>
        </w:tc>
        <w:tc>
          <w:tcPr>
            <w:tcW w:w="2695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Liczba osób objętych wsparciem</w:t>
            </w:r>
          </w:p>
        </w:tc>
        <w:tc>
          <w:tcPr>
            <w:tcW w:w="2124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Limit przyznanych środków</w:t>
            </w:r>
          </w:p>
        </w:tc>
        <w:tc>
          <w:tcPr>
            <w:tcW w:w="2410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Wydatki  - realizacja</w:t>
            </w:r>
          </w:p>
        </w:tc>
      </w:tr>
      <w:tr w:rsidR="001531C1" w:rsidRPr="009A30CB" w:rsidTr="001531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  <w:jc w:val="center"/>
        </w:trPr>
        <w:tc>
          <w:tcPr>
            <w:tcW w:w="2434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Bon stażowy</w:t>
            </w:r>
          </w:p>
        </w:tc>
        <w:tc>
          <w:tcPr>
            <w:tcW w:w="2695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4" w:type="dxa"/>
            <w:vAlign w:val="center"/>
          </w:tcPr>
          <w:p w:rsidR="001531C1" w:rsidRPr="009A30CB" w:rsidRDefault="002E48FB" w:rsidP="002E48FB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  <w:r w:rsidR="001531C1" w:rsidRPr="009A30CB">
              <w:rPr>
                <w:rFonts w:eastAsia="Calibri"/>
                <w:bCs/>
                <w:sz w:val="22"/>
                <w:szCs w:val="22"/>
                <w:lang w:eastAsia="en-US"/>
              </w:rPr>
              <w:t> 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0</w:t>
            </w:r>
            <w:r w:rsidR="001531C1" w:rsidRPr="009A30CB">
              <w:rPr>
                <w:rFonts w:eastAsia="Calibri"/>
                <w:bCs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2410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4 022,00</w:t>
            </w:r>
          </w:p>
        </w:tc>
      </w:tr>
      <w:tr w:rsidR="001531C1" w:rsidRPr="009A30CB" w:rsidTr="001531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3"/>
          <w:jc w:val="center"/>
        </w:trPr>
        <w:tc>
          <w:tcPr>
            <w:tcW w:w="2434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Staż</w:t>
            </w:r>
          </w:p>
        </w:tc>
        <w:tc>
          <w:tcPr>
            <w:tcW w:w="2695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124" w:type="dxa"/>
            <w:vAlign w:val="center"/>
          </w:tcPr>
          <w:p w:rsidR="001531C1" w:rsidRPr="009A30CB" w:rsidRDefault="002E48FB" w:rsidP="002E48FB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28</w:t>
            </w:r>
            <w:r w:rsidR="001531C1" w:rsidRPr="009A30CB">
              <w:rPr>
                <w:rFonts w:eastAsia="Calibri"/>
                <w:bCs/>
                <w:sz w:val="22"/>
                <w:szCs w:val="22"/>
                <w:lang w:eastAsia="en-US"/>
              </w:rPr>
              <w:t> 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0</w:t>
            </w:r>
            <w:r w:rsidR="001531C1" w:rsidRPr="009A30CB">
              <w:rPr>
                <w:rFonts w:eastAsia="Calibri"/>
                <w:bCs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2410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21 310,00</w:t>
            </w:r>
          </w:p>
        </w:tc>
      </w:tr>
      <w:tr w:rsidR="001531C1" w:rsidRPr="009A30CB" w:rsidTr="001531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2"/>
          <w:jc w:val="center"/>
        </w:trPr>
        <w:tc>
          <w:tcPr>
            <w:tcW w:w="2434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Jednorazowe środki na podjęcie działalności gospodarczej</w:t>
            </w:r>
          </w:p>
        </w:tc>
        <w:tc>
          <w:tcPr>
            <w:tcW w:w="2695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124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284 000,00</w:t>
            </w:r>
          </w:p>
        </w:tc>
        <w:tc>
          <w:tcPr>
            <w:tcW w:w="2410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281 460,00</w:t>
            </w:r>
          </w:p>
        </w:tc>
      </w:tr>
      <w:tr w:rsidR="001531C1" w:rsidRPr="009A30CB" w:rsidTr="001531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7"/>
          <w:jc w:val="center"/>
        </w:trPr>
        <w:tc>
          <w:tcPr>
            <w:tcW w:w="2434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Roboty publiczne</w:t>
            </w:r>
          </w:p>
        </w:tc>
        <w:tc>
          <w:tcPr>
            <w:tcW w:w="2695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124" w:type="dxa"/>
            <w:vAlign w:val="center"/>
          </w:tcPr>
          <w:p w:rsidR="001531C1" w:rsidRPr="009A30CB" w:rsidRDefault="002E48FB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171</w:t>
            </w:r>
            <w:r w:rsidR="001531C1" w:rsidRPr="009A30CB">
              <w:rPr>
                <w:rFonts w:eastAsia="Calibri"/>
                <w:bCs/>
                <w:sz w:val="22"/>
                <w:szCs w:val="22"/>
                <w:lang w:eastAsia="en-US"/>
              </w:rPr>
              <w:t> 000,00</w:t>
            </w:r>
          </w:p>
        </w:tc>
        <w:tc>
          <w:tcPr>
            <w:tcW w:w="2410" w:type="dxa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Cs/>
                <w:sz w:val="22"/>
                <w:szCs w:val="22"/>
                <w:lang w:eastAsia="en-US"/>
              </w:rPr>
              <w:t>167 250,00</w:t>
            </w:r>
          </w:p>
        </w:tc>
      </w:tr>
      <w:tr w:rsidR="001531C1" w:rsidRPr="009A30CB" w:rsidTr="001531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61"/>
          <w:jc w:val="center"/>
        </w:trPr>
        <w:tc>
          <w:tcPr>
            <w:tcW w:w="2434" w:type="dxa"/>
            <w:shd w:val="clear" w:color="auto" w:fill="B8CCE4" w:themeFill="accent1" w:themeFillTint="66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2695" w:type="dxa"/>
            <w:shd w:val="clear" w:color="auto" w:fill="B8CCE4" w:themeFill="accent1" w:themeFillTint="66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124" w:type="dxa"/>
            <w:shd w:val="clear" w:color="auto" w:fill="B8CCE4" w:themeFill="accent1" w:themeFillTint="66"/>
            <w:vAlign w:val="center"/>
          </w:tcPr>
          <w:p w:rsidR="001531C1" w:rsidRPr="009A30CB" w:rsidRDefault="002E48FB" w:rsidP="002E48FB">
            <w:pPr>
              <w:spacing w:line="312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489</w:t>
            </w:r>
            <w:r w:rsidR="001531C1" w:rsidRPr="009A30C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0</w:t>
            </w:r>
            <w:r w:rsidR="001531C1" w:rsidRPr="009A30C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00,00</w:t>
            </w:r>
          </w:p>
        </w:tc>
        <w:tc>
          <w:tcPr>
            <w:tcW w:w="2410" w:type="dxa"/>
            <w:shd w:val="clear" w:color="auto" w:fill="B8CCE4" w:themeFill="accent1" w:themeFillTint="66"/>
            <w:vAlign w:val="center"/>
          </w:tcPr>
          <w:p w:rsidR="001531C1" w:rsidRPr="009A30CB" w:rsidRDefault="001531C1" w:rsidP="001531C1">
            <w:pPr>
              <w:spacing w:line="312" w:lineRule="auto"/>
              <w:contextualSpacing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9A30C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474 042,00</w:t>
            </w:r>
          </w:p>
        </w:tc>
      </w:tr>
    </w:tbl>
    <w:p w:rsidR="00855504" w:rsidRPr="001568F0" w:rsidRDefault="00855504" w:rsidP="00337DA1">
      <w:pPr>
        <w:pStyle w:val="Tekstpodstawowywcity2"/>
        <w:spacing w:line="360" w:lineRule="auto"/>
        <w:ind w:left="0"/>
        <w:rPr>
          <w:szCs w:val="24"/>
        </w:rPr>
      </w:pPr>
    </w:p>
    <w:p w:rsidR="001B26AC" w:rsidRPr="001B26AC" w:rsidRDefault="00771EAE" w:rsidP="001B26AC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1B26AC" w:rsidRPr="001B26AC">
        <w:rPr>
          <w:b/>
          <w:i/>
          <w:szCs w:val="24"/>
        </w:rPr>
        <w:t>. Zatrudnienie i szkolenie pracowników PUP</w:t>
      </w:r>
    </w:p>
    <w:p w:rsidR="001B26AC" w:rsidRDefault="00F42496" w:rsidP="001B26AC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2017</w:t>
      </w:r>
      <w:r w:rsidR="007A043C">
        <w:rPr>
          <w:szCs w:val="24"/>
        </w:rPr>
        <w:t>r</w:t>
      </w:r>
      <w:r w:rsidR="0068663B">
        <w:rPr>
          <w:szCs w:val="24"/>
        </w:rPr>
        <w:t>.</w:t>
      </w:r>
      <w:r w:rsidR="001969F7">
        <w:rPr>
          <w:szCs w:val="24"/>
        </w:rPr>
        <w:t xml:space="preserve"> w ramach posiadanych etatów (41</w:t>
      </w:r>
      <w:r w:rsidR="007A043C">
        <w:rPr>
          <w:szCs w:val="24"/>
        </w:rPr>
        <w:t>,25) by</w:t>
      </w:r>
      <w:r>
        <w:rPr>
          <w:szCs w:val="24"/>
        </w:rPr>
        <w:t>ło zatrudnionych 42 oso</w:t>
      </w:r>
      <w:r w:rsidR="001969F7">
        <w:rPr>
          <w:szCs w:val="24"/>
        </w:rPr>
        <w:t>b</w:t>
      </w:r>
      <w:r>
        <w:rPr>
          <w:szCs w:val="24"/>
        </w:rPr>
        <w:t>y w tym 3</w:t>
      </w:r>
      <w:r w:rsidR="007A043C">
        <w:rPr>
          <w:szCs w:val="24"/>
        </w:rPr>
        <w:t xml:space="preserve"> w ramach umów na zastępstwo. Pracownicy urzędu korzystali z różnorodnych szkoleń związanych z zakresem realizowanych przez ur</w:t>
      </w:r>
      <w:r w:rsidR="00855504">
        <w:rPr>
          <w:szCs w:val="24"/>
        </w:rPr>
        <w:t>ząd zadań m.in.:</w:t>
      </w:r>
    </w:p>
    <w:p w:rsidR="00855504" w:rsidRDefault="0085550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t xml:space="preserve">Pomoc de </w:t>
      </w:r>
      <w:proofErr w:type="spellStart"/>
      <w:r>
        <w:rPr>
          <w:szCs w:val="24"/>
        </w:rPr>
        <w:t>minimis</w:t>
      </w:r>
      <w:proofErr w:type="spellEnd"/>
      <w:r>
        <w:rPr>
          <w:szCs w:val="24"/>
        </w:rPr>
        <w:t xml:space="preserve"> udzielana przez urzędy pracy na podstawie nowych przepisów unijnych;</w:t>
      </w:r>
    </w:p>
    <w:p w:rsidR="00855504" w:rsidRDefault="0085550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lastRenderedPageBreak/>
        <w:t>Nowoczesny doradca klienta instytucjonalnego jako specjalista w zakresie współpracy z pracodawcami;</w:t>
      </w:r>
    </w:p>
    <w:p w:rsidR="00855504" w:rsidRDefault="0085550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t>Nowelizacja Kodeksu Postępowania Administracyjnego i jego stosowanie w powiatowych urzędach pracy;</w:t>
      </w:r>
    </w:p>
    <w:p w:rsidR="00855504" w:rsidRDefault="0085550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t>Rozliczanie projektów w perspe</w:t>
      </w:r>
      <w:r w:rsidR="00163FD4">
        <w:rPr>
          <w:szCs w:val="24"/>
        </w:rPr>
        <w:t>ktywie finansowej 2014 – 2020;</w:t>
      </w:r>
    </w:p>
    <w:p w:rsidR="00163FD4" w:rsidRDefault="00163FD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t>Zamówienia publiczne;</w:t>
      </w:r>
    </w:p>
    <w:p w:rsidR="00163FD4" w:rsidRDefault="00163FD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t>Krajowe Ramy Kwalifikacji jako narzędzie w nowoczesnej aktywizacji zawodowej;</w:t>
      </w:r>
    </w:p>
    <w:p w:rsidR="00163FD4" w:rsidRDefault="00163FD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t>Polityka rynku pracy, partnerstwo lokalne i rozwój zawodowy pracowników;</w:t>
      </w:r>
    </w:p>
    <w:p w:rsidR="00163FD4" w:rsidRDefault="00163FD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t>Archiwizacja dokumentacji projektów dofinansowanych z EFS;</w:t>
      </w:r>
    </w:p>
    <w:p w:rsidR="00163FD4" w:rsidRPr="001B26AC" w:rsidRDefault="00163FD4" w:rsidP="00855504">
      <w:pPr>
        <w:pStyle w:val="Tekstpodstawowywcity2"/>
        <w:numPr>
          <w:ilvl w:val="0"/>
          <w:numId w:val="79"/>
        </w:numPr>
        <w:spacing w:line="360" w:lineRule="auto"/>
        <w:rPr>
          <w:szCs w:val="24"/>
        </w:rPr>
      </w:pPr>
      <w:r>
        <w:rPr>
          <w:szCs w:val="24"/>
        </w:rPr>
        <w:t>Zasady funkcjonowania Powiatowych Rad Rynku Pracy.</w:t>
      </w:r>
    </w:p>
    <w:p w:rsidR="001B26AC" w:rsidRPr="001B26AC" w:rsidRDefault="001B26AC" w:rsidP="001B26AC">
      <w:pPr>
        <w:pStyle w:val="Tekstpodstawowywcity2"/>
        <w:spacing w:line="360" w:lineRule="auto"/>
        <w:ind w:left="0"/>
        <w:rPr>
          <w:szCs w:val="24"/>
        </w:rPr>
      </w:pPr>
      <w:r w:rsidRPr="001B26AC">
        <w:rPr>
          <w:szCs w:val="24"/>
        </w:rPr>
        <w:t xml:space="preserve">Należy podkreślić, iż systematyczne doskonalenie kadry urzędu pracy jest istotnym elementem </w:t>
      </w:r>
      <w:r w:rsidR="00163FD4">
        <w:rPr>
          <w:szCs w:val="24"/>
        </w:rPr>
        <w:t xml:space="preserve">wpływającym na </w:t>
      </w:r>
      <w:r w:rsidRPr="001B26AC">
        <w:rPr>
          <w:szCs w:val="24"/>
        </w:rPr>
        <w:t>efektywnoś</w:t>
      </w:r>
      <w:r w:rsidR="00163FD4">
        <w:rPr>
          <w:szCs w:val="24"/>
        </w:rPr>
        <w:t>ć</w:t>
      </w:r>
      <w:r w:rsidRPr="001B26AC">
        <w:rPr>
          <w:szCs w:val="24"/>
        </w:rPr>
        <w:t xml:space="preserve"> i jakości pracy</w:t>
      </w:r>
      <w:r w:rsidR="007A043C">
        <w:rPr>
          <w:szCs w:val="24"/>
        </w:rPr>
        <w:t xml:space="preserve"> urzędu</w:t>
      </w:r>
      <w:r w:rsidR="00163FD4">
        <w:rPr>
          <w:szCs w:val="24"/>
        </w:rPr>
        <w:t>.</w:t>
      </w:r>
    </w:p>
    <w:p w:rsidR="002E68D4" w:rsidRPr="00FE2753" w:rsidRDefault="002E68D4" w:rsidP="00FE2753">
      <w:pPr>
        <w:spacing w:line="360" w:lineRule="auto"/>
        <w:jc w:val="both"/>
        <w:rPr>
          <w:b/>
          <w:i/>
          <w:szCs w:val="24"/>
        </w:rPr>
      </w:pPr>
    </w:p>
    <w:p w:rsidR="005B69D0" w:rsidRPr="003200B0" w:rsidRDefault="00A22B03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E0502B" w:rsidRPr="000733E7">
        <w:rPr>
          <w:b/>
          <w:i/>
          <w:szCs w:val="24"/>
        </w:rPr>
        <w:t>.</w:t>
      </w:r>
      <w:r w:rsidR="00357E33">
        <w:rPr>
          <w:b/>
          <w:i/>
          <w:szCs w:val="24"/>
        </w:rPr>
        <w:t>1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Decyzje administracyjne, zaświadczenia, deklaracje podatkowe</w:t>
      </w:r>
    </w:p>
    <w:p w:rsidR="005B69D0" w:rsidRPr="000733E7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335C61">
        <w:rPr>
          <w:szCs w:val="24"/>
        </w:rPr>
        <w:t>7</w:t>
      </w:r>
      <w:r w:rsidR="005B69D0" w:rsidRPr="000733E7">
        <w:rPr>
          <w:szCs w:val="24"/>
        </w:rPr>
        <w:t>r. w Powiatowym Urzędzie Pracy w Otwocku, w zakresie obsługi formalnej, wydano łącznie:</w:t>
      </w:r>
    </w:p>
    <w:p w:rsidR="005B69D0" w:rsidRPr="00550ED9" w:rsidRDefault="00335C61" w:rsidP="00550ED9">
      <w:pPr>
        <w:pStyle w:val="Tekstpodstawowywcity2"/>
        <w:numPr>
          <w:ilvl w:val="0"/>
          <w:numId w:val="31"/>
        </w:numPr>
        <w:spacing w:line="360" w:lineRule="auto"/>
        <w:rPr>
          <w:szCs w:val="24"/>
        </w:rPr>
      </w:pPr>
      <w:r>
        <w:rPr>
          <w:b/>
          <w:szCs w:val="24"/>
        </w:rPr>
        <w:t>9771</w:t>
      </w:r>
      <w:r w:rsidR="00BD5B94" w:rsidRPr="000733E7">
        <w:rPr>
          <w:szCs w:val="24"/>
        </w:rPr>
        <w:t xml:space="preserve"> decyz</w:t>
      </w:r>
      <w:r w:rsidR="00963BAA">
        <w:rPr>
          <w:szCs w:val="24"/>
        </w:rPr>
        <w:t>ji</w:t>
      </w:r>
      <w:r w:rsidR="00BD5B94" w:rsidRPr="000733E7">
        <w:rPr>
          <w:szCs w:val="24"/>
        </w:rPr>
        <w:t xml:space="preserve"> administracyjn</w:t>
      </w:r>
      <w:r w:rsidR="00963BAA">
        <w:rPr>
          <w:szCs w:val="24"/>
        </w:rPr>
        <w:t>ych</w:t>
      </w:r>
      <w:r w:rsidR="00BD5B94" w:rsidRPr="000733E7">
        <w:rPr>
          <w:szCs w:val="24"/>
        </w:rPr>
        <w:t xml:space="preserve"> dotycząc</w:t>
      </w:r>
      <w:r w:rsidR="00963BAA">
        <w:rPr>
          <w:szCs w:val="24"/>
        </w:rPr>
        <w:t>ych</w:t>
      </w:r>
      <w:r w:rsidR="005B69D0" w:rsidRPr="000733E7">
        <w:rPr>
          <w:szCs w:val="24"/>
        </w:rPr>
        <w:t xml:space="preserve"> m.in.: przyznania lub utraty statusu osoby bezrobotnej; zmiany statusu bezrobotnego; przyznania lub utraty prawa do zasiłku dla bezrobotnych, stypendium</w:t>
      </w:r>
      <w:r w:rsidR="00BD5B94" w:rsidRPr="000733E7">
        <w:rPr>
          <w:szCs w:val="24"/>
        </w:rPr>
        <w:t>,</w:t>
      </w:r>
      <w:r w:rsidR="005B69D0" w:rsidRPr="000733E7">
        <w:rPr>
          <w:szCs w:val="24"/>
        </w:rPr>
        <w:t xml:space="preserve"> dodatku aktywizacyjnego; zwrotu nienależnie pobranego świadczenia; rozłożenia na raty lub umorzenia nienależnie pobranego świadczenia</w:t>
      </w:r>
      <w:r>
        <w:rPr>
          <w:szCs w:val="24"/>
        </w:rPr>
        <w:t>.</w:t>
      </w:r>
      <w:r w:rsidR="00550ED9">
        <w:rPr>
          <w:szCs w:val="24"/>
        </w:rPr>
        <w:t xml:space="preserve">          </w:t>
      </w:r>
      <w:r>
        <w:rPr>
          <w:szCs w:val="24"/>
        </w:rPr>
        <w:t xml:space="preserve">                             </w:t>
      </w:r>
      <w:r w:rsidR="005B69D0" w:rsidRPr="00550ED9">
        <w:rPr>
          <w:szCs w:val="24"/>
        </w:rPr>
        <w:t>Średnio miesięcznie urząd pracy w</w:t>
      </w:r>
      <w:r w:rsidR="00BD5B94" w:rsidRPr="00550ED9">
        <w:rPr>
          <w:szCs w:val="24"/>
        </w:rPr>
        <w:t xml:space="preserve">ydawał w omawianym okresie </w:t>
      </w:r>
      <w:r>
        <w:rPr>
          <w:szCs w:val="24"/>
        </w:rPr>
        <w:t>814</w:t>
      </w:r>
      <w:r w:rsidR="002719B6" w:rsidRPr="00550ED9">
        <w:rPr>
          <w:szCs w:val="24"/>
        </w:rPr>
        <w:t xml:space="preserve"> decyz</w:t>
      </w:r>
      <w:r>
        <w:rPr>
          <w:szCs w:val="24"/>
        </w:rPr>
        <w:t>ji</w:t>
      </w:r>
      <w:r w:rsidR="002719B6" w:rsidRPr="00550ED9">
        <w:rPr>
          <w:szCs w:val="24"/>
        </w:rPr>
        <w:t xml:space="preserve"> administracyjn</w:t>
      </w:r>
      <w:r>
        <w:rPr>
          <w:szCs w:val="24"/>
        </w:rPr>
        <w:t>ych.</w:t>
      </w:r>
    </w:p>
    <w:p w:rsidR="005B69D0" w:rsidRPr="000733E7" w:rsidRDefault="00335C61" w:rsidP="00BF37F9">
      <w:pPr>
        <w:pStyle w:val="Tekstpodstawowywcity2"/>
        <w:numPr>
          <w:ilvl w:val="0"/>
          <w:numId w:val="31"/>
        </w:numPr>
        <w:spacing w:line="360" w:lineRule="auto"/>
        <w:rPr>
          <w:szCs w:val="24"/>
        </w:rPr>
      </w:pPr>
      <w:r>
        <w:rPr>
          <w:b/>
          <w:szCs w:val="24"/>
        </w:rPr>
        <w:t>3222</w:t>
      </w:r>
      <w:r w:rsidR="000E42E4">
        <w:rPr>
          <w:szCs w:val="24"/>
        </w:rPr>
        <w:t xml:space="preserve"> </w:t>
      </w:r>
      <w:r w:rsidR="002719B6" w:rsidRPr="000733E7">
        <w:rPr>
          <w:szCs w:val="24"/>
        </w:rPr>
        <w:t>zaświadcze</w:t>
      </w:r>
      <w:r>
        <w:rPr>
          <w:szCs w:val="24"/>
        </w:rPr>
        <w:t>nia</w:t>
      </w:r>
      <w:r w:rsidR="002719B6" w:rsidRPr="000733E7">
        <w:rPr>
          <w:szCs w:val="24"/>
        </w:rPr>
        <w:t xml:space="preserve"> potwierdzając</w:t>
      </w:r>
      <w:r>
        <w:rPr>
          <w:szCs w:val="24"/>
        </w:rPr>
        <w:t>e</w:t>
      </w:r>
      <w:r w:rsidR="005B69D0" w:rsidRPr="000733E7">
        <w:rPr>
          <w:szCs w:val="24"/>
        </w:rPr>
        <w:t xml:space="preserve"> status prawny osób zarejestrowanych na potrzeby różnych instytucji, tj. sądów, ośrodków pomocy społecznej, urzędów itp. Należy zaznaczyć, iż posiadanie statusu bezrobotnego umożliwia osobom bezrobotnym uzyskanie różnego rodzaju pomocy, jak: zasiłki okresowe i celowe z ośrodka pomocy społecznej, dopłaty do obiadów dla dzieci, dodatki mieszkaniowe, ubieganie się o stypendia w szkołach, w tym w szkołach niepublicznych</w:t>
      </w:r>
    </w:p>
    <w:p w:rsidR="005B69D0" w:rsidRPr="000733E7" w:rsidRDefault="00335C61" w:rsidP="00BF37F9">
      <w:pPr>
        <w:pStyle w:val="Tekstpodstawowywcity2"/>
        <w:numPr>
          <w:ilvl w:val="0"/>
          <w:numId w:val="31"/>
        </w:numPr>
        <w:spacing w:line="360" w:lineRule="auto"/>
        <w:rPr>
          <w:szCs w:val="24"/>
        </w:rPr>
      </w:pPr>
      <w:r>
        <w:rPr>
          <w:b/>
          <w:szCs w:val="24"/>
        </w:rPr>
        <w:t>277</w:t>
      </w:r>
      <w:r w:rsidR="005B69D0" w:rsidRPr="000733E7">
        <w:rPr>
          <w:szCs w:val="24"/>
        </w:rPr>
        <w:t xml:space="preserve"> zaświadcze</w:t>
      </w:r>
      <w:r w:rsidR="00FC1734">
        <w:rPr>
          <w:szCs w:val="24"/>
        </w:rPr>
        <w:t>ń</w:t>
      </w:r>
      <w:r w:rsidR="005B69D0" w:rsidRPr="000733E7">
        <w:rPr>
          <w:szCs w:val="24"/>
        </w:rPr>
        <w:t xml:space="preserve"> w celu ustalenia przez ZUS kapitału początkowego. Jednocześnie obs</w:t>
      </w:r>
      <w:r w:rsidR="00A767C5">
        <w:rPr>
          <w:szCs w:val="24"/>
        </w:rPr>
        <w:t>erwuje się wzrost wystąpień  z Wydziału U</w:t>
      </w:r>
      <w:r w:rsidR="005B69D0" w:rsidRPr="000733E7">
        <w:rPr>
          <w:szCs w:val="24"/>
        </w:rPr>
        <w:t>stalenia Kapitału Początkowego ZUS z prośbą o weryfikację wcześniej wydanych zaświadczeń z powodu ujawnienia okresów zatrudnienia nakładających się na okresy pobierania zasiłku</w:t>
      </w:r>
    </w:p>
    <w:p w:rsidR="003B425A" w:rsidRDefault="00335C61" w:rsidP="0001787D">
      <w:pPr>
        <w:pStyle w:val="Tekstpodstawowywcity2"/>
        <w:numPr>
          <w:ilvl w:val="0"/>
          <w:numId w:val="31"/>
        </w:numPr>
        <w:spacing w:line="360" w:lineRule="auto"/>
        <w:rPr>
          <w:szCs w:val="24"/>
        </w:rPr>
      </w:pPr>
      <w:r>
        <w:rPr>
          <w:b/>
          <w:szCs w:val="24"/>
        </w:rPr>
        <w:lastRenderedPageBreak/>
        <w:t>1514</w:t>
      </w:r>
      <w:r w:rsidR="002719B6" w:rsidRPr="000733E7">
        <w:rPr>
          <w:szCs w:val="24"/>
        </w:rPr>
        <w:t xml:space="preserve"> in</w:t>
      </w:r>
      <w:r w:rsidR="00BD5B94" w:rsidRPr="000733E7">
        <w:rPr>
          <w:szCs w:val="24"/>
        </w:rPr>
        <w:t>formacj</w:t>
      </w:r>
      <w:r w:rsidR="00963BAA">
        <w:rPr>
          <w:szCs w:val="24"/>
        </w:rPr>
        <w:t>i</w:t>
      </w:r>
      <w:r w:rsidR="005B69D0" w:rsidRPr="000733E7">
        <w:rPr>
          <w:szCs w:val="24"/>
        </w:rPr>
        <w:t xml:space="preserve"> o dochodach oraz pobranych zaliczkach na podatek dochodowy tzw. PIT-11 w związku z wypłacanymi przez urząd pracy świadczeniami dla osób bezrobotnych</w:t>
      </w:r>
      <w:r w:rsidR="002E1AED" w:rsidRPr="000733E7">
        <w:rPr>
          <w:szCs w:val="24"/>
        </w:rPr>
        <w:t xml:space="preserve"> w 201</w:t>
      </w:r>
      <w:r>
        <w:rPr>
          <w:szCs w:val="24"/>
        </w:rPr>
        <w:t>7</w:t>
      </w:r>
      <w:r w:rsidR="002E1AED" w:rsidRPr="000733E7">
        <w:rPr>
          <w:szCs w:val="24"/>
        </w:rPr>
        <w:t>r.</w:t>
      </w:r>
    </w:p>
    <w:p w:rsidR="0001787D" w:rsidRPr="0001787D" w:rsidRDefault="0001787D" w:rsidP="00F37810">
      <w:pPr>
        <w:pStyle w:val="Tekstpodstawowywcity2"/>
        <w:spacing w:line="360" w:lineRule="auto"/>
        <w:ind w:left="0"/>
        <w:rPr>
          <w:szCs w:val="24"/>
        </w:rPr>
      </w:pPr>
    </w:p>
    <w:p w:rsidR="004815DD" w:rsidRPr="000733E7" w:rsidRDefault="00A22B03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230E4E" w:rsidRPr="000733E7">
        <w:rPr>
          <w:b/>
          <w:i/>
          <w:szCs w:val="24"/>
        </w:rPr>
        <w:t>.</w:t>
      </w:r>
      <w:r w:rsidR="00357E33">
        <w:rPr>
          <w:b/>
          <w:i/>
          <w:szCs w:val="24"/>
        </w:rPr>
        <w:t>2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Rozpatrywanie </w:t>
      </w:r>
      <w:proofErr w:type="spellStart"/>
      <w:r w:rsidR="005B69D0" w:rsidRPr="000733E7">
        <w:rPr>
          <w:b/>
          <w:i/>
          <w:szCs w:val="24"/>
        </w:rPr>
        <w:t>odwołań</w:t>
      </w:r>
      <w:proofErr w:type="spellEnd"/>
    </w:p>
    <w:p w:rsidR="00F837D0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335C61">
        <w:rPr>
          <w:szCs w:val="24"/>
        </w:rPr>
        <w:t>7</w:t>
      </w:r>
      <w:r w:rsidRPr="000733E7">
        <w:rPr>
          <w:szCs w:val="24"/>
        </w:rPr>
        <w:t xml:space="preserve"> roku na ogólną liczbę </w:t>
      </w:r>
      <w:r w:rsidR="00335C61">
        <w:rPr>
          <w:szCs w:val="24"/>
        </w:rPr>
        <w:t>9771</w:t>
      </w:r>
      <w:r w:rsidR="005B69D0" w:rsidRPr="000733E7">
        <w:rPr>
          <w:szCs w:val="24"/>
        </w:rPr>
        <w:t xml:space="preserve"> wydan</w:t>
      </w:r>
      <w:r w:rsidR="00D4516D" w:rsidRPr="000733E7">
        <w:rPr>
          <w:szCs w:val="24"/>
        </w:rPr>
        <w:t>ych</w:t>
      </w:r>
      <w:r w:rsidR="005B69D0" w:rsidRPr="000733E7">
        <w:rPr>
          <w:szCs w:val="24"/>
        </w:rPr>
        <w:t xml:space="preserve"> decyzj</w:t>
      </w:r>
      <w:r w:rsidR="00D4516D" w:rsidRPr="000733E7">
        <w:rPr>
          <w:szCs w:val="24"/>
        </w:rPr>
        <w:t>i</w:t>
      </w:r>
      <w:r w:rsidR="005B69D0" w:rsidRPr="000733E7">
        <w:rPr>
          <w:szCs w:val="24"/>
        </w:rPr>
        <w:t xml:space="preserve"> adm</w:t>
      </w:r>
      <w:r w:rsidR="002719B6" w:rsidRPr="000733E7">
        <w:rPr>
          <w:szCs w:val="24"/>
        </w:rPr>
        <w:t>inistracyjn</w:t>
      </w:r>
      <w:r w:rsidR="00D4516D" w:rsidRPr="000733E7">
        <w:rPr>
          <w:szCs w:val="24"/>
        </w:rPr>
        <w:t>ych</w:t>
      </w:r>
      <w:r w:rsidRPr="000733E7">
        <w:rPr>
          <w:szCs w:val="24"/>
        </w:rPr>
        <w:t xml:space="preserve"> odwołania wniosło </w:t>
      </w:r>
      <w:r w:rsidR="00335C61">
        <w:rPr>
          <w:szCs w:val="24"/>
        </w:rPr>
        <w:t>13</w:t>
      </w:r>
      <w:r w:rsidRPr="000733E7">
        <w:rPr>
          <w:szCs w:val="24"/>
        </w:rPr>
        <w:t xml:space="preserve"> osób bezrobotnych, co stanowiło 0,</w:t>
      </w:r>
      <w:r w:rsidR="00335C61">
        <w:rPr>
          <w:szCs w:val="24"/>
        </w:rPr>
        <w:t>1</w:t>
      </w:r>
      <w:r w:rsidR="005B69D0" w:rsidRPr="000733E7">
        <w:rPr>
          <w:szCs w:val="24"/>
        </w:rPr>
        <w:t>% ogółu wydanych decyzji. Odwołania dotyczyły</w:t>
      </w:r>
      <w:r w:rsidR="0049128D">
        <w:rPr>
          <w:szCs w:val="24"/>
        </w:rPr>
        <w:t>:</w:t>
      </w:r>
      <w:r w:rsidR="005B69D0" w:rsidRPr="000733E7">
        <w:rPr>
          <w:szCs w:val="24"/>
        </w:rPr>
        <w:t xml:space="preserve"> </w:t>
      </w:r>
      <w:r w:rsidR="002719B6" w:rsidRPr="000733E7">
        <w:rPr>
          <w:szCs w:val="24"/>
        </w:rPr>
        <w:t>przywrócenia</w:t>
      </w:r>
      <w:r w:rsidR="005B69D0" w:rsidRPr="000733E7">
        <w:rPr>
          <w:szCs w:val="24"/>
        </w:rPr>
        <w:t xml:space="preserve"> statusu osoby be</w:t>
      </w:r>
      <w:r w:rsidRPr="000733E7">
        <w:rPr>
          <w:szCs w:val="24"/>
        </w:rPr>
        <w:t xml:space="preserve">zrobotnej, </w:t>
      </w:r>
      <w:r w:rsidR="00335C61">
        <w:rPr>
          <w:szCs w:val="24"/>
        </w:rPr>
        <w:t xml:space="preserve">przyznania prawa do zasiłku oraz </w:t>
      </w:r>
      <w:r w:rsidR="00E60ECD">
        <w:rPr>
          <w:szCs w:val="24"/>
        </w:rPr>
        <w:t>zwrotu nienależnie pobranego świadczenia.</w:t>
      </w:r>
    </w:p>
    <w:p w:rsidR="00BD5B94" w:rsidRPr="000733E7" w:rsidRDefault="004376C5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 ich rozpatrzeniu</w:t>
      </w:r>
      <w:r w:rsidR="00BD5B94" w:rsidRPr="000733E7">
        <w:rPr>
          <w:szCs w:val="24"/>
        </w:rPr>
        <w:t>:</w:t>
      </w:r>
      <w:r w:rsidRPr="000733E7">
        <w:rPr>
          <w:szCs w:val="24"/>
        </w:rPr>
        <w:t xml:space="preserve"> </w:t>
      </w:r>
    </w:p>
    <w:p w:rsidR="00BD5B94" w:rsidRDefault="00335C61" w:rsidP="00BF37F9">
      <w:pPr>
        <w:pStyle w:val="Tekstpodstawowywcity2"/>
        <w:numPr>
          <w:ilvl w:val="0"/>
          <w:numId w:val="35"/>
        </w:numPr>
        <w:spacing w:line="360" w:lineRule="auto"/>
        <w:rPr>
          <w:szCs w:val="24"/>
        </w:rPr>
      </w:pPr>
      <w:r>
        <w:rPr>
          <w:szCs w:val="24"/>
        </w:rPr>
        <w:t>2</w:t>
      </w:r>
      <w:r w:rsidR="00BD5B94" w:rsidRPr="000733E7">
        <w:rPr>
          <w:szCs w:val="24"/>
        </w:rPr>
        <w:t xml:space="preserve"> decyzj</w:t>
      </w:r>
      <w:r w:rsidR="00E60ECD">
        <w:rPr>
          <w:szCs w:val="24"/>
        </w:rPr>
        <w:t>e</w:t>
      </w:r>
      <w:r w:rsidR="00BD5B94" w:rsidRPr="000733E7">
        <w:rPr>
          <w:szCs w:val="24"/>
        </w:rPr>
        <w:t xml:space="preserve"> </w:t>
      </w:r>
      <w:r w:rsidR="000C5D7D">
        <w:rPr>
          <w:szCs w:val="24"/>
        </w:rPr>
        <w:t>uchylono</w:t>
      </w:r>
      <w:r w:rsidR="00BD5B94" w:rsidRPr="000733E7">
        <w:rPr>
          <w:szCs w:val="24"/>
        </w:rPr>
        <w:t xml:space="preserve"> </w:t>
      </w:r>
      <w:r w:rsidR="004376C5" w:rsidRPr="000733E7">
        <w:rPr>
          <w:szCs w:val="24"/>
        </w:rPr>
        <w:t>w trybie art. 132</w:t>
      </w:r>
      <w:r w:rsidR="00BD5B94" w:rsidRPr="000733E7">
        <w:rPr>
          <w:szCs w:val="24"/>
        </w:rPr>
        <w:t xml:space="preserve"> </w:t>
      </w:r>
      <w:r w:rsidR="004376C5" w:rsidRPr="000733E7">
        <w:rPr>
          <w:szCs w:val="24"/>
        </w:rPr>
        <w:t>k.p.a.</w:t>
      </w:r>
      <w:r w:rsidR="00BD5B94" w:rsidRPr="000733E7">
        <w:rPr>
          <w:szCs w:val="24"/>
        </w:rPr>
        <w:t>,</w:t>
      </w:r>
    </w:p>
    <w:p w:rsidR="00712349" w:rsidRDefault="00553F46" w:rsidP="00CA3E17">
      <w:pPr>
        <w:pStyle w:val="Tekstpodstawowywcity2"/>
        <w:numPr>
          <w:ilvl w:val="0"/>
          <w:numId w:val="35"/>
        </w:numPr>
        <w:spacing w:line="360" w:lineRule="auto"/>
        <w:rPr>
          <w:szCs w:val="24"/>
        </w:rPr>
      </w:pPr>
      <w:r>
        <w:rPr>
          <w:szCs w:val="24"/>
        </w:rPr>
        <w:t>9</w:t>
      </w:r>
      <w:r w:rsidR="00BD5B94" w:rsidRPr="000733E7">
        <w:rPr>
          <w:szCs w:val="24"/>
        </w:rPr>
        <w:t xml:space="preserve"> decyzj</w:t>
      </w:r>
      <w:r w:rsidR="00963BAA">
        <w:rPr>
          <w:szCs w:val="24"/>
        </w:rPr>
        <w:t>i</w:t>
      </w:r>
      <w:r w:rsidR="00BD5B94" w:rsidRPr="000733E7">
        <w:rPr>
          <w:szCs w:val="24"/>
        </w:rPr>
        <w:t xml:space="preserve"> został</w:t>
      </w:r>
      <w:r w:rsidR="00963BAA">
        <w:rPr>
          <w:szCs w:val="24"/>
        </w:rPr>
        <w:t>o</w:t>
      </w:r>
      <w:r w:rsidR="00BD5B94" w:rsidRPr="000733E7">
        <w:rPr>
          <w:szCs w:val="24"/>
        </w:rPr>
        <w:t xml:space="preserve"> utrzyman</w:t>
      </w:r>
      <w:r w:rsidR="00963BAA">
        <w:rPr>
          <w:szCs w:val="24"/>
        </w:rPr>
        <w:t>ych</w:t>
      </w:r>
      <w:r w:rsidR="00BD5B94" w:rsidRPr="000733E7">
        <w:rPr>
          <w:szCs w:val="24"/>
        </w:rPr>
        <w:t xml:space="preserve"> w mocy przez organ II instancji,</w:t>
      </w:r>
    </w:p>
    <w:p w:rsidR="00941C27" w:rsidRDefault="00553F46" w:rsidP="00A91631">
      <w:pPr>
        <w:pStyle w:val="Tekstpodstawowywcity2"/>
        <w:numPr>
          <w:ilvl w:val="0"/>
          <w:numId w:val="35"/>
        </w:numPr>
        <w:spacing w:line="360" w:lineRule="auto"/>
        <w:rPr>
          <w:szCs w:val="24"/>
        </w:rPr>
      </w:pPr>
      <w:r>
        <w:rPr>
          <w:szCs w:val="24"/>
        </w:rPr>
        <w:t>2</w:t>
      </w:r>
      <w:r w:rsidR="0031702A">
        <w:rPr>
          <w:szCs w:val="24"/>
        </w:rPr>
        <w:t xml:space="preserve"> spraw</w:t>
      </w:r>
      <w:r w:rsidR="00E60ECD">
        <w:rPr>
          <w:szCs w:val="24"/>
        </w:rPr>
        <w:t>y są</w:t>
      </w:r>
      <w:r w:rsidR="0031702A">
        <w:rPr>
          <w:szCs w:val="24"/>
        </w:rPr>
        <w:t xml:space="preserve"> w trakcie rozpatrywania przez organ II instancji</w:t>
      </w:r>
    </w:p>
    <w:p w:rsidR="00A91631" w:rsidRPr="00A91631" w:rsidRDefault="00A91631" w:rsidP="00A91631">
      <w:pPr>
        <w:pStyle w:val="Tekstpodstawowywcity2"/>
        <w:spacing w:line="360" w:lineRule="auto"/>
        <w:ind w:left="720"/>
        <w:rPr>
          <w:szCs w:val="24"/>
        </w:rPr>
      </w:pPr>
    </w:p>
    <w:p w:rsidR="001E1C79" w:rsidRDefault="00A22B03" w:rsidP="008345F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10</w:t>
      </w:r>
      <w:r w:rsidR="00712349" w:rsidRPr="00712349">
        <w:rPr>
          <w:b/>
          <w:i/>
          <w:szCs w:val="24"/>
        </w:rPr>
        <w:t xml:space="preserve">. </w:t>
      </w:r>
      <w:r w:rsidR="00423F3E">
        <w:rPr>
          <w:b/>
          <w:i/>
          <w:szCs w:val="24"/>
        </w:rPr>
        <w:t>Promocja urzędu</w:t>
      </w:r>
    </w:p>
    <w:p w:rsidR="003F03C9" w:rsidRDefault="00D843BB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b/>
          <w:i/>
          <w:szCs w:val="24"/>
        </w:rPr>
        <w:t>1</w:t>
      </w:r>
      <w:r w:rsidR="00A22B03">
        <w:rPr>
          <w:b/>
          <w:i/>
          <w:szCs w:val="24"/>
        </w:rPr>
        <w:t>0</w:t>
      </w:r>
      <w:r w:rsidR="007F71B9" w:rsidRPr="007F3EF2">
        <w:rPr>
          <w:b/>
          <w:i/>
          <w:szCs w:val="24"/>
        </w:rPr>
        <w:t>.1</w:t>
      </w:r>
      <w:r w:rsidR="00357E33" w:rsidRPr="007F3EF2">
        <w:rPr>
          <w:b/>
          <w:i/>
          <w:szCs w:val="24"/>
        </w:rPr>
        <w:t>.</w:t>
      </w:r>
      <w:r w:rsidR="003F03C9">
        <w:rPr>
          <w:b/>
          <w:i/>
          <w:szCs w:val="24"/>
        </w:rPr>
        <w:t>Targi Pracy – Otwock 2017</w:t>
      </w:r>
      <w:r w:rsidR="007F3EF2">
        <w:rPr>
          <w:szCs w:val="24"/>
        </w:rPr>
        <w:t xml:space="preserve"> 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>Ponad 300 osób wzięło udział w Targach Pracy</w:t>
      </w:r>
      <w:r>
        <w:rPr>
          <w:szCs w:val="24"/>
        </w:rPr>
        <w:t xml:space="preserve"> </w:t>
      </w:r>
      <w:r w:rsidRPr="007F3EF2">
        <w:rPr>
          <w:szCs w:val="24"/>
        </w:rPr>
        <w:t>-</w:t>
      </w:r>
      <w:r w:rsidR="00663E85">
        <w:rPr>
          <w:szCs w:val="24"/>
        </w:rPr>
        <w:t xml:space="preserve"> Otwock 2017, które odbyły się </w:t>
      </w:r>
      <w:r w:rsidRPr="007F3EF2">
        <w:rPr>
          <w:szCs w:val="24"/>
        </w:rPr>
        <w:t>23 listopada 2017r. w Zespole Szkół Nr 2.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>Targi zostały zorganizowane przez Powiatow</w:t>
      </w:r>
      <w:r w:rsidR="00AD7D7A">
        <w:rPr>
          <w:szCs w:val="24"/>
        </w:rPr>
        <w:t>y Urząd Pracy pod patronatem s</w:t>
      </w:r>
      <w:r w:rsidRPr="007F3EF2">
        <w:rPr>
          <w:szCs w:val="24"/>
        </w:rPr>
        <w:t>tarosty powiatu otwockiego, w ramach Europejskich Dni Pracodawców.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>Celem Targów była promocja usług urzędu, a także zaprezentowanie lokalnych firm i instytucji.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>Zaproszonymi  gośćmi byli przedstawiciele władz lokalnych: Mir</w:t>
      </w:r>
      <w:r w:rsidR="00C76033">
        <w:rPr>
          <w:szCs w:val="24"/>
        </w:rPr>
        <w:t>osław Pszonka, Starosta O</w:t>
      </w:r>
      <w:r>
        <w:rPr>
          <w:szCs w:val="24"/>
        </w:rPr>
        <w:t>twocki</w:t>
      </w:r>
      <w:r w:rsidRPr="007F3EF2">
        <w:rPr>
          <w:szCs w:val="24"/>
        </w:rPr>
        <w:t xml:space="preserve">, Paweł </w:t>
      </w:r>
      <w:proofErr w:type="spellStart"/>
      <w:r w:rsidRPr="007F3EF2">
        <w:rPr>
          <w:szCs w:val="24"/>
        </w:rPr>
        <w:t>Rupniewski</w:t>
      </w:r>
      <w:proofErr w:type="spellEnd"/>
      <w:r w:rsidRPr="007F3EF2">
        <w:rPr>
          <w:szCs w:val="24"/>
        </w:rPr>
        <w:t xml:space="preserve"> wicestarosta otwocki, Aneta Bartnicka i Roman </w:t>
      </w:r>
      <w:proofErr w:type="spellStart"/>
      <w:r w:rsidRPr="007F3EF2">
        <w:rPr>
          <w:szCs w:val="24"/>
        </w:rPr>
        <w:t>Zdunik</w:t>
      </w:r>
      <w:proofErr w:type="spellEnd"/>
      <w:r w:rsidRPr="007F3EF2">
        <w:rPr>
          <w:szCs w:val="24"/>
        </w:rPr>
        <w:t xml:space="preserve">, członkowie zarządu powiatu oraz Monika Chudek, dyrektor Zespołu Szkół Nr 2.  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>Przybyłych p</w:t>
      </w:r>
      <w:r>
        <w:rPr>
          <w:szCs w:val="24"/>
        </w:rPr>
        <w:t>owitała  Danuta Wolska-Rzewuska</w:t>
      </w:r>
      <w:r w:rsidRPr="007F3EF2">
        <w:rPr>
          <w:szCs w:val="24"/>
        </w:rPr>
        <w:t>, dyrektor urzędu pracy, któ</w:t>
      </w:r>
      <w:r>
        <w:rPr>
          <w:szCs w:val="24"/>
        </w:rPr>
        <w:t xml:space="preserve">ra podkreśliła, iż Targi Pracy </w:t>
      </w:r>
      <w:r w:rsidR="002963D6">
        <w:rPr>
          <w:szCs w:val="24"/>
        </w:rPr>
        <w:t>są okazją</w:t>
      </w:r>
      <w:r w:rsidRPr="007F3EF2">
        <w:rPr>
          <w:szCs w:val="24"/>
        </w:rPr>
        <w:t xml:space="preserve"> dla </w:t>
      </w:r>
      <w:r w:rsidR="002963D6">
        <w:rPr>
          <w:szCs w:val="24"/>
        </w:rPr>
        <w:t>osób poszukujących zatrudnienia</w:t>
      </w:r>
      <w:r w:rsidRPr="007F3EF2">
        <w:rPr>
          <w:szCs w:val="24"/>
        </w:rPr>
        <w:t xml:space="preserve"> do bezpośredniego kontaktu z pracodawcami oraz </w:t>
      </w:r>
      <w:r w:rsidR="002963D6">
        <w:rPr>
          <w:szCs w:val="24"/>
        </w:rPr>
        <w:t xml:space="preserve">uzyskania informacji o aktualnych ofertach pracy </w:t>
      </w:r>
      <w:r w:rsidRPr="007F3EF2">
        <w:rPr>
          <w:szCs w:val="24"/>
        </w:rPr>
        <w:t>krajowych i zagranicznych</w:t>
      </w:r>
      <w:r w:rsidR="002963D6">
        <w:rPr>
          <w:szCs w:val="24"/>
        </w:rPr>
        <w:t>.</w:t>
      </w:r>
      <w:r w:rsidRPr="007F3EF2">
        <w:rPr>
          <w:szCs w:val="24"/>
        </w:rPr>
        <w:t xml:space="preserve"> 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 xml:space="preserve">Podczas tegorocznych Targów zaprezentowało się 26 wystawców. 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 xml:space="preserve">21 pracodawców zaoferowało ponad 300 miejsc pracy w branżach: obrona narodowa, transport , handel, gastronomia, produkcja, przetwórstwo spożywcze i drobiarsko-mięsne. 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lastRenderedPageBreak/>
        <w:t>Osoby zainteresowane podjęciem pracy za granicą mogły skorzystać z ofert pracy w ramach sieci EURES oraz uzyskać od doradcy EURES warszawskiego WUP informację na temat bezpiecznych wyjazdów do pracy.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 xml:space="preserve">Poszukujący pracy mogli skorzystać także z konsultacji z doradcą zawodowym urzędu pracy i dowiedzieć się jak poprawnie opracować dokumenty aplikacyjne oraz przygotować się do rozmowy kwalifikacyjnej. 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 xml:space="preserve">Ciekawym elementem Targów była możliwość założenia konta na Platformie Usług Elektronicznych ZUS, która umożliwia  załatwianie spraw przez PUE ZUS.  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 xml:space="preserve">Zainteresowaniem cieszyły się również porady i konsultacje  Państwowej Inspekcji Pracy, w zakresie prawa pracy i przepisów BHP. </w:t>
      </w:r>
    </w:p>
    <w:p w:rsidR="007F3EF2" w:rsidRPr="007F3EF2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>Warto także odnotować fakt, iż Targi odwiedzili uczniowie szkół średnich, którzy niebawem staną się również uczestnikami rynku pracy.</w:t>
      </w:r>
    </w:p>
    <w:p w:rsidR="00C76033" w:rsidRDefault="007F3EF2" w:rsidP="007F3EF2">
      <w:pPr>
        <w:pStyle w:val="Tekstpodstawowywcity2"/>
        <w:spacing w:line="360" w:lineRule="auto"/>
        <w:ind w:left="0"/>
        <w:rPr>
          <w:szCs w:val="24"/>
        </w:rPr>
      </w:pPr>
      <w:r w:rsidRPr="007F3EF2">
        <w:rPr>
          <w:szCs w:val="24"/>
        </w:rPr>
        <w:t xml:space="preserve">Duże zainteresowanie Targami ze strony pracodawców i  społeczności lokalnej stało się dla urzędu pracy inspiracją do organizowania kolejnych edycji. </w:t>
      </w:r>
    </w:p>
    <w:p w:rsidR="00AC533C" w:rsidRPr="00746163" w:rsidRDefault="00AC533C" w:rsidP="00AC533C">
      <w:pPr>
        <w:spacing w:after="0" w:line="360" w:lineRule="auto"/>
        <w:rPr>
          <w:sz w:val="24"/>
          <w:szCs w:val="24"/>
        </w:rPr>
      </w:pPr>
    </w:p>
    <w:p w:rsidR="00407E32" w:rsidRPr="007924B8" w:rsidRDefault="00A22B03" w:rsidP="0049128D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i/>
          <w:szCs w:val="24"/>
        </w:rPr>
        <w:t>11</w:t>
      </w:r>
      <w:r w:rsidR="00407E32" w:rsidRPr="000733E7">
        <w:rPr>
          <w:b/>
          <w:i/>
          <w:szCs w:val="24"/>
        </w:rPr>
        <w:t xml:space="preserve">. </w:t>
      </w:r>
      <w:r w:rsidR="007924B8">
        <w:rPr>
          <w:b/>
          <w:i/>
          <w:szCs w:val="24"/>
        </w:rPr>
        <w:t xml:space="preserve"> </w:t>
      </w:r>
      <w:r w:rsidR="00407E32" w:rsidRPr="000733E7">
        <w:rPr>
          <w:b/>
          <w:i/>
          <w:szCs w:val="24"/>
        </w:rPr>
        <w:t>Poziom i struktura wydatków z Funduszu Pracy</w:t>
      </w:r>
    </w:p>
    <w:p w:rsidR="00862613" w:rsidRDefault="00862613" w:rsidP="00862613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Zgodnie ze sprawozdawczością dotyczącą przychodów i wydatków Funduszu Pracy – według formularza </w:t>
      </w:r>
      <w:r>
        <w:rPr>
          <w:szCs w:val="24"/>
        </w:rPr>
        <w:t xml:space="preserve">sprawozdawczego </w:t>
      </w:r>
      <w:r w:rsidRPr="000733E7">
        <w:rPr>
          <w:szCs w:val="24"/>
        </w:rPr>
        <w:t>M</w:t>
      </w:r>
      <w:r w:rsidR="00B84639">
        <w:rPr>
          <w:szCs w:val="24"/>
        </w:rPr>
        <w:t>R</w:t>
      </w:r>
      <w:r w:rsidRPr="000733E7">
        <w:rPr>
          <w:szCs w:val="24"/>
        </w:rPr>
        <w:t>PiPS-02 za 201</w:t>
      </w:r>
      <w:r w:rsidR="00B84639">
        <w:rPr>
          <w:szCs w:val="24"/>
        </w:rPr>
        <w:t>7</w:t>
      </w:r>
      <w:r w:rsidRPr="000733E7">
        <w:rPr>
          <w:szCs w:val="24"/>
        </w:rPr>
        <w:t xml:space="preserve"> rok z Funduszu Pracy wydatkowano kwotę </w:t>
      </w:r>
      <w:r w:rsidR="00B84639">
        <w:rPr>
          <w:szCs w:val="24"/>
        </w:rPr>
        <w:t>12.979.124</w:t>
      </w:r>
      <w:r w:rsidRPr="000733E7">
        <w:rPr>
          <w:szCs w:val="24"/>
        </w:rPr>
        <w:t xml:space="preserve"> zł. </w:t>
      </w:r>
    </w:p>
    <w:p w:rsidR="000B58BE" w:rsidRDefault="00862613" w:rsidP="00862613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  <w:r w:rsidRPr="000733E7">
        <w:rPr>
          <w:szCs w:val="24"/>
        </w:rPr>
        <w:t>Struktura wydatków Funduszu Pracy za 201</w:t>
      </w:r>
      <w:r w:rsidR="00B84639">
        <w:rPr>
          <w:szCs w:val="24"/>
        </w:rPr>
        <w:t>7</w:t>
      </w:r>
      <w:r w:rsidRPr="000733E7">
        <w:rPr>
          <w:szCs w:val="24"/>
        </w:rPr>
        <w:t xml:space="preserve"> rok  kształtowała się następująco:</w:t>
      </w:r>
    </w:p>
    <w:p w:rsidR="00092798" w:rsidRPr="000733E7" w:rsidRDefault="00092798" w:rsidP="00862613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</w:p>
    <w:p w:rsidR="00862613" w:rsidRPr="000733E7" w:rsidRDefault="00B84639" w:rsidP="00862613">
      <w:pPr>
        <w:pStyle w:val="Tekstpodstawowywcity2"/>
        <w:numPr>
          <w:ilvl w:val="0"/>
          <w:numId w:val="23"/>
        </w:numPr>
        <w:tabs>
          <w:tab w:val="clear" w:pos="794"/>
          <w:tab w:val="num" w:pos="757"/>
        </w:tabs>
        <w:spacing w:after="0" w:line="360" w:lineRule="auto"/>
        <w:ind w:left="757"/>
        <w:rPr>
          <w:szCs w:val="24"/>
        </w:rPr>
      </w:pPr>
      <w:r>
        <w:rPr>
          <w:b/>
          <w:szCs w:val="24"/>
        </w:rPr>
        <w:t>39,04</w:t>
      </w:r>
      <w:r w:rsidR="00862613" w:rsidRPr="000733E7">
        <w:rPr>
          <w:b/>
          <w:szCs w:val="24"/>
        </w:rPr>
        <w:t xml:space="preserve">% to wydatki obligatoryjne na świadczenia </w:t>
      </w:r>
      <w:r w:rsidR="00862613">
        <w:rPr>
          <w:b/>
          <w:szCs w:val="24"/>
        </w:rPr>
        <w:t xml:space="preserve">dla  bezrobotnych </w:t>
      </w:r>
      <w:r w:rsidR="00862613">
        <w:rPr>
          <w:b/>
          <w:szCs w:val="24"/>
        </w:rPr>
        <w:tab/>
      </w:r>
      <w:r>
        <w:rPr>
          <w:b/>
          <w:szCs w:val="24"/>
        </w:rPr>
        <w:t>5.067.467</w:t>
      </w:r>
      <w:r w:rsidR="00862613" w:rsidRPr="000733E7">
        <w:rPr>
          <w:b/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spacing w:after="0" w:line="360" w:lineRule="auto"/>
        <w:ind w:left="708"/>
        <w:rPr>
          <w:szCs w:val="24"/>
        </w:rPr>
      </w:pPr>
      <w:r w:rsidRPr="000733E7">
        <w:rPr>
          <w:szCs w:val="24"/>
        </w:rPr>
        <w:t>z tego:</w:t>
      </w:r>
    </w:p>
    <w:p w:rsidR="00862613" w:rsidRPr="000733E7" w:rsidRDefault="00862613" w:rsidP="00862613">
      <w:pPr>
        <w:pStyle w:val="Tekstpodstawowywcity2"/>
        <w:numPr>
          <w:ilvl w:val="0"/>
          <w:numId w:val="4"/>
        </w:numPr>
        <w:tabs>
          <w:tab w:val="num" w:pos="1429"/>
        </w:tabs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zasiłki dla bezrobotnych</w:t>
      </w:r>
      <w:r>
        <w:rPr>
          <w:szCs w:val="24"/>
        </w:rPr>
        <w:t xml:space="preserve"> </w:t>
      </w:r>
      <w:r w:rsidRPr="000733E7">
        <w:rPr>
          <w:szCs w:val="24"/>
        </w:rPr>
        <w:t>wraz ze składk</w:t>
      </w:r>
      <w:r>
        <w:rPr>
          <w:szCs w:val="24"/>
        </w:rPr>
        <w:t>ą społeczną</w:t>
      </w:r>
      <w:r w:rsidRPr="000733E7">
        <w:rPr>
          <w:szCs w:val="24"/>
        </w:rPr>
        <w:tab/>
      </w:r>
      <w:r>
        <w:rPr>
          <w:szCs w:val="24"/>
        </w:rPr>
        <w:tab/>
      </w:r>
      <w:r w:rsidR="00B84639">
        <w:rPr>
          <w:szCs w:val="24"/>
        </w:rPr>
        <w:t>4.851.466</w:t>
      </w:r>
      <w:r w:rsidRPr="000733E7">
        <w:rPr>
          <w:szCs w:val="24"/>
        </w:rPr>
        <w:t xml:space="preserve"> zł.</w:t>
      </w:r>
    </w:p>
    <w:p w:rsidR="00862613" w:rsidRDefault="00862613" w:rsidP="00862613">
      <w:pPr>
        <w:pStyle w:val="Tekstpodstawowywcity2"/>
        <w:numPr>
          <w:ilvl w:val="0"/>
          <w:numId w:val="4"/>
        </w:numPr>
        <w:tabs>
          <w:tab w:val="num" w:pos="1429"/>
        </w:tabs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dodatki aktywizacyjne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</w:t>
      </w:r>
      <w:r>
        <w:rPr>
          <w:szCs w:val="24"/>
        </w:rPr>
        <w:tab/>
        <w:t xml:space="preserve">   </w:t>
      </w:r>
      <w:r w:rsidR="00B84639">
        <w:rPr>
          <w:szCs w:val="24"/>
        </w:rPr>
        <w:t>216.001</w:t>
      </w:r>
      <w:r w:rsidRPr="000733E7">
        <w:rPr>
          <w:szCs w:val="24"/>
        </w:rPr>
        <w:t xml:space="preserve"> zł.</w:t>
      </w:r>
    </w:p>
    <w:p w:rsidR="000B58BE" w:rsidRPr="00014953" w:rsidRDefault="000B58BE" w:rsidP="000B58BE">
      <w:pPr>
        <w:pStyle w:val="Tekstpodstawowywcity2"/>
        <w:tabs>
          <w:tab w:val="num" w:pos="1429"/>
        </w:tabs>
        <w:spacing w:after="0" w:line="360" w:lineRule="auto"/>
        <w:ind w:left="1429"/>
        <w:rPr>
          <w:szCs w:val="24"/>
        </w:rPr>
      </w:pPr>
    </w:p>
    <w:p w:rsidR="00862613" w:rsidRPr="000733E7" w:rsidRDefault="00B84639" w:rsidP="00862613">
      <w:pPr>
        <w:pStyle w:val="Tekstpodstawowywcity2"/>
        <w:numPr>
          <w:ilvl w:val="0"/>
          <w:numId w:val="24"/>
        </w:numPr>
        <w:spacing w:after="0" w:line="360" w:lineRule="auto"/>
        <w:jc w:val="left"/>
        <w:rPr>
          <w:szCs w:val="24"/>
        </w:rPr>
      </w:pPr>
      <w:r>
        <w:rPr>
          <w:b/>
          <w:szCs w:val="24"/>
        </w:rPr>
        <w:t>56,77</w:t>
      </w:r>
      <w:r w:rsidR="00862613" w:rsidRPr="000733E7">
        <w:rPr>
          <w:b/>
          <w:szCs w:val="24"/>
        </w:rPr>
        <w:t>% to limito</w:t>
      </w:r>
      <w:r w:rsidR="00862613">
        <w:rPr>
          <w:b/>
          <w:szCs w:val="24"/>
        </w:rPr>
        <w:t xml:space="preserve">wane wydatki na rzecz przeciwdziałania bezrobociu i promocji  zatrudnienia </w:t>
      </w:r>
      <w:r w:rsidR="00862613">
        <w:rPr>
          <w:b/>
          <w:szCs w:val="24"/>
        </w:rPr>
        <w:tab/>
      </w:r>
      <w:r w:rsidR="00862613">
        <w:rPr>
          <w:b/>
          <w:szCs w:val="24"/>
        </w:rPr>
        <w:tab/>
      </w:r>
      <w:r w:rsidR="00862613">
        <w:rPr>
          <w:b/>
          <w:szCs w:val="24"/>
        </w:rPr>
        <w:tab/>
      </w:r>
      <w:r w:rsidR="00862613">
        <w:rPr>
          <w:b/>
          <w:szCs w:val="24"/>
        </w:rPr>
        <w:tab/>
      </w:r>
      <w:r w:rsidR="00862613">
        <w:rPr>
          <w:b/>
          <w:szCs w:val="24"/>
        </w:rPr>
        <w:tab/>
      </w:r>
      <w:r w:rsidR="00862613">
        <w:rPr>
          <w:b/>
          <w:szCs w:val="24"/>
        </w:rPr>
        <w:tab/>
      </w:r>
      <w:r w:rsidR="00862613">
        <w:rPr>
          <w:b/>
          <w:szCs w:val="24"/>
        </w:rPr>
        <w:tab/>
      </w:r>
      <w:r w:rsidR="00862613">
        <w:rPr>
          <w:b/>
          <w:szCs w:val="24"/>
        </w:rPr>
        <w:tab/>
        <w:t xml:space="preserve">   </w:t>
      </w:r>
      <w:r>
        <w:rPr>
          <w:b/>
          <w:szCs w:val="24"/>
        </w:rPr>
        <w:t>7.367.509</w:t>
      </w:r>
      <w:r w:rsidR="00862613" w:rsidRPr="000733E7">
        <w:rPr>
          <w:b/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spacing w:after="0" w:line="360" w:lineRule="auto"/>
        <w:ind w:left="708"/>
        <w:jc w:val="left"/>
        <w:rPr>
          <w:szCs w:val="24"/>
        </w:rPr>
      </w:pPr>
      <w:r w:rsidRPr="000733E7">
        <w:rPr>
          <w:szCs w:val="24"/>
        </w:rPr>
        <w:t xml:space="preserve"> z tego:</w:t>
      </w:r>
    </w:p>
    <w:p w:rsidR="00862613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szkolenia i przekwalifikowania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</w:t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="00B84639">
        <w:rPr>
          <w:szCs w:val="24"/>
        </w:rPr>
        <w:t>387.032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bony szkoleniowe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B84639">
        <w:rPr>
          <w:szCs w:val="24"/>
        </w:rPr>
        <w:t>55.579</w:t>
      </w:r>
      <w:r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prace interwencyjne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Pr="000733E7">
        <w:rPr>
          <w:szCs w:val="24"/>
        </w:rPr>
        <w:tab/>
        <w:t xml:space="preserve">           </w:t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="00B84639">
        <w:rPr>
          <w:szCs w:val="24"/>
        </w:rPr>
        <w:t>194.341</w:t>
      </w:r>
      <w:r w:rsidRPr="000733E7">
        <w:rPr>
          <w:szCs w:val="24"/>
        </w:rPr>
        <w:t xml:space="preserve"> zł. 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roboty publiczne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</w:t>
      </w:r>
      <w:r>
        <w:rPr>
          <w:szCs w:val="24"/>
        </w:rPr>
        <w:t xml:space="preserve">   </w:t>
      </w:r>
      <w:r w:rsidR="00B84639">
        <w:rPr>
          <w:szCs w:val="24"/>
        </w:rPr>
        <w:t xml:space="preserve">  </w:t>
      </w:r>
      <w:r>
        <w:rPr>
          <w:szCs w:val="24"/>
        </w:rPr>
        <w:t xml:space="preserve"> </w:t>
      </w:r>
      <w:r w:rsidR="00B84639">
        <w:rPr>
          <w:szCs w:val="24"/>
        </w:rPr>
        <w:t>770.334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lastRenderedPageBreak/>
        <w:t>staż</w:t>
      </w:r>
      <w:r>
        <w:rPr>
          <w:szCs w:val="24"/>
        </w:rPr>
        <w:t>e</w:t>
      </w:r>
      <w:r w:rsidRPr="000733E7">
        <w:rPr>
          <w:szCs w:val="24"/>
        </w:rPr>
        <w:t xml:space="preserve">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 </w:t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 xml:space="preserve">   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B84639">
        <w:rPr>
          <w:szCs w:val="24"/>
        </w:rPr>
        <w:t>1.166.584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bony stażowe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ab/>
        <w:t xml:space="preserve">             </w:t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 w:rsidR="00B84639">
        <w:rPr>
          <w:szCs w:val="24"/>
        </w:rPr>
        <w:t xml:space="preserve">     252.339</w:t>
      </w:r>
      <w:r>
        <w:rPr>
          <w:szCs w:val="24"/>
        </w:rPr>
        <w:t xml:space="preserve"> zł.   </w:t>
      </w:r>
    </w:p>
    <w:p w:rsidR="00862613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bony zatrudnieniowe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</w:t>
      </w:r>
      <w:r>
        <w:rPr>
          <w:szCs w:val="24"/>
        </w:rPr>
        <w:tab/>
        <w:t xml:space="preserve">       </w:t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</w:t>
      </w:r>
      <w:r w:rsidR="00B84639">
        <w:rPr>
          <w:szCs w:val="24"/>
        </w:rPr>
        <w:t>45.766</w:t>
      </w:r>
      <w:r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 xml:space="preserve">bony na zasiedlenie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B84639">
        <w:rPr>
          <w:szCs w:val="24"/>
        </w:rPr>
        <w:t>16.000</w:t>
      </w:r>
      <w:r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2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środki na podjęcie działalności gospodarczej                  </w:t>
      </w:r>
      <w:r w:rsidR="00B84639">
        <w:rPr>
          <w:szCs w:val="24"/>
        </w:rPr>
        <w:tab/>
      </w:r>
      <w:r w:rsidR="00B84639">
        <w:rPr>
          <w:szCs w:val="24"/>
        </w:rPr>
        <w:tab/>
        <w:t xml:space="preserve">  </w:t>
      </w:r>
      <w:r>
        <w:rPr>
          <w:szCs w:val="24"/>
        </w:rPr>
        <w:t xml:space="preserve"> </w:t>
      </w:r>
      <w:r w:rsidR="00B84639">
        <w:rPr>
          <w:szCs w:val="24"/>
        </w:rPr>
        <w:t>1.968.480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wyposażenie i doposażenie stanowisk pracy                    </w:t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</w:t>
      </w:r>
      <w:r w:rsidR="00B84639">
        <w:rPr>
          <w:szCs w:val="24"/>
        </w:rPr>
        <w:t xml:space="preserve">  92.000</w:t>
      </w:r>
      <w:r>
        <w:rPr>
          <w:szCs w:val="24"/>
        </w:rPr>
        <w:t xml:space="preserve"> zł.</w:t>
      </w:r>
    </w:p>
    <w:p w:rsidR="00862613" w:rsidRPr="0001495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prace społecznie użyteczne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</w:t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</w:t>
      </w:r>
      <w:r w:rsidR="00B84639">
        <w:rPr>
          <w:szCs w:val="24"/>
        </w:rPr>
        <w:t>62.757</w:t>
      </w:r>
      <w:r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86261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refundacja dofinansowania wynagrodzenia 50+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>
        <w:rPr>
          <w:szCs w:val="24"/>
        </w:rPr>
        <w:t xml:space="preserve">      </w:t>
      </w:r>
      <w:r w:rsidR="00B84639">
        <w:rPr>
          <w:szCs w:val="24"/>
        </w:rPr>
        <w:t>244.016</w:t>
      </w:r>
      <w:r>
        <w:rPr>
          <w:szCs w:val="24"/>
        </w:rPr>
        <w:t xml:space="preserve"> zł.</w:t>
      </w:r>
    </w:p>
    <w:p w:rsidR="0086261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 xml:space="preserve">dofinansowanie dla młodych do 30 roku życia      </w:t>
      </w:r>
      <w:r w:rsidR="00B84639">
        <w:rPr>
          <w:szCs w:val="24"/>
        </w:rPr>
        <w:t xml:space="preserve">                            1.362.201</w:t>
      </w:r>
      <w:r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działania integracyjne (PAI)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ab/>
        <w:t xml:space="preserve">                 </w:t>
      </w:r>
      <w:r>
        <w:rPr>
          <w:szCs w:val="24"/>
        </w:rPr>
        <w:t xml:space="preserve">   </w:t>
      </w:r>
      <w:r w:rsidR="00B84639">
        <w:rPr>
          <w:szCs w:val="24"/>
        </w:rPr>
        <w:t xml:space="preserve">    - </w:t>
      </w:r>
    </w:p>
    <w:p w:rsidR="0086261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Krajowy Fundusz Szkoleniowy (KFS)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</w:t>
      </w:r>
      <w:r w:rsidR="00B84639">
        <w:rPr>
          <w:szCs w:val="24"/>
        </w:rPr>
        <w:t>750.000</w:t>
      </w:r>
      <w:r>
        <w:rPr>
          <w:szCs w:val="24"/>
        </w:rPr>
        <w:t xml:space="preserve"> zł.</w:t>
      </w:r>
    </w:p>
    <w:p w:rsidR="00862613" w:rsidRDefault="00862613" w:rsidP="00862613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Koszty dojazdu - inne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-</w:t>
      </w:r>
    </w:p>
    <w:p w:rsidR="000B58BE" w:rsidRPr="00E1556D" w:rsidRDefault="00B84639" w:rsidP="00E1556D">
      <w:pPr>
        <w:pStyle w:val="Tekstpodstawowywcity2"/>
        <w:numPr>
          <w:ilvl w:val="0"/>
          <w:numId w:val="3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Koszty badań lekarskich – inne                                                                     80 zł.</w:t>
      </w:r>
    </w:p>
    <w:p w:rsidR="00C24EBA" w:rsidRPr="000733E7" w:rsidRDefault="00C24EBA" w:rsidP="00B84639">
      <w:pPr>
        <w:pStyle w:val="Tekstpodstawowywcity2"/>
        <w:spacing w:after="0" w:line="360" w:lineRule="auto"/>
        <w:ind w:left="0"/>
        <w:rPr>
          <w:szCs w:val="24"/>
        </w:rPr>
      </w:pPr>
    </w:p>
    <w:p w:rsidR="00862613" w:rsidRPr="000733E7" w:rsidRDefault="00B84639" w:rsidP="00862613">
      <w:pPr>
        <w:pStyle w:val="Tekstpodstawowywcity2"/>
        <w:numPr>
          <w:ilvl w:val="0"/>
          <w:numId w:val="25"/>
        </w:numPr>
        <w:tabs>
          <w:tab w:val="left" w:pos="8931"/>
        </w:tabs>
        <w:spacing w:after="0" w:line="360" w:lineRule="auto"/>
        <w:jc w:val="left"/>
        <w:rPr>
          <w:szCs w:val="24"/>
        </w:rPr>
      </w:pPr>
      <w:r>
        <w:rPr>
          <w:b/>
          <w:szCs w:val="24"/>
        </w:rPr>
        <w:t>4,19</w:t>
      </w:r>
      <w:r w:rsidR="00862613">
        <w:rPr>
          <w:b/>
          <w:szCs w:val="24"/>
        </w:rPr>
        <w:t xml:space="preserve">% to wydatki fakultatywne                                                                     </w:t>
      </w:r>
      <w:r w:rsidR="00637084">
        <w:rPr>
          <w:b/>
          <w:szCs w:val="24"/>
        </w:rPr>
        <w:t>544.148</w:t>
      </w:r>
      <w:r w:rsidR="00862613">
        <w:rPr>
          <w:b/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spacing w:line="360" w:lineRule="auto"/>
        <w:ind w:left="708"/>
        <w:jc w:val="left"/>
        <w:rPr>
          <w:szCs w:val="24"/>
        </w:rPr>
      </w:pPr>
      <w:r w:rsidRPr="000733E7">
        <w:rPr>
          <w:szCs w:val="24"/>
        </w:rPr>
        <w:t xml:space="preserve"> z tego:</w:t>
      </w:r>
    </w:p>
    <w:p w:rsidR="00862613" w:rsidRDefault="00862613" w:rsidP="00862613">
      <w:pPr>
        <w:pStyle w:val="Tekstpodstawowywcity2"/>
        <w:numPr>
          <w:ilvl w:val="0"/>
          <w:numId w:val="5"/>
        </w:numPr>
        <w:spacing w:after="0" w:line="360" w:lineRule="auto"/>
        <w:ind w:left="1429"/>
        <w:rPr>
          <w:szCs w:val="24"/>
        </w:rPr>
      </w:pPr>
      <w:r>
        <w:rPr>
          <w:szCs w:val="24"/>
        </w:rPr>
        <w:t>koszty związane z obsługą bezrobotnych:</w:t>
      </w:r>
    </w:p>
    <w:p w:rsidR="00862613" w:rsidRPr="000733E7" w:rsidRDefault="00862613" w:rsidP="00862613">
      <w:pPr>
        <w:pStyle w:val="Tekstpodstawowywcity2"/>
        <w:spacing w:after="0" w:line="360" w:lineRule="auto"/>
        <w:ind w:left="1429"/>
        <w:rPr>
          <w:szCs w:val="24"/>
        </w:rPr>
      </w:pPr>
      <w:r>
        <w:rPr>
          <w:szCs w:val="24"/>
        </w:rPr>
        <w:t>(</w:t>
      </w:r>
      <w:r w:rsidRPr="000733E7">
        <w:rPr>
          <w:szCs w:val="24"/>
        </w:rPr>
        <w:t>koszty wezwań i zawiadomień przekazywanych świadczeń</w:t>
      </w:r>
    </w:p>
    <w:p w:rsidR="00862613" w:rsidRPr="000733E7" w:rsidRDefault="00862613" w:rsidP="00862613">
      <w:pPr>
        <w:pStyle w:val="Tekstpodstawowywcity2"/>
        <w:spacing w:after="0" w:line="360" w:lineRule="auto"/>
        <w:ind w:left="1416"/>
        <w:rPr>
          <w:szCs w:val="24"/>
        </w:rPr>
      </w:pPr>
      <w:r w:rsidRPr="000733E7">
        <w:rPr>
          <w:szCs w:val="24"/>
        </w:rPr>
        <w:t>prowizja bankowa, usługi pocztowe i telekomunikacyjne,</w:t>
      </w:r>
    </w:p>
    <w:p w:rsidR="00862613" w:rsidRPr="000733E7" w:rsidRDefault="00862613" w:rsidP="00862613">
      <w:pPr>
        <w:pStyle w:val="Tekstpodstawowywcity2"/>
        <w:spacing w:after="0" w:line="360" w:lineRule="auto"/>
        <w:ind w:left="1416"/>
        <w:rPr>
          <w:szCs w:val="24"/>
        </w:rPr>
      </w:pPr>
      <w:r w:rsidRPr="000733E7">
        <w:rPr>
          <w:szCs w:val="24"/>
        </w:rPr>
        <w:t>druki-formularze)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</w:t>
      </w:r>
      <w:r>
        <w:rPr>
          <w:szCs w:val="24"/>
        </w:rPr>
        <w:t xml:space="preserve">  </w:t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</w:t>
      </w:r>
      <w:r w:rsidR="00B84639">
        <w:rPr>
          <w:szCs w:val="24"/>
        </w:rPr>
        <w:t xml:space="preserve">   88.844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15"/>
        </w:numPr>
        <w:tabs>
          <w:tab w:val="clear" w:pos="814"/>
          <w:tab w:val="num" w:pos="1429"/>
        </w:tabs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 xml:space="preserve">koszty refundacji dodatków do wynagrodzeń </w:t>
      </w:r>
    </w:p>
    <w:p w:rsidR="00862613" w:rsidRPr="000733E7" w:rsidRDefault="00862613" w:rsidP="00862613">
      <w:pPr>
        <w:pStyle w:val="Tekstpodstawowywcity2"/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>pracowników PUP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</w:t>
      </w:r>
      <w:r>
        <w:rPr>
          <w:szCs w:val="24"/>
        </w:rPr>
        <w:t xml:space="preserve">     </w:t>
      </w:r>
      <w:r w:rsidR="00B84639">
        <w:rPr>
          <w:szCs w:val="24"/>
        </w:rPr>
        <w:t>94.883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16"/>
        </w:numPr>
        <w:tabs>
          <w:tab w:val="clear" w:pos="814"/>
          <w:tab w:val="num" w:pos="1429"/>
        </w:tabs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>koszty opracowywania i rozpowszechniania informacji</w:t>
      </w:r>
    </w:p>
    <w:p w:rsidR="00862613" w:rsidRPr="000733E7" w:rsidRDefault="00862613" w:rsidP="00862613">
      <w:pPr>
        <w:pStyle w:val="Tekstpodstawowywcity2"/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>o usługach organów zatrudnienia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</w:t>
      </w:r>
    </w:p>
    <w:p w:rsidR="00862613" w:rsidRPr="000733E7" w:rsidRDefault="00862613" w:rsidP="00862613">
      <w:pPr>
        <w:pStyle w:val="Tekstpodstawowywcity2"/>
        <w:spacing w:after="0" w:line="360" w:lineRule="auto"/>
        <w:ind w:left="1352"/>
        <w:rPr>
          <w:szCs w:val="24"/>
        </w:rPr>
      </w:pPr>
      <w:r w:rsidRPr="000733E7">
        <w:rPr>
          <w:szCs w:val="24"/>
        </w:rPr>
        <w:t xml:space="preserve">oraz innych partnerów rynku pracy                               </w:t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</w:t>
      </w:r>
      <w:r w:rsidR="00B84639">
        <w:rPr>
          <w:szCs w:val="24"/>
        </w:rPr>
        <w:t>46.538</w:t>
      </w:r>
      <w:r w:rsidRPr="000733E7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5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rozwoju systemu </w:t>
      </w:r>
      <w:r w:rsidR="00637084">
        <w:rPr>
          <w:szCs w:val="24"/>
        </w:rPr>
        <w:t>tele</w:t>
      </w:r>
      <w:r w:rsidRPr="000733E7">
        <w:rPr>
          <w:szCs w:val="24"/>
        </w:rPr>
        <w:t>informatycznego</w:t>
      </w:r>
      <w:r w:rsidRPr="000733E7">
        <w:rPr>
          <w:szCs w:val="24"/>
        </w:rPr>
        <w:tab/>
        <w:t xml:space="preserve">               </w:t>
      </w:r>
      <w:r>
        <w:rPr>
          <w:szCs w:val="24"/>
        </w:rPr>
        <w:tab/>
      </w:r>
      <w:r w:rsidRPr="000733E7">
        <w:rPr>
          <w:szCs w:val="24"/>
        </w:rPr>
        <w:t xml:space="preserve">     </w:t>
      </w:r>
      <w:r w:rsidR="00637084">
        <w:rPr>
          <w:szCs w:val="24"/>
        </w:rPr>
        <w:t xml:space="preserve">  </w:t>
      </w:r>
      <w:r w:rsidR="00B84639">
        <w:rPr>
          <w:szCs w:val="24"/>
        </w:rPr>
        <w:t>228.079</w:t>
      </w:r>
      <w:r w:rsidRPr="000733E7">
        <w:rPr>
          <w:szCs w:val="24"/>
        </w:rPr>
        <w:t xml:space="preserve"> zł.</w:t>
      </w:r>
    </w:p>
    <w:p w:rsidR="00862613" w:rsidRPr="00A94176" w:rsidRDefault="00862613" w:rsidP="00862613">
      <w:pPr>
        <w:pStyle w:val="Tekstpodstawowywcity2"/>
        <w:numPr>
          <w:ilvl w:val="0"/>
          <w:numId w:val="5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>koszty szkoleń służb zatrudnienia</w:t>
      </w:r>
      <w:r>
        <w:rPr>
          <w:szCs w:val="24"/>
        </w:rPr>
        <w:t xml:space="preserve"> (pracownicy PUP)</w:t>
      </w:r>
      <w:r>
        <w:rPr>
          <w:szCs w:val="24"/>
        </w:rPr>
        <w:tab/>
        <w:t xml:space="preserve">                    </w:t>
      </w:r>
      <w:r w:rsidR="00B84639">
        <w:rPr>
          <w:szCs w:val="24"/>
        </w:rPr>
        <w:t>79.634</w:t>
      </w:r>
      <w:r w:rsidRPr="00A94176">
        <w:rPr>
          <w:szCs w:val="24"/>
        </w:rPr>
        <w:t xml:space="preserve"> zł.</w:t>
      </w:r>
    </w:p>
    <w:p w:rsidR="00862613" w:rsidRPr="000733E7" w:rsidRDefault="00862613" w:rsidP="00862613">
      <w:pPr>
        <w:pStyle w:val="Tekstpodstawowywcity2"/>
        <w:numPr>
          <w:ilvl w:val="0"/>
          <w:numId w:val="6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</w:t>
      </w:r>
      <w:r>
        <w:rPr>
          <w:szCs w:val="24"/>
        </w:rPr>
        <w:t>sądow</w:t>
      </w:r>
      <w:r w:rsidRPr="000733E7">
        <w:rPr>
          <w:szCs w:val="24"/>
        </w:rPr>
        <w:t>e i komornicze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>
        <w:rPr>
          <w:szCs w:val="24"/>
        </w:rPr>
        <w:t xml:space="preserve">               </w:t>
      </w:r>
      <w:r>
        <w:rPr>
          <w:szCs w:val="24"/>
        </w:rPr>
        <w:tab/>
      </w:r>
      <w:r>
        <w:rPr>
          <w:szCs w:val="24"/>
        </w:rPr>
        <w:tab/>
        <w:t xml:space="preserve"> </w:t>
      </w:r>
      <w:r w:rsidR="00B84639">
        <w:rPr>
          <w:szCs w:val="24"/>
        </w:rPr>
        <w:t>470</w:t>
      </w:r>
      <w:r w:rsidRPr="000733E7">
        <w:rPr>
          <w:szCs w:val="24"/>
        </w:rPr>
        <w:t xml:space="preserve"> zł.</w:t>
      </w:r>
    </w:p>
    <w:p w:rsidR="00A22B03" w:rsidRDefault="00862613" w:rsidP="00092798">
      <w:pPr>
        <w:pStyle w:val="Tekstpodstawowywcity2"/>
        <w:numPr>
          <w:ilvl w:val="0"/>
          <w:numId w:val="6"/>
        </w:numPr>
        <w:spacing w:after="0"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rady </w:t>
      </w:r>
      <w:r>
        <w:rPr>
          <w:szCs w:val="24"/>
        </w:rPr>
        <w:t>rynku pracy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="00B84639">
        <w:rPr>
          <w:szCs w:val="24"/>
        </w:rPr>
        <w:t xml:space="preserve">  5.700 zł.</w:t>
      </w:r>
    </w:p>
    <w:p w:rsidR="00115288" w:rsidRDefault="00115288" w:rsidP="00115288">
      <w:pPr>
        <w:pStyle w:val="Tekstpodstawowywcity2"/>
        <w:spacing w:after="0" w:line="360" w:lineRule="auto"/>
        <w:rPr>
          <w:szCs w:val="24"/>
        </w:rPr>
      </w:pPr>
    </w:p>
    <w:p w:rsidR="00115288" w:rsidRDefault="00115288" w:rsidP="00115288">
      <w:pPr>
        <w:pStyle w:val="Tekstpodstawowywcity2"/>
        <w:spacing w:after="0" w:line="360" w:lineRule="auto"/>
        <w:rPr>
          <w:szCs w:val="24"/>
        </w:rPr>
      </w:pPr>
    </w:p>
    <w:p w:rsidR="00E9020A" w:rsidRDefault="00E9020A" w:rsidP="00115288">
      <w:pPr>
        <w:pStyle w:val="Tekstpodstawowywcity2"/>
        <w:spacing w:after="0" w:line="360" w:lineRule="auto"/>
        <w:rPr>
          <w:szCs w:val="24"/>
        </w:rPr>
      </w:pPr>
    </w:p>
    <w:p w:rsidR="00E9020A" w:rsidRDefault="00E9020A" w:rsidP="00115288">
      <w:pPr>
        <w:pStyle w:val="Tekstpodstawowywcity2"/>
        <w:spacing w:after="0" w:line="360" w:lineRule="auto"/>
        <w:rPr>
          <w:szCs w:val="24"/>
        </w:rPr>
      </w:pPr>
    </w:p>
    <w:p w:rsidR="00E1556D" w:rsidRDefault="00E1556D" w:rsidP="004347ED">
      <w:pPr>
        <w:pStyle w:val="Tekstpodstawowywcity2"/>
        <w:spacing w:after="0" w:line="360" w:lineRule="auto"/>
        <w:ind w:left="0"/>
        <w:rPr>
          <w:szCs w:val="24"/>
        </w:rPr>
      </w:pPr>
    </w:p>
    <w:p w:rsidR="00F45FDB" w:rsidRPr="00F45FDB" w:rsidRDefault="00F45FDB" w:rsidP="004347ED">
      <w:pPr>
        <w:pStyle w:val="Tekstpodstawowywcity2"/>
        <w:spacing w:after="0" w:line="360" w:lineRule="auto"/>
        <w:ind w:left="0"/>
        <w:rPr>
          <w:b/>
          <w:szCs w:val="24"/>
        </w:rPr>
      </w:pPr>
      <w:r w:rsidRPr="00F45FDB">
        <w:rPr>
          <w:b/>
          <w:szCs w:val="24"/>
        </w:rPr>
        <w:lastRenderedPageBreak/>
        <w:t xml:space="preserve">Wykres </w:t>
      </w:r>
      <w:r w:rsidR="00AA544E">
        <w:rPr>
          <w:b/>
          <w:szCs w:val="24"/>
        </w:rPr>
        <w:t>15</w:t>
      </w:r>
      <w:r>
        <w:rPr>
          <w:b/>
          <w:szCs w:val="24"/>
        </w:rPr>
        <w:t xml:space="preserve">. </w:t>
      </w:r>
      <w:r w:rsidRPr="00F45FDB">
        <w:rPr>
          <w:b/>
          <w:szCs w:val="24"/>
        </w:rPr>
        <w:t>Wydatki Funduszu Pracy w 201</w:t>
      </w:r>
      <w:r w:rsidR="00B84639">
        <w:rPr>
          <w:b/>
          <w:szCs w:val="24"/>
        </w:rPr>
        <w:t>7</w:t>
      </w:r>
      <w:r w:rsidRPr="00F45FDB">
        <w:rPr>
          <w:b/>
          <w:szCs w:val="24"/>
        </w:rPr>
        <w:t>r.</w:t>
      </w:r>
    </w:p>
    <w:p w:rsidR="00F45FDB" w:rsidRDefault="000A03B9" w:rsidP="000A03B9">
      <w:pPr>
        <w:pStyle w:val="Tekstpodstawowywcity2"/>
        <w:spacing w:line="276" w:lineRule="auto"/>
        <w:ind w:left="0"/>
        <w:rPr>
          <w:szCs w:val="24"/>
        </w:rPr>
      </w:pPr>
      <w:r>
        <w:rPr>
          <w:noProof/>
        </w:rPr>
        <w:drawing>
          <wp:inline distT="0" distB="0" distL="0" distR="0">
            <wp:extent cx="5709037" cy="2639833"/>
            <wp:effectExtent l="0" t="0" r="25400" b="27305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F45FDB" w:rsidRPr="000733E7" w:rsidRDefault="00F45FDB" w:rsidP="00F45FDB">
      <w:pPr>
        <w:pStyle w:val="Tekstpodstawowywcity2"/>
        <w:spacing w:line="360" w:lineRule="auto"/>
        <w:ind w:left="0"/>
        <w:rPr>
          <w:szCs w:val="24"/>
        </w:rPr>
      </w:pPr>
    </w:p>
    <w:p w:rsidR="000A03B9" w:rsidRPr="000733E7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stosunku do ogółu wydatków wypłaty świadczeń obligatoryjnych dla bezrobotnych stanowiły  – </w:t>
      </w:r>
      <w:r w:rsidR="00B84639" w:rsidRPr="00115288">
        <w:rPr>
          <w:b/>
          <w:szCs w:val="24"/>
        </w:rPr>
        <w:t>39,04</w:t>
      </w:r>
      <w:r w:rsidRPr="00115288">
        <w:rPr>
          <w:b/>
          <w:szCs w:val="24"/>
        </w:rPr>
        <w:t>%</w:t>
      </w:r>
      <w:r w:rsidRPr="000733E7">
        <w:rPr>
          <w:szCs w:val="24"/>
        </w:rPr>
        <w:t xml:space="preserve"> (dot. głównie wypłat zasiłków dla bezrobotnych), aktywne formy stanowiły – </w:t>
      </w:r>
      <w:r w:rsidR="00B84639" w:rsidRPr="00115288">
        <w:rPr>
          <w:b/>
          <w:szCs w:val="24"/>
        </w:rPr>
        <w:t>56,77</w:t>
      </w:r>
      <w:r w:rsidRPr="00115288">
        <w:rPr>
          <w:b/>
          <w:szCs w:val="24"/>
        </w:rPr>
        <w:t>%</w:t>
      </w:r>
      <w:r w:rsidRPr="000733E7">
        <w:rPr>
          <w:szCs w:val="24"/>
        </w:rPr>
        <w:t xml:space="preserve"> a wydatki fakultatywne </w:t>
      </w:r>
      <w:r w:rsidR="00B84639">
        <w:rPr>
          <w:szCs w:val="24"/>
        </w:rPr>
        <w:t>4,19</w:t>
      </w:r>
      <w:r w:rsidRPr="000733E7">
        <w:rPr>
          <w:szCs w:val="24"/>
        </w:rPr>
        <w:t>%.</w:t>
      </w:r>
      <w:r w:rsidR="00B84639">
        <w:rPr>
          <w:szCs w:val="24"/>
        </w:rPr>
        <w:t xml:space="preserve"> W stosunku do roku 2016</w:t>
      </w:r>
      <w:r>
        <w:rPr>
          <w:szCs w:val="24"/>
        </w:rPr>
        <w:t xml:space="preserve"> nastąpił wzrost wydatków o 2,</w:t>
      </w:r>
      <w:r w:rsidR="00B84639">
        <w:rPr>
          <w:szCs w:val="24"/>
        </w:rPr>
        <w:t>85</w:t>
      </w:r>
      <w:r w:rsidR="00637084">
        <w:rPr>
          <w:szCs w:val="24"/>
        </w:rPr>
        <w:t xml:space="preserve"> </w:t>
      </w:r>
      <w:r>
        <w:rPr>
          <w:szCs w:val="24"/>
        </w:rPr>
        <w:t>punktu procentowego na rzecz przeciwdziałania bezrobociu i promocji zatrudnienia, natomiast nastąpił spadek o 3,</w:t>
      </w:r>
      <w:r w:rsidR="00B84639">
        <w:rPr>
          <w:szCs w:val="24"/>
        </w:rPr>
        <w:t>50</w:t>
      </w:r>
      <w:r>
        <w:rPr>
          <w:szCs w:val="24"/>
        </w:rPr>
        <w:t xml:space="preserve"> punktu procentowego na świadczenia obligatoryjne i wzrost o </w:t>
      </w:r>
      <w:r w:rsidR="00B84639">
        <w:rPr>
          <w:szCs w:val="24"/>
        </w:rPr>
        <w:t>0,65</w:t>
      </w:r>
      <w:r>
        <w:rPr>
          <w:szCs w:val="24"/>
        </w:rPr>
        <w:t xml:space="preserve"> punktu procentowego na wydatki fakultatywne.</w:t>
      </w:r>
    </w:p>
    <w:p w:rsidR="000A03B9" w:rsidRPr="000733E7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Zgodnie z rozporządzeniem w sprawie algorytmu ustalania kwot środków Funduszu Pracy na finansowanie zadań w województwie, Powiatowy Urząd Pracy w Otwocku na rok 201</w:t>
      </w:r>
      <w:r w:rsidR="00B84639">
        <w:rPr>
          <w:szCs w:val="24"/>
        </w:rPr>
        <w:t>7</w:t>
      </w:r>
      <w:r w:rsidRPr="000733E7">
        <w:rPr>
          <w:szCs w:val="24"/>
        </w:rPr>
        <w:t xml:space="preserve"> </w:t>
      </w:r>
      <w:r>
        <w:rPr>
          <w:szCs w:val="24"/>
        </w:rPr>
        <w:t>zgodnie z decyzjami Ministra Rodziny</w:t>
      </w:r>
      <w:r w:rsidRPr="000733E7">
        <w:rPr>
          <w:szCs w:val="24"/>
        </w:rPr>
        <w:t xml:space="preserve"> Pracy i Polityki Społecznej otrzymał środki limitowane w wysokości </w:t>
      </w:r>
      <w:r w:rsidR="00D9684B">
        <w:rPr>
          <w:b/>
          <w:i/>
          <w:szCs w:val="24"/>
        </w:rPr>
        <w:t>2.657.352</w:t>
      </w:r>
      <w:r w:rsidRPr="000733E7">
        <w:rPr>
          <w:b/>
          <w:i/>
          <w:szCs w:val="24"/>
        </w:rPr>
        <w:t xml:space="preserve"> zł</w:t>
      </w:r>
      <w:r w:rsidRPr="000733E7">
        <w:rPr>
          <w:szCs w:val="24"/>
        </w:rPr>
        <w:t>.</w:t>
      </w:r>
      <w:r>
        <w:rPr>
          <w:szCs w:val="24"/>
        </w:rPr>
        <w:t>,</w:t>
      </w:r>
      <w:r w:rsidRPr="000733E7">
        <w:rPr>
          <w:szCs w:val="24"/>
        </w:rPr>
        <w:t xml:space="preserve"> środki z Europejskiego Funduszu Społecznego w wysokości </w:t>
      </w:r>
      <w:r w:rsidR="00D9684B">
        <w:rPr>
          <w:b/>
          <w:i/>
          <w:szCs w:val="24"/>
        </w:rPr>
        <w:t>2.247.848</w:t>
      </w:r>
      <w:r w:rsidRPr="000733E7">
        <w:rPr>
          <w:b/>
          <w:i/>
          <w:szCs w:val="24"/>
        </w:rPr>
        <w:t xml:space="preserve"> zł</w:t>
      </w:r>
      <w:r>
        <w:rPr>
          <w:b/>
          <w:i/>
          <w:szCs w:val="24"/>
        </w:rPr>
        <w:t xml:space="preserve">, </w:t>
      </w:r>
      <w:r>
        <w:rPr>
          <w:szCs w:val="24"/>
        </w:rPr>
        <w:t xml:space="preserve">z rezerwy </w:t>
      </w:r>
      <w:proofErr w:type="spellStart"/>
      <w:r w:rsidR="00E23E4F">
        <w:rPr>
          <w:szCs w:val="24"/>
        </w:rPr>
        <w:t>MRP</w:t>
      </w:r>
      <w:r>
        <w:rPr>
          <w:szCs w:val="24"/>
        </w:rPr>
        <w:t>iPS</w:t>
      </w:r>
      <w:proofErr w:type="spellEnd"/>
      <w:r>
        <w:rPr>
          <w:szCs w:val="24"/>
        </w:rPr>
        <w:t xml:space="preserve"> na kwotę </w:t>
      </w:r>
      <w:r w:rsidR="00D9684B">
        <w:rPr>
          <w:b/>
          <w:i/>
          <w:szCs w:val="24"/>
        </w:rPr>
        <w:t>489.000</w:t>
      </w:r>
      <w:r>
        <w:rPr>
          <w:b/>
          <w:i/>
          <w:szCs w:val="24"/>
        </w:rPr>
        <w:t xml:space="preserve"> </w:t>
      </w:r>
      <w:r w:rsidRPr="00526B89">
        <w:rPr>
          <w:b/>
          <w:i/>
          <w:szCs w:val="24"/>
        </w:rPr>
        <w:t>zł</w:t>
      </w:r>
      <w:r>
        <w:rPr>
          <w:b/>
          <w:i/>
          <w:szCs w:val="24"/>
        </w:rPr>
        <w:t>,</w:t>
      </w:r>
      <w:r>
        <w:rPr>
          <w:b/>
          <w:szCs w:val="24"/>
        </w:rPr>
        <w:t xml:space="preserve"> </w:t>
      </w:r>
      <w:r>
        <w:rPr>
          <w:szCs w:val="24"/>
        </w:rPr>
        <w:t xml:space="preserve">środki dot. wydatków z Krajowego Funduszu Szkoleniowego na kwotę </w:t>
      </w:r>
      <w:r w:rsidR="00D9684B">
        <w:rPr>
          <w:b/>
          <w:i/>
          <w:szCs w:val="24"/>
        </w:rPr>
        <w:t>750</w:t>
      </w:r>
      <w:r>
        <w:rPr>
          <w:b/>
          <w:i/>
          <w:szCs w:val="24"/>
        </w:rPr>
        <w:t>.000 zł.</w:t>
      </w:r>
      <w:r>
        <w:rPr>
          <w:szCs w:val="24"/>
        </w:rPr>
        <w:t>,</w:t>
      </w:r>
      <w:r>
        <w:rPr>
          <w:b/>
          <w:i/>
          <w:szCs w:val="24"/>
        </w:rPr>
        <w:t xml:space="preserve"> </w:t>
      </w:r>
      <w:r>
        <w:rPr>
          <w:szCs w:val="24"/>
        </w:rPr>
        <w:t xml:space="preserve">jak również na dofinansowanie dla młodych do 30 roku życia w wysokości </w:t>
      </w:r>
      <w:r w:rsidR="00D9684B">
        <w:rPr>
          <w:b/>
          <w:szCs w:val="24"/>
        </w:rPr>
        <w:t>1.419.700</w:t>
      </w:r>
      <w:r>
        <w:rPr>
          <w:b/>
          <w:szCs w:val="24"/>
        </w:rPr>
        <w:t xml:space="preserve"> </w:t>
      </w:r>
      <w:r w:rsidRPr="00022378">
        <w:rPr>
          <w:b/>
          <w:szCs w:val="24"/>
        </w:rPr>
        <w:t>zł</w:t>
      </w:r>
      <w:r>
        <w:rPr>
          <w:b/>
          <w:szCs w:val="24"/>
        </w:rPr>
        <w:t xml:space="preserve">. </w:t>
      </w:r>
      <w:r w:rsidRPr="000733E7">
        <w:rPr>
          <w:szCs w:val="24"/>
        </w:rPr>
        <w:t>Łączna kwota limitowanych środków Funduszu Pracy przyznanych na rok 201</w:t>
      </w:r>
      <w:r w:rsidR="00D9684B">
        <w:rPr>
          <w:szCs w:val="24"/>
        </w:rPr>
        <w:t>7</w:t>
      </w:r>
      <w:r w:rsidRPr="000733E7">
        <w:rPr>
          <w:szCs w:val="24"/>
        </w:rPr>
        <w:t xml:space="preserve"> wyniosła </w:t>
      </w:r>
      <w:r w:rsidR="00D9684B" w:rsidRPr="00115288">
        <w:rPr>
          <w:b/>
          <w:szCs w:val="24"/>
        </w:rPr>
        <w:t>7.563.900</w:t>
      </w:r>
      <w:r w:rsidRPr="00A94176">
        <w:rPr>
          <w:b/>
          <w:i/>
          <w:szCs w:val="24"/>
        </w:rPr>
        <w:t xml:space="preserve"> zł</w:t>
      </w:r>
      <w:r w:rsidRPr="000733E7">
        <w:rPr>
          <w:szCs w:val="24"/>
        </w:rPr>
        <w:t xml:space="preserve">.  z przeznaczeniem na realizację aktywnych </w:t>
      </w:r>
      <w:r>
        <w:rPr>
          <w:szCs w:val="24"/>
        </w:rPr>
        <w:t>programów</w:t>
      </w:r>
      <w:r w:rsidRPr="000733E7">
        <w:rPr>
          <w:szCs w:val="24"/>
        </w:rPr>
        <w:t xml:space="preserve"> wynikających z ustawy o promocji zatrudnienia i instytucjach rynku pracy</w:t>
      </w:r>
      <w:r>
        <w:rPr>
          <w:szCs w:val="24"/>
        </w:rPr>
        <w:t xml:space="preserve"> oraz zapobieganiu bezrobociu i ograniczeniu jego skutków</w:t>
      </w:r>
      <w:r w:rsidRPr="000733E7">
        <w:rPr>
          <w:szCs w:val="24"/>
        </w:rPr>
        <w:t>.</w:t>
      </w:r>
    </w:p>
    <w:p w:rsidR="000A03B9" w:rsidRPr="000733E7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Kwota limitu przyznanych środków na rok 201</w:t>
      </w:r>
      <w:r w:rsidR="00D9684B">
        <w:rPr>
          <w:szCs w:val="24"/>
        </w:rPr>
        <w:t>7</w:t>
      </w:r>
      <w:r w:rsidRPr="000733E7">
        <w:rPr>
          <w:szCs w:val="24"/>
        </w:rPr>
        <w:t xml:space="preserve"> została rozdysponowana na poszc</w:t>
      </w:r>
      <w:r w:rsidR="00E23E4F">
        <w:rPr>
          <w:szCs w:val="24"/>
        </w:rPr>
        <w:t>zególne instrumenty rynku pracy</w:t>
      </w:r>
      <w:r w:rsidRPr="000733E7">
        <w:rPr>
          <w:szCs w:val="24"/>
        </w:rPr>
        <w:t xml:space="preserve"> i tak dominujący udział w aktywnych formach stanowiły</w:t>
      </w:r>
      <w:r>
        <w:rPr>
          <w:szCs w:val="24"/>
        </w:rPr>
        <w:t xml:space="preserve"> m.in.</w:t>
      </w:r>
      <w:r w:rsidRPr="000733E7">
        <w:rPr>
          <w:szCs w:val="24"/>
        </w:rPr>
        <w:t xml:space="preserve"> wydatki dot. śr</w:t>
      </w:r>
      <w:r>
        <w:rPr>
          <w:szCs w:val="24"/>
        </w:rPr>
        <w:t>odków na podjęcie działalności gospodarczej</w:t>
      </w:r>
      <w:r w:rsidRPr="000733E7">
        <w:rPr>
          <w:szCs w:val="24"/>
        </w:rPr>
        <w:t xml:space="preserve"> – </w:t>
      </w:r>
      <w:r w:rsidR="00D9684B">
        <w:rPr>
          <w:szCs w:val="24"/>
        </w:rPr>
        <w:t>26,72</w:t>
      </w:r>
      <w:r w:rsidRPr="000733E7">
        <w:rPr>
          <w:szCs w:val="24"/>
        </w:rPr>
        <w:t xml:space="preserve">% </w:t>
      </w:r>
      <w:r w:rsidR="00D9684B">
        <w:rPr>
          <w:szCs w:val="24"/>
        </w:rPr>
        <w:t xml:space="preserve">oraz środki </w:t>
      </w:r>
      <w:r w:rsidR="00637084">
        <w:rPr>
          <w:szCs w:val="24"/>
        </w:rPr>
        <w:t>dot. dofinansowania</w:t>
      </w:r>
      <w:r w:rsidR="00115288">
        <w:rPr>
          <w:szCs w:val="24"/>
        </w:rPr>
        <w:t xml:space="preserve"> dla młodych do 30r.</w:t>
      </w:r>
      <w:r w:rsidR="00D9684B">
        <w:rPr>
          <w:szCs w:val="24"/>
        </w:rPr>
        <w:t xml:space="preserve">ż. – 18,49%. Następnie duży udział stanowią wydatki na staże – 15,83%, roboty publiczne – 10,46 %, środki Krajowego Funduszu Szkoleniowego (KFS) – 10,18 %, szkolenia i przekwalifikowania – 5,25 %, bon stażowy – 3,43%, refundacje dofinansowania </w:t>
      </w:r>
      <w:r w:rsidR="00115288">
        <w:rPr>
          <w:szCs w:val="24"/>
        </w:rPr>
        <w:lastRenderedPageBreak/>
        <w:t>powyżej 50r.</w:t>
      </w:r>
      <w:r w:rsidR="00D9684B">
        <w:rPr>
          <w:szCs w:val="24"/>
        </w:rPr>
        <w:t>ż. – 3,31 %, prace interwencyjne – 2</w:t>
      </w:r>
      <w:r w:rsidR="00637084">
        <w:rPr>
          <w:szCs w:val="24"/>
        </w:rPr>
        <w:t>,64 % oraz pozostałe formy tj. b</w:t>
      </w:r>
      <w:r w:rsidR="00D9684B">
        <w:rPr>
          <w:szCs w:val="24"/>
        </w:rPr>
        <w:t xml:space="preserve">ony szkoleniowe, zasiedleniowe, zatrudnieniowe, prace społecznie użyteczne oraz doposażenie i wyposażenie stanowiska pracy dla bezrobotnych stanowiły łącznie 3,69 %. </w:t>
      </w:r>
    </w:p>
    <w:p w:rsidR="00BB2D3C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Ponadto, urząd w ramach przyznanego limitu </w:t>
      </w:r>
      <w:r w:rsidR="00BB2D3C">
        <w:rPr>
          <w:b/>
          <w:i/>
          <w:szCs w:val="24"/>
        </w:rPr>
        <w:t>636.400</w:t>
      </w:r>
      <w:r>
        <w:rPr>
          <w:b/>
          <w:i/>
          <w:szCs w:val="24"/>
        </w:rPr>
        <w:t xml:space="preserve"> zł.</w:t>
      </w:r>
      <w:r w:rsidRPr="000733E7">
        <w:rPr>
          <w:szCs w:val="24"/>
        </w:rPr>
        <w:t xml:space="preserve"> poniósł wydatki w wysokości</w:t>
      </w:r>
      <w:r w:rsidR="00BB2D3C">
        <w:rPr>
          <w:szCs w:val="24"/>
        </w:rPr>
        <w:t xml:space="preserve"> </w:t>
      </w:r>
      <w:r w:rsidR="00115288">
        <w:rPr>
          <w:szCs w:val="24"/>
        </w:rPr>
        <w:br/>
      </w:r>
      <w:r w:rsidR="00BB2D3C">
        <w:rPr>
          <w:b/>
          <w:i/>
          <w:szCs w:val="24"/>
        </w:rPr>
        <w:t>544.148</w:t>
      </w:r>
      <w:r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zł</w:t>
      </w:r>
      <w:r w:rsidRPr="000733E7">
        <w:rPr>
          <w:szCs w:val="24"/>
        </w:rPr>
        <w:t>. z tytułu zadań fakultatywnych. Powyższe środki w 201</w:t>
      </w:r>
      <w:r w:rsidR="00BB2D3C">
        <w:rPr>
          <w:szCs w:val="24"/>
        </w:rPr>
        <w:t>7</w:t>
      </w:r>
      <w:r w:rsidRPr="000733E7">
        <w:rPr>
          <w:szCs w:val="24"/>
        </w:rPr>
        <w:t xml:space="preserve"> roku przeznaczone były przede wszystkim na sfinansowanie kosztów rozwoju i eksploatacji systemu teleinformatycznego</w:t>
      </w:r>
      <w:r>
        <w:rPr>
          <w:szCs w:val="24"/>
        </w:rPr>
        <w:t xml:space="preserve"> – </w:t>
      </w:r>
      <w:r w:rsidR="00BB2D3C">
        <w:rPr>
          <w:szCs w:val="24"/>
        </w:rPr>
        <w:t>41,91</w:t>
      </w:r>
      <w:r>
        <w:rPr>
          <w:szCs w:val="24"/>
        </w:rPr>
        <w:t xml:space="preserve">%, </w:t>
      </w:r>
      <w:r w:rsidRPr="000733E7">
        <w:rPr>
          <w:szCs w:val="24"/>
        </w:rPr>
        <w:t>refundacji kosztów dodatków do wynagrodzeń dla</w:t>
      </w:r>
      <w:r>
        <w:rPr>
          <w:szCs w:val="24"/>
        </w:rPr>
        <w:t xml:space="preserve"> pracowników zatrudnionych na</w:t>
      </w:r>
      <w:r w:rsidRPr="000733E7">
        <w:rPr>
          <w:szCs w:val="24"/>
        </w:rPr>
        <w:t xml:space="preserve"> kluczowych stanowisk</w:t>
      </w:r>
      <w:r>
        <w:rPr>
          <w:szCs w:val="24"/>
        </w:rPr>
        <w:t>ach</w:t>
      </w:r>
      <w:r w:rsidRPr="000733E7">
        <w:rPr>
          <w:szCs w:val="24"/>
        </w:rPr>
        <w:t xml:space="preserve"> pracy – </w:t>
      </w:r>
      <w:r w:rsidR="00BB2D3C">
        <w:rPr>
          <w:szCs w:val="24"/>
        </w:rPr>
        <w:t>17,44</w:t>
      </w:r>
      <w:r w:rsidRPr="000733E7">
        <w:rPr>
          <w:szCs w:val="24"/>
        </w:rPr>
        <w:t xml:space="preserve">%, </w:t>
      </w:r>
      <w:r w:rsidR="00BB2D3C" w:rsidRPr="00BB2D3C">
        <w:rPr>
          <w:szCs w:val="24"/>
        </w:rPr>
        <w:t xml:space="preserve">kosztów obsługi osób bezrobotnych – </w:t>
      </w:r>
      <w:r w:rsidR="00BB2D3C">
        <w:rPr>
          <w:szCs w:val="24"/>
        </w:rPr>
        <w:t>16,33</w:t>
      </w:r>
      <w:r w:rsidR="00BB2D3C" w:rsidRPr="00BB2D3C">
        <w:rPr>
          <w:szCs w:val="24"/>
        </w:rPr>
        <w:t xml:space="preserve">%, </w:t>
      </w:r>
      <w:r w:rsidRPr="000733E7">
        <w:rPr>
          <w:szCs w:val="24"/>
        </w:rPr>
        <w:t>kosztów szkoleń specjalistycznych pracowników urzędu w celu podnoszenia i doskonalenia umiejętności</w:t>
      </w:r>
      <w:r>
        <w:rPr>
          <w:szCs w:val="24"/>
        </w:rPr>
        <w:t xml:space="preserve"> zawodowych</w:t>
      </w:r>
      <w:r w:rsidRPr="000733E7">
        <w:rPr>
          <w:szCs w:val="24"/>
        </w:rPr>
        <w:t xml:space="preserve"> – </w:t>
      </w:r>
      <w:r w:rsidR="00BB2D3C">
        <w:rPr>
          <w:szCs w:val="24"/>
        </w:rPr>
        <w:t>14,63% oraz</w:t>
      </w:r>
      <w:r>
        <w:rPr>
          <w:szCs w:val="24"/>
        </w:rPr>
        <w:t xml:space="preserve"> </w:t>
      </w:r>
      <w:r w:rsidRPr="000733E7">
        <w:rPr>
          <w:szCs w:val="24"/>
        </w:rPr>
        <w:t xml:space="preserve">kosztów opracowywania i rozpowszechniania informacji o usługach </w:t>
      </w:r>
      <w:r>
        <w:rPr>
          <w:szCs w:val="24"/>
        </w:rPr>
        <w:t>organów</w:t>
      </w:r>
      <w:r w:rsidRPr="000733E7">
        <w:rPr>
          <w:szCs w:val="24"/>
        </w:rPr>
        <w:t xml:space="preserve"> zatrudnienia i partnerach rynku pracy – </w:t>
      </w:r>
      <w:r w:rsidR="00637084">
        <w:rPr>
          <w:szCs w:val="24"/>
        </w:rPr>
        <w:t xml:space="preserve">8,55% </w:t>
      </w:r>
      <w:r w:rsidR="00FB6665">
        <w:rPr>
          <w:szCs w:val="24"/>
        </w:rPr>
        <w:t>oraz pozostałych wydatków – 1,14</w:t>
      </w:r>
      <w:r w:rsidR="00637084">
        <w:rPr>
          <w:szCs w:val="24"/>
        </w:rPr>
        <w:t xml:space="preserve"> %.</w:t>
      </w:r>
    </w:p>
    <w:p w:rsidR="000A03B9" w:rsidRPr="000733E7" w:rsidRDefault="000A03B9" w:rsidP="000A03B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31.12.201</w:t>
      </w:r>
      <w:r w:rsidR="00BB2D3C">
        <w:rPr>
          <w:szCs w:val="24"/>
        </w:rPr>
        <w:t>7</w:t>
      </w:r>
      <w:r w:rsidRPr="000733E7">
        <w:rPr>
          <w:szCs w:val="24"/>
        </w:rPr>
        <w:t>r. zobowiązan</w:t>
      </w:r>
      <w:r>
        <w:rPr>
          <w:szCs w:val="24"/>
        </w:rPr>
        <w:t xml:space="preserve">ia niewymagalne urzędu wyniosły </w:t>
      </w:r>
      <w:r w:rsidR="00637084">
        <w:rPr>
          <w:szCs w:val="24"/>
        </w:rPr>
        <w:t>119.842</w:t>
      </w:r>
      <w:r w:rsidRPr="000733E7">
        <w:rPr>
          <w:szCs w:val="24"/>
        </w:rPr>
        <w:t xml:space="preserve"> zł, </w:t>
      </w:r>
      <w:r>
        <w:rPr>
          <w:szCs w:val="24"/>
        </w:rPr>
        <w:br/>
      </w:r>
      <w:r w:rsidRPr="000733E7">
        <w:rPr>
          <w:szCs w:val="24"/>
        </w:rPr>
        <w:t>w tym:</w:t>
      </w:r>
    </w:p>
    <w:p w:rsidR="000A03B9" w:rsidRDefault="000A03B9" w:rsidP="000A03B9">
      <w:pPr>
        <w:pStyle w:val="Tekstpodstawowywcity2"/>
        <w:numPr>
          <w:ilvl w:val="0"/>
          <w:numId w:val="29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z tytułu podatku dochodowego </w:t>
      </w:r>
      <w:r>
        <w:rPr>
          <w:szCs w:val="24"/>
        </w:rPr>
        <w:t xml:space="preserve">od świadczeń dla bezrobotnych </w:t>
      </w:r>
    </w:p>
    <w:p w:rsidR="000A03B9" w:rsidRPr="000733E7" w:rsidRDefault="000A03B9" w:rsidP="000A03B9">
      <w:pPr>
        <w:pStyle w:val="Tekstpodstawowywcity2"/>
        <w:spacing w:line="360" w:lineRule="auto"/>
        <w:ind w:left="737"/>
        <w:rPr>
          <w:szCs w:val="24"/>
        </w:rPr>
      </w:pPr>
      <w:r w:rsidRPr="000733E7">
        <w:rPr>
          <w:szCs w:val="24"/>
        </w:rPr>
        <w:t>za grudzień 201</w:t>
      </w:r>
      <w:r w:rsidR="00BB2D3C">
        <w:rPr>
          <w:szCs w:val="24"/>
        </w:rPr>
        <w:t>7</w:t>
      </w:r>
      <w:r w:rsidRPr="000733E7">
        <w:rPr>
          <w:szCs w:val="24"/>
        </w:rPr>
        <w:t xml:space="preserve"> roku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BB2D3C">
        <w:rPr>
          <w:szCs w:val="24"/>
        </w:rPr>
        <w:t>14.126</w:t>
      </w:r>
      <w:r w:rsidRPr="000733E7">
        <w:rPr>
          <w:szCs w:val="24"/>
        </w:rPr>
        <w:t xml:space="preserve"> zł.</w:t>
      </w:r>
    </w:p>
    <w:p w:rsidR="000A03B9" w:rsidRDefault="000A03B9" w:rsidP="000A03B9">
      <w:pPr>
        <w:pStyle w:val="Tekstpodstawowywcity2"/>
        <w:numPr>
          <w:ilvl w:val="0"/>
          <w:numId w:val="26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z tytułu składki na ubezpieczenia społeczne </w:t>
      </w:r>
      <w:r>
        <w:rPr>
          <w:szCs w:val="24"/>
        </w:rPr>
        <w:t xml:space="preserve"> od świadczeń dla </w:t>
      </w:r>
    </w:p>
    <w:p w:rsidR="000A03B9" w:rsidRPr="00A94176" w:rsidRDefault="000A03B9" w:rsidP="000A03B9">
      <w:pPr>
        <w:pStyle w:val="Tekstpodstawowywcity2"/>
        <w:spacing w:line="360" w:lineRule="auto"/>
        <w:ind w:left="737"/>
        <w:rPr>
          <w:szCs w:val="24"/>
        </w:rPr>
      </w:pPr>
      <w:r>
        <w:rPr>
          <w:szCs w:val="24"/>
        </w:rPr>
        <w:t xml:space="preserve">bezrobotnych </w:t>
      </w:r>
      <w:r w:rsidRPr="00A94176">
        <w:rPr>
          <w:szCs w:val="24"/>
        </w:rPr>
        <w:t>za  grudzień 201</w:t>
      </w:r>
      <w:r w:rsidR="00BB2D3C">
        <w:rPr>
          <w:szCs w:val="24"/>
        </w:rPr>
        <w:t>7</w:t>
      </w:r>
      <w:r>
        <w:rPr>
          <w:szCs w:val="24"/>
        </w:rPr>
        <w:t xml:space="preserve"> roku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="00BB2D3C">
        <w:rPr>
          <w:szCs w:val="24"/>
        </w:rPr>
        <w:t>76.428</w:t>
      </w:r>
      <w:r w:rsidRPr="00A94176">
        <w:rPr>
          <w:szCs w:val="24"/>
        </w:rPr>
        <w:t xml:space="preserve"> zł.</w:t>
      </w:r>
    </w:p>
    <w:p w:rsidR="000A03B9" w:rsidRPr="000733E7" w:rsidRDefault="000A03B9" w:rsidP="000A03B9">
      <w:pPr>
        <w:pStyle w:val="Tekstpodstawowywcity2"/>
        <w:numPr>
          <w:ilvl w:val="0"/>
          <w:numId w:val="27"/>
        </w:numPr>
        <w:spacing w:line="360" w:lineRule="auto"/>
        <w:rPr>
          <w:szCs w:val="24"/>
        </w:rPr>
      </w:pPr>
      <w:r w:rsidRPr="000733E7">
        <w:rPr>
          <w:szCs w:val="24"/>
        </w:rPr>
        <w:t>z tytułu składki zdrowotnej od osób z prawem do zasiłku</w:t>
      </w:r>
    </w:p>
    <w:p w:rsidR="000A03B9" w:rsidRPr="000733E7" w:rsidRDefault="000A03B9" w:rsidP="000A03B9">
      <w:pPr>
        <w:pStyle w:val="Tekstpodstawowywcity2"/>
        <w:spacing w:line="360" w:lineRule="auto"/>
        <w:ind w:left="142" w:firstLine="435"/>
        <w:rPr>
          <w:szCs w:val="24"/>
        </w:rPr>
      </w:pPr>
      <w:r>
        <w:rPr>
          <w:szCs w:val="24"/>
        </w:rPr>
        <w:t xml:space="preserve">  </w:t>
      </w:r>
      <w:r w:rsidRPr="000733E7">
        <w:rPr>
          <w:szCs w:val="24"/>
        </w:rPr>
        <w:t>dla bezrobotnych za grudzień 201</w:t>
      </w:r>
      <w:r w:rsidR="00BB2D3C">
        <w:rPr>
          <w:szCs w:val="24"/>
        </w:rPr>
        <w:t>7</w:t>
      </w:r>
      <w:r w:rsidRPr="000733E7">
        <w:rPr>
          <w:szCs w:val="24"/>
        </w:rPr>
        <w:t xml:space="preserve"> roku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  </w:t>
      </w:r>
      <w:r w:rsidR="00BB2D3C">
        <w:rPr>
          <w:szCs w:val="24"/>
        </w:rPr>
        <w:t>24.360</w:t>
      </w:r>
      <w:r w:rsidRPr="000733E7">
        <w:rPr>
          <w:szCs w:val="24"/>
        </w:rPr>
        <w:t xml:space="preserve"> zł.</w:t>
      </w:r>
    </w:p>
    <w:p w:rsidR="000A03B9" w:rsidRPr="000733E7" w:rsidRDefault="000A03B9" w:rsidP="000A03B9">
      <w:pPr>
        <w:pStyle w:val="Tekstpodstawowywcity2"/>
        <w:numPr>
          <w:ilvl w:val="0"/>
          <w:numId w:val="28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 xml:space="preserve">z tytułu naliczonych a niepodjętych świadczeń przez </w:t>
      </w:r>
      <w:r w:rsidRPr="000733E7">
        <w:rPr>
          <w:szCs w:val="24"/>
        </w:rPr>
        <w:br/>
        <w:t>bezrobo</w:t>
      </w:r>
      <w:r>
        <w:rPr>
          <w:szCs w:val="24"/>
        </w:rPr>
        <w:t>tnych (zasiłki dla bezrobotnych</w:t>
      </w:r>
      <w:r w:rsidRPr="000733E7">
        <w:rPr>
          <w:szCs w:val="24"/>
        </w:rPr>
        <w:t xml:space="preserve">)          </w:t>
      </w:r>
      <w:r w:rsidR="00BB2D3C">
        <w:rPr>
          <w:szCs w:val="24"/>
        </w:rPr>
        <w:tab/>
      </w:r>
      <w:r w:rsidR="00BB2D3C">
        <w:rPr>
          <w:szCs w:val="24"/>
        </w:rPr>
        <w:tab/>
      </w:r>
      <w:r w:rsidR="00BB2D3C">
        <w:rPr>
          <w:szCs w:val="24"/>
        </w:rPr>
        <w:tab/>
        <w:t xml:space="preserve">     </w:t>
      </w:r>
      <w:r w:rsidR="00BB2D3C">
        <w:rPr>
          <w:szCs w:val="24"/>
        </w:rPr>
        <w:tab/>
        <w:t xml:space="preserve">           67</w:t>
      </w:r>
      <w:r w:rsidRPr="000733E7">
        <w:rPr>
          <w:szCs w:val="24"/>
        </w:rPr>
        <w:t xml:space="preserve"> zł.</w:t>
      </w:r>
    </w:p>
    <w:p w:rsidR="00092798" w:rsidRDefault="000A03B9" w:rsidP="00F37810">
      <w:pPr>
        <w:pStyle w:val="Tekstpodstawowywcity2"/>
        <w:numPr>
          <w:ilvl w:val="0"/>
          <w:numId w:val="28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>z tytułu rozrachunków z odbiorcami i dostawcami</w:t>
      </w:r>
      <w:r>
        <w:rPr>
          <w:szCs w:val="24"/>
        </w:rPr>
        <w:t xml:space="preserve"> (PFRON)</w:t>
      </w:r>
      <w:r w:rsidRPr="000733E7">
        <w:rPr>
          <w:szCs w:val="24"/>
        </w:rPr>
        <w:t xml:space="preserve">                      </w:t>
      </w:r>
      <w:r>
        <w:rPr>
          <w:szCs w:val="24"/>
        </w:rPr>
        <w:t xml:space="preserve">   </w:t>
      </w:r>
      <w:r w:rsidRPr="000733E7">
        <w:rPr>
          <w:szCs w:val="24"/>
        </w:rPr>
        <w:t xml:space="preserve"> </w:t>
      </w:r>
      <w:r>
        <w:rPr>
          <w:szCs w:val="24"/>
        </w:rPr>
        <w:t xml:space="preserve">     4.861 zł.</w:t>
      </w:r>
      <w:r w:rsidRPr="000733E7">
        <w:rPr>
          <w:szCs w:val="24"/>
        </w:rPr>
        <w:t xml:space="preserve">   </w:t>
      </w:r>
    </w:p>
    <w:p w:rsidR="00115288" w:rsidRDefault="00115288" w:rsidP="00115288">
      <w:pPr>
        <w:pStyle w:val="Tekstpodstawowywcity2"/>
        <w:spacing w:line="360" w:lineRule="auto"/>
        <w:jc w:val="left"/>
        <w:rPr>
          <w:szCs w:val="24"/>
        </w:rPr>
      </w:pPr>
    </w:p>
    <w:p w:rsidR="00115288" w:rsidRDefault="00115288" w:rsidP="00115288">
      <w:pPr>
        <w:pStyle w:val="Tekstpodstawowywcity2"/>
        <w:spacing w:line="360" w:lineRule="auto"/>
        <w:jc w:val="left"/>
        <w:rPr>
          <w:szCs w:val="24"/>
        </w:rPr>
      </w:pPr>
    </w:p>
    <w:p w:rsidR="00115288" w:rsidRDefault="00115288" w:rsidP="00115288">
      <w:pPr>
        <w:pStyle w:val="Tekstpodstawowywcity2"/>
        <w:spacing w:line="360" w:lineRule="auto"/>
        <w:jc w:val="left"/>
        <w:rPr>
          <w:szCs w:val="24"/>
        </w:rPr>
      </w:pPr>
    </w:p>
    <w:p w:rsidR="00115288" w:rsidRDefault="00115288" w:rsidP="00115288">
      <w:pPr>
        <w:pStyle w:val="Tekstpodstawowywcity2"/>
        <w:spacing w:line="360" w:lineRule="auto"/>
        <w:jc w:val="left"/>
        <w:rPr>
          <w:szCs w:val="24"/>
        </w:rPr>
      </w:pPr>
    </w:p>
    <w:p w:rsidR="00115288" w:rsidRDefault="00115288" w:rsidP="00115288">
      <w:pPr>
        <w:pStyle w:val="Tekstpodstawowywcity2"/>
        <w:spacing w:line="360" w:lineRule="auto"/>
        <w:jc w:val="left"/>
        <w:rPr>
          <w:szCs w:val="24"/>
        </w:rPr>
      </w:pPr>
    </w:p>
    <w:p w:rsidR="00115288" w:rsidRDefault="00115288" w:rsidP="00115288">
      <w:pPr>
        <w:pStyle w:val="Tekstpodstawowywcity2"/>
        <w:spacing w:line="360" w:lineRule="auto"/>
        <w:jc w:val="left"/>
        <w:rPr>
          <w:szCs w:val="24"/>
        </w:rPr>
      </w:pPr>
    </w:p>
    <w:p w:rsidR="00C24EBA" w:rsidRDefault="00C24EBA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C24EBA" w:rsidRDefault="00C24EBA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A31C1E" w:rsidRPr="00A94176" w:rsidRDefault="002949B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1</w:t>
      </w:r>
      <w:r w:rsidR="00A22B03">
        <w:rPr>
          <w:b/>
          <w:i/>
          <w:szCs w:val="24"/>
        </w:rPr>
        <w:t xml:space="preserve">2 </w:t>
      </w:r>
      <w:r w:rsidR="00A31C1E" w:rsidRPr="000733E7">
        <w:rPr>
          <w:b/>
          <w:i/>
          <w:szCs w:val="24"/>
        </w:rPr>
        <w:t xml:space="preserve">. Podsumowanie </w:t>
      </w:r>
    </w:p>
    <w:p w:rsidR="00B57AAF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W 20</w:t>
      </w:r>
      <w:r w:rsidR="00B57AAF" w:rsidRPr="000733E7">
        <w:rPr>
          <w:sz w:val="24"/>
          <w:szCs w:val="24"/>
        </w:rPr>
        <w:t>1</w:t>
      </w:r>
      <w:r w:rsidR="00D7377C">
        <w:rPr>
          <w:sz w:val="24"/>
          <w:szCs w:val="24"/>
        </w:rPr>
        <w:t>7</w:t>
      </w:r>
      <w:r w:rsidRPr="000733E7">
        <w:rPr>
          <w:sz w:val="24"/>
          <w:szCs w:val="24"/>
        </w:rPr>
        <w:t xml:space="preserve"> roku sytuacja na rynku pracy powiatu otwockiego w stosunku do analogicznego okresu roku poprzedniego uległa po</w:t>
      </w:r>
      <w:r w:rsidR="008A738D">
        <w:rPr>
          <w:sz w:val="24"/>
          <w:szCs w:val="24"/>
        </w:rPr>
        <w:t>prawie</w:t>
      </w:r>
      <w:r w:rsidRPr="000733E7">
        <w:rPr>
          <w:sz w:val="24"/>
          <w:szCs w:val="24"/>
        </w:rPr>
        <w:t xml:space="preserve">. Odnotowano </w:t>
      </w:r>
      <w:r w:rsidR="008A738D">
        <w:rPr>
          <w:sz w:val="24"/>
          <w:szCs w:val="24"/>
        </w:rPr>
        <w:t>spadek</w:t>
      </w:r>
      <w:r w:rsidRPr="000733E7">
        <w:rPr>
          <w:sz w:val="24"/>
          <w:szCs w:val="24"/>
        </w:rPr>
        <w:t xml:space="preserve"> bezrobocia o </w:t>
      </w:r>
      <w:r w:rsidR="00D7377C">
        <w:rPr>
          <w:sz w:val="24"/>
          <w:szCs w:val="24"/>
        </w:rPr>
        <w:t>396</w:t>
      </w:r>
      <w:r w:rsidRPr="000733E7">
        <w:rPr>
          <w:sz w:val="24"/>
          <w:szCs w:val="24"/>
        </w:rPr>
        <w:t xml:space="preserve"> os</w:t>
      </w:r>
      <w:r w:rsidR="00DD19F1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, tj. o </w:t>
      </w:r>
      <w:r w:rsidR="00D7377C">
        <w:rPr>
          <w:sz w:val="24"/>
          <w:szCs w:val="24"/>
        </w:rPr>
        <w:t>14</w:t>
      </w:r>
      <w:r w:rsidR="00DE4CF5">
        <w:rPr>
          <w:sz w:val="24"/>
          <w:szCs w:val="24"/>
        </w:rPr>
        <w:t>,2</w:t>
      </w:r>
      <w:r w:rsidRPr="000733E7">
        <w:rPr>
          <w:sz w:val="24"/>
          <w:szCs w:val="24"/>
        </w:rPr>
        <w:t xml:space="preserve">%. </w:t>
      </w:r>
    </w:p>
    <w:p w:rsidR="00D7377C" w:rsidRDefault="008A738D" w:rsidP="007B2EDC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Spadek</w:t>
      </w:r>
      <w:r w:rsidR="00A31C1E" w:rsidRPr="000733E7">
        <w:rPr>
          <w:sz w:val="24"/>
          <w:szCs w:val="24"/>
        </w:rPr>
        <w:t xml:space="preserve"> bezrobo</w:t>
      </w:r>
      <w:r>
        <w:rPr>
          <w:sz w:val="24"/>
          <w:szCs w:val="24"/>
        </w:rPr>
        <w:t>cia</w:t>
      </w:r>
      <w:r w:rsidR="00A31C1E" w:rsidRPr="000733E7">
        <w:rPr>
          <w:sz w:val="24"/>
          <w:szCs w:val="24"/>
        </w:rPr>
        <w:t xml:space="preserve"> wystąpił </w:t>
      </w:r>
      <w:r w:rsidR="00D7377C">
        <w:rPr>
          <w:sz w:val="24"/>
          <w:szCs w:val="24"/>
        </w:rPr>
        <w:t xml:space="preserve">w </w:t>
      </w:r>
      <w:r w:rsidR="009707BB">
        <w:rPr>
          <w:sz w:val="24"/>
          <w:szCs w:val="24"/>
        </w:rPr>
        <w:t>siedmiu</w:t>
      </w:r>
      <w:r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 xml:space="preserve">gminach powiatu otwockiego. Najwyższy </w:t>
      </w:r>
      <w:r>
        <w:rPr>
          <w:sz w:val="24"/>
          <w:szCs w:val="24"/>
        </w:rPr>
        <w:t>spadek</w:t>
      </w:r>
      <w:r w:rsidR="00A31C1E" w:rsidRPr="000733E7">
        <w:rPr>
          <w:sz w:val="24"/>
          <w:szCs w:val="24"/>
        </w:rPr>
        <w:t xml:space="preserve"> </w:t>
      </w:r>
      <w:r w:rsidR="00B84930">
        <w:rPr>
          <w:sz w:val="24"/>
          <w:szCs w:val="24"/>
        </w:rPr>
        <w:t xml:space="preserve">bezrobocia w liczbach bezwzględnych </w:t>
      </w:r>
      <w:r w:rsidR="00F72B32">
        <w:rPr>
          <w:sz w:val="24"/>
          <w:szCs w:val="24"/>
        </w:rPr>
        <w:t>odnotowano w</w:t>
      </w:r>
      <w:r w:rsidR="00A31C1E" w:rsidRPr="000733E7">
        <w:rPr>
          <w:sz w:val="24"/>
          <w:szCs w:val="24"/>
        </w:rPr>
        <w:t xml:space="preserve"> </w:t>
      </w:r>
      <w:r w:rsidR="00B84930">
        <w:rPr>
          <w:sz w:val="24"/>
          <w:szCs w:val="24"/>
        </w:rPr>
        <w:t>Otwocku</w:t>
      </w:r>
      <w:r w:rsidR="00A31C1E" w:rsidRPr="000733E7">
        <w:rPr>
          <w:sz w:val="24"/>
          <w:szCs w:val="24"/>
        </w:rPr>
        <w:t xml:space="preserve"> – o</w:t>
      </w:r>
      <w:r w:rsidR="00D7377C">
        <w:rPr>
          <w:sz w:val="24"/>
          <w:szCs w:val="24"/>
        </w:rPr>
        <w:t xml:space="preserve"> 185 osób</w:t>
      </w:r>
      <w:r w:rsidR="00F72B32">
        <w:rPr>
          <w:sz w:val="24"/>
          <w:szCs w:val="24"/>
        </w:rPr>
        <w:t xml:space="preserve">, w </w:t>
      </w:r>
      <w:r w:rsidR="00D7377C">
        <w:rPr>
          <w:sz w:val="24"/>
          <w:szCs w:val="24"/>
        </w:rPr>
        <w:t>Wiązownie</w:t>
      </w:r>
      <w:r w:rsidR="00F72B32">
        <w:rPr>
          <w:sz w:val="24"/>
          <w:szCs w:val="24"/>
        </w:rPr>
        <w:t xml:space="preserve"> – o </w:t>
      </w:r>
      <w:r w:rsidR="00D7377C">
        <w:rPr>
          <w:sz w:val="24"/>
          <w:szCs w:val="24"/>
        </w:rPr>
        <w:t>55</w:t>
      </w:r>
      <w:r w:rsidR="00B84930">
        <w:rPr>
          <w:sz w:val="24"/>
          <w:szCs w:val="24"/>
        </w:rPr>
        <w:t xml:space="preserve"> osób</w:t>
      </w:r>
      <w:r w:rsidR="00D7377C">
        <w:rPr>
          <w:sz w:val="24"/>
          <w:szCs w:val="24"/>
        </w:rPr>
        <w:t>,</w:t>
      </w:r>
      <w:r w:rsidR="00A31C1E" w:rsidRPr="000733E7">
        <w:rPr>
          <w:sz w:val="24"/>
          <w:szCs w:val="24"/>
        </w:rPr>
        <w:t xml:space="preserve"> w </w:t>
      </w:r>
      <w:r w:rsidR="00D7377C">
        <w:rPr>
          <w:sz w:val="24"/>
          <w:szCs w:val="24"/>
        </w:rPr>
        <w:t>Józefowie</w:t>
      </w:r>
      <w:r w:rsidR="00A31C1E" w:rsidRPr="000733E7">
        <w:rPr>
          <w:sz w:val="24"/>
          <w:szCs w:val="24"/>
        </w:rPr>
        <w:t xml:space="preserve"> – o </w:t>
      </w:r>
      <w:r w:rsidR="00D7377C">
        <w:rPr>
          <w:sz w:val="24"/>
          <w:szCs w:val="24"/>
        </w:rPr>
        <w:t>51</w:t>
      </w:r>
      <w:r w:rsidR="00B84930">
        <w:rPr>
          <w:sz w:val="24"/>
          <w:szCs w:val="24"/>
        </w:rPr>
        <w:t xml:space="preserve"> osób</w:t>
      </w:r>
      <w:r w:rsidR="00D7377C">
        <w:rPr>
          <w:sz w:val="24"/>
          <w:szCs w:val="24"/>
        </w:rPr>
        <w:t xml:space="preserve"> oraz w Celestynowie – o 46 osób. </w:t>
      </w:r>
    </w:p>
    <w:p w:rsidR="007B2EDC" w:rsidRDefault="00D7377C" w:rsidP="00D7377C">
      <w:pPr>
        <w:pStyle w:val="Tekstpodstawowy3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Nato</w:t>
      </w:r>
      <w:r w:rsidR="006A612A">
        <w:rPr>
          <w:sz w:val="24"/>
          <w:szCs w:val="24"/>
        </w:rPr>
        <w:t>miast w gminie Osieck odnotowano</w:t>
      </w:r>
      <w:r>
        <w:rPr>
          <w:sz w:val="24"/>
          <w:szCs w:val="24"/>
        </w:rPr>
        <w:t xml:space="preserve"> nieznaczny wzrost bezrobocia o 2,8% ogółu bezrobotnych z danej gminy.</w:t>
      </w:r>
      <w:r w:rsidR="003431B0" w:rsidRPr="000733E7">
        <w:rPr>
          <w:sz w:val="24"/>
          <w:szCs w:val="24"/>
        </w:rPr>
        <w:t xml:space="preserve"> </w:t>
      </w:r>
    </w:p>
    <w:p w:rsidR="00A31C1E" w:rsidRPr="007B2EDC" w:rsidRDefault="00A31C1E" w:rsidP="007B2EDC">
      <w:pPr>
        <w:pStyle w:val="Tekstpodstawowy3"/>
        <w:spacing w:after="0"/>
        <w:ind w:left="360"/>
        <w:rPr>
          <w:sz w:val="24"/>
          <w:szCs w:val="24"/>
        </w:rPr>
      </w:pPr>
      <w:r w:rsidRPr="007B2EDC">
        <w:rPr>
          <w:sz w:val="24"/>
          <w:szCs w:val="24"/>
        </w:rPr>
        <w:t xml:space="preserve">W omawianym okresie </w:t>
      </w:r>
      <w:r w:rsidR="00BE3B86" w:rsidRPr="007B2EDC">
        <w:rPr>
          <w:sz w:val="24"/>
          <w:szCs w:val="24"/>
        </w:rPr>
        <w:t>P</w:t>
      </w:r>
      <w:r w:rsidRPr="007B2EDC">
        <w:rPr>
          <w:sz w:val="24"/>
          <w:szCs w:val="24"/>
        </w:rPr>
        <w:t xml:space="preserve">owiatowy Urząd Pracy w Otwocku </w:t>
      </w:r>
      <w:r w:rsidR="00B84930">
        <w:rPr>
          <w:sz w:val="24"/>
          <w:szCs w:val="24"/>
        </w:rPr>
        <w:t xml:space="preserve">wyłączył z ewidencji </w:t>
      </w:r>
      <w:r w:rsidR="00D7377C">
        <w:rPr>
          <w:sz w:val="24"/>
          <w:szCs w:val="24"/>
        </w:rPr>
        <w:t>4454</w:t>
      </w:r>
      <w:r w:rsidRPr="007B2EDC">
        <w:rPr>
          <w:sz w:val="24"/>
          <w:szCs w:val="24"/>
        </w:rPr>
        <w:t xml:space="preserve"> os</w:t>
      </w:r>
      <w:r w:rsidR="009707BB">
        <w:rPr>
          <w:sz w:val="24"/>
          <w:szCs w:val="24"/>
        </w:rPr>
        <w:t>oby</w:t>
      </w:r>
      <w:r w:rsidR="00DE4CF5">
        <w:rPr>
          <w:sz w:val="24"/>
          <w:szCs w:val="24"/>
        </w:rPr>
        <w:t xml:space="preserve"> bezrobotn</w:t>
      </w:r>
      <w:r w:rsidR="00D7377C">
        <w:rPr>
          <w:sz w:val="24"/>
          <w:szCs w:val="24"/>
        </w:rPr>
        <w:t>e</w:t>
      </w:r>
      <w:r w:rsidR="00B84930">
        <w:rPr>
          <w:sz w:val="24"/>
          <w:szCs w:val="24"/>
        </w:rPr>
        <w:t xml:space="preserve">. </w:t>
      </w:r>
      <w:r w:rsidR="00B57AAF" w:rsidRPr="007B2EDC">
        <w:rPr>
          <w:sz w:val="24"/>
          <w:szCs w:val="24"/>
        </w:rPr>
        <w:t>Średn</w:t>
      </w:r>
      <w:r w:rsidR="000E0FBF">
        <w:rPr>
          <w:sz w:val="24"/>
          <w:szCs w:val="24"/>
        </w:rPr>
        <w:t>io miesięcznie</w:t>
      </w:r>
      <w:r w:rsidR="0000193A">
        <w:rPr>
          <w:sz w:val="24"/>
          <w:szCs w:val="24"/>
        </w:rPr>
        <w:t xml:space="preserve"> Urząd wyłącza</w:t>
      </w:r>
      <w:r w:rsidR="00B84930">
        <w:rPr>
          <w:sz w:val="24"/>
          <w:szCs w:val="24"/>
        </w:rPr>
        <w:t>ł</w:t>
      </w:r>
      <w:r w:rsidR="00F71961" w:rsidRPr="007B2EDC">
        <w:rPr>
          <w:sz w:val="24"/>
          <w:szCs w:val="24"/>
        </w:rPr>
        <w:t xml:space="preserve"> z rejestru</w:t>
      </w:r>
      <w:r w:rsidR="00B57AAF" w:rsidRPr="007B2EDC">
        <w:rPr>
          <w:sz w:val="24"/>
          <w:szCs w:val="24"/>
        </w:rPr>
        <w:t xml:space="preserve"> </w:t>
      </w:r>
      <w:r w:rsidR="00D7377C">
        <w:rPr>
          <w:sz w:val="24"/>
          <w:szCs w:val="24"/>
        </w:rPr>
        <w:t>371</w:t>
      </w:r>
      <w:r w:rsidR="00B57AAF" w:rsidRPr="007B2EDC">
        <w:rPr>
          <w:sz w:val="24"/>
          <w:szCs w:val="24"/>
        </w:rPr>
        <w:t xml:space="preserve"> os</w:t>
      </w:r>
      <w:r w:rsidR="00DE4CF5">
        <w:rPr>
          <w:sz w:val="24"/>
          <w:szCs w:val="24"/>
        </w:rPr>
        <w:t>ób</w:t>
      </w:r>
      <w:r w:rsidR="00B57AAF" w:rsidRPr="007B2EDC">
        <w:rPr>
          <w:sz w:val="24"/>
          <w:szCs w:val="24"/>
        </w:rPr>
        <w:t>.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odniesieniu do analogicznego okresu roku poprzedniego odnotowano </w:t>
      </w:r>
      <w:r w:rsidR="00DD19F1">
        <w:rPr>
          <w:sz w:val="24"/>
          <w:szCs w:val="24"/>
        </w:rPr>
        <w:t>spadek</w:t>
      </w:r>
      <w:r w:rsidRPr="000733E7">
        <w:rPr>
          <w:sz w:val="24"/>
          <w:szCs w:val="24"/>
        </w:rPr>
        <w:t xml:space="preserve"> liczby zwolnień pracowników z przyczyn d</w:t>
      </w:r>
      <w:r w:rsidR="00FE43E3" w:rsidRPr="000733E7">
        <w:rPr>
          <w:sz w:val="24"/>
          <w:szCs w:val="24"/>
        </w:rPr>
        <w:t xml:space="preserve">otyczących zakładu pracy, </w:t>
      </w:r>
      <w:r w:rsidRPr="000733E7">
        <w:rPr>
          <w:sz w:val="24"/>
          <w:szCs w:val="24"/>
        </w:rPr>
        <w:t xml:space="preserve">tj. o </w:t>
      </w:r>
      <w:r w:rsidR="00D7377C">
        <w:rPr>
          <w:sz w:val="24"/>
          <w:szCs w:val="24"/>
        </w:rPr>
        <w:t>39,5</w:t>
      </w:r>
      <w:r w:rsidRPr="000733E7">
        <w:rPr>
          <w:sz w:val="24"/>
          <w:szCs w:val="24"/>
        </w:rPr>
        <w:t>%</w:t>
      </w:r>
      <w:r w:rsidR="00D7377C">
        <w:rPr>
          <w:sz w:val="24"/>
          <w:szCs w:val="24"/>
        </w:rPr>
        <w:t xml:space="preserve"> (o 116 osób)</w:t>
      </w:r>
      <w:r w:rsidRPr="000733E7">
        <w:rPr>
          <w:sz w:val="24"/>
          <w:szCs w:val="24"/>
        </w:rPr>
        <w:t xml:space="preserve">. Należy zaznaczyć, iż w tej populacji bezrobotnych </w:t>
      </w:r>
      <w:r w:rsidR="009D102A">
        <w:rPr>
          <w:sz w:val="24"/>
          <w:szCs w:val="24"/>
        </w:rPr>
        <w:t>kobiety</w:t>
      </w:r>
      <w:r w:rsidR="00F71961">
        <w:rPr>
          <w:sz w:val="24"/>
          <w:szCs w:val="24"/>
        </w:rPr>
        <w:t xml:space="preserve"> stanowiły </w:t>
      </w:r>
      <w:r w:rsidRPr="000733E7">
        <w:rPr>
          <w:sz w:val="24"/>
          <w:szCs w:val="24"/>
        </w:rPr>
        <w:t xml:space="preserve">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D7377C">
        <w:rPr>
          <w:sz w:val="24"/>
          <w:szCs w:val="24"/>
        </w:rPr>
        <w:t>7</w:t>
      </w:r>
      <w:r w:rsidR="007B2EDC">
        <w:rPr>
          <w:sz w:val="24"/>
          <w:szCs w:val="24"/>
        </w:rPr>
        <w:t xml:space="preserve"> roku </w:t>
      </w:r>
      <w:r w:rsidRPr="000733E7">
        <w:rPr>
          <w:sz w:val="24"/>
          <w:szCs w:val="24"/>
        </w:rPr>
        <w:t xml:space="preserve"> </w:t>
      </w:r>
      <w:r w:rsidR="00D7377C">
        <w:rPr>
          <w:sz w:val="24"/>
          <w:szCs w:val="24"/>
        </w:rPr>
        <w:t>49,6</w:t>
      </w:r>
      <w:r w:rsidRPr="000733E7">
        <w:rPr>
          <w:sz w:val="24"/>
          <w:szCs w:val="24"/>
        </w:rPr>
        <w:t>% ogółu tej kategorii bezrobotnych.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Nadal wysoki odsetek w ogólnej liczbie </w:t>
      </w:r>
      <w:r w:rsidR="006A612A">
        <w:rPr>
          <w:sz w:val="24"/>
          <w:szCs w:val="24"/>
        </w:rPr>
        <w:t>bezrobotnych stanowią osoby nie</w:t>
      </w:r>
      <w:r w:rsidRPr="000733E7">
        <w:rPr>
          <w:sz w:val="24"/>
          <w:szCs w:val="24"/>
        </w:rPr>
        <w:t>posiadające prawa do zasiłku. Na przestrzeni 20</w:t>
      </w:r>
      <w:r w:rsidR="00FE43E3" w:rsidRPr="000733E7">
        <w:rPr>
          <w:sz w:val="24"/>
          <w:szCs w:val="24"/>
        </w:rPr>
        <w:t>1</w:t>
      </w:r>
      <w:r w:rsidR="00D7377C">
        <w:rPr>
          <w:sz w:val="24"/>
          <w:szCs w:val="24"/>
        </w:rPr>
        <w:t>7</w:t>
      </w:r>
      <w:r w:rsidRPr="000733E7">
        <w:rPr>
          <w:sz w:val="24"/>
          <w:szCs w:val="24"/>
        </w:rPr>
        <w:t xml:space="preserve"> roku, biorąc pod uwagę poszczególne miesiące populacja ta stanowiła ponad </w:t>
      </w:r>
      <w:r w:rsidR="00D7377C">
        <w:rPr>
          <w:sz w:val="24"/>
          <w:szCs w:val="24"/>
        </w:rPr>
        <w:t>83</w:t>
      </w:r>
      <w:r w:rsidR="00DD19F1">
        <w:rPr>
          <w:sz w:val="24"/>
          <w:szCs w:val="24"/>
        </w:rPr>
        <w:t>,0</w:t>
      </w:r>
      <w:r w:rsidRPr="000733E7">
        <w:rPr>
          <w:sz w:val="24"/>
          <w:szCs w:val="24"/>
        </w:rPr>
        <w:t>% ogółu bezrobotnych.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</w:t>
      </w:r>
      <w:r w:rsidR="00DD19F1">
        <w:rPr>
          <w:sz w:val="24"/>
          <w:szCs w:val="24"/>
        </w:rPr>
        <w:t xml:space="preserve">analizowanym </w:t>
      </w:r>
      <w:r w:rsidR="002A41AF">
        <w:rPr>
          <w:sz w:val="24"/>
          <w:szCs w:val="24"/>
        </w:rPr>
        <w:t xml:space="preserve">okresie </w:t>
      </w:r>
      <w:r w:rsidR="00FE43E3" w:rsidRPr="000733E7">
        <w:rPr>
          <w:sz w:val="24"/>
          <w:szCs w:val="24"/>
        </w:rPr>
        <w:t>liczba</w:t>
      </w:r>
      <w:r w:rsidRPr="000733E7">
        <w:rPr>
          <w:sz w:val="24"/>
          <w:szCs w:val="24"/>
        </w:rPr>
        <w:t xml:space="preserve"> osób b</w:t>
      </w:r>
      <w:r w:rsidR="00FE43E3" w:rsidRPr="000733E7">
        <w:rPr>
          <w:sz w:val="24"/>
          <w:szCs w:val="24"/>
        </w:rPr>
        <w:t xml:space="preserve">ezrobotnych z prawem do zasiłku stanowiła </w:t>
      </w:r>
      <w:r w:rsidR="00F72B32">
        <w:rPr>
          <w:sz w:val="24"/>
          <w:szCs w:val="24"/>
        </w:rPr>
        <w:t>w każdym miesiącu ponad 1</w:t>
      </w:r>
      <w:r w:rsidR="00D7377C">
        <w:rPr>
          <w:sz w:val="24"/>
          <w:szCs w:val="24"/>
        </w:rPr>
        <w:t>4</w:t>
      </w:r>
      <w:r w:rsidR="00F71961">
        <w:rPr>
          <w:sz w:val="24"/>
          <w:szCs w:val="24"/>
        </w:rPr>
        <w:t>,0</w:t>
      </w:r>
      <w:r w:rsidR="00F72B32">
        <w:rPr>
          <w:sz w:val="24"/>
          <w:szCs w:val="24"/>
        </w:rPr>
        <w:t>%</w:t>
      </w:r>
      <w:r w:rsidR="00FE43E3" w:rsidRPr="000733E7">
        <w:rPr>
          <w:sz w:val="24"/>
          <w:szCs w:val="24"/>
        </w:rPr>
        <w:t xml:space="preserve"> ogółu bezrobotnych. </w:t>
      </w:r>
      <w:r w:rsidRPr="000733E7">
        <w:rPr>
          <w:sz w:val="24"/>
          <w:szCs w:val="24"/>
        </w:rPr>
        <w:t xml:space="preserve">W odniesieniu do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72B32">
        <w:rPr>
          <w:sz w:val="24"/>
          <w:szCs w:val="24"/>
        </w:rPr>
        <w:t>1</w:t>
      </w:r>
      <w:r w:rsidR="00D7377C">
        <w:rPr>
          <w:sz w:val="24"/>
          <w:szCs w:val="24"/>
        </w:rPr>
        <w:t>6</w:t>
      </w:r>
      <w:r w:rsidRPr="000733E7">
        <w:rPr>
          <w:sz w:val="24"/>
          <w:szCs w:val="24"/>
        </w:rPr>
        <w:t>r. liczba osób posiadającyc</w:t>
      </w:r>
      <w:r w:rsidR="003431B0" w:rsidRPr="000733E7">
        <w:rPr>
          <w:sz w:val="24"/>
          <w:szCs w:val="24"/>
        </w:rPr>
        <w:t xml:space="preserve">h prawo do zasiłku </w:t>
      </w:r>
      <w:r w:rsidR="00F71961">
        <w:rPr>
          <w:sz w:val="24"/>
          <w:szCs w:val="24"/>
        </w:rPr>
        <w:t>spadła</w:t>
      </w:r>
      <w:r w:rsidR="00813D0D">
        <w:rPr>
          <w:sz w:val="24"/>
          <w:szCs w:val="24"/>
        </w:rPr>
        <w:t xml:space="preserve"> o</w:t>
      </w:r>
      <w:r w:rsidR="009707BB">
        <w:rPr>
          <w:sz w:val="24"/>
          <w:szCs w:val="24"/>
        </w:rPr>
        <w:t xml:space="preserve"> </w:t>
      </w:r>
      <w:r w:rsidR="00D7377C">
        <w:rPr>
          <w:sz w:val="24"/>
          <w:szCs w:val="24"/>
        </w:rPr>
        <w:t>68</w:t>
      </w:r>
      <w:r w:rsidRPr="000733E7">
        <w:rPr>
          <w:sz w:val="24"/>
          <w:szCs w:val="24"/>
        </w:rPr>
        <w:t xml:space="preserve"> os</w:t>
      </w:r>
      <w:r w:rsidR="00F71961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, tj. o </w:t>
      </w:r>
      <w:r w:rsidR="00D7377C">
        <w:rPr>
          <w:sz w:val="24"/>
          <w:szCs w:val="24"/>
        </w:rPr>
        <w:t>15,0</w:t>
      </w:r>
      <w:r w:rsidRPr="000733E7">
        <w:rPr>
          <w:sz w:val="24"/>
          <w:szCs w:val="24"/>
        </w:rPr>
        <w:t>%.</w:t>
      </w:r>
      <w:r w:rsidR="00FE43E3" w:rsidRPr="000733E7">
        <w:rPr>
          <w:sz w:val="24"/>
          <w:szCs w:val="24"/>
        </w:rPr>
        <w:t xml:space="preserve"> W końcu grudnia </w:t>
      </w:r>
      <w:r w:rsidR="00F72B32">
        <w:rPr>
          <w:sz w:val="24"/>
          <w:szCs w:val="24"/>
        </w:rPr>
        <w:t>201</w:t>
      </w:r>
      <w:r w:rsidR="00D7377C">
        <w:rPr>
          <w:sz w:val="24"/>
          <w:szCs w:val="24"/>
        </w:rPr>
        <w:t>7</w:t>
      </w:r>
      <w:r w:rsidR="00F72B32">
        <w:rPr>
          <w:sz w:val="24"/>
          <w:szCs w:val="24"/>
        </w:rPr>
        <w:t xml:space="preserve"> </w:t>
      </w:r>
      <w:r w:rsidR="002A41AF">
        <w:rPr>
          <w:sz w:val="24"/>
          <w:szCs w:val="24"/>
        </w:rPr>
        <w:t>najwyższy</w:t>
      </w:r>
      <w:r w:rsidR="00FE43E3" w:rsidRPr="000733E7">
        <w:rPr>
          <w:sz w:val="24"/>
          <w:szCs w:val="24"/>
        </w:rPr>
        <w:t xml:space="preserve">, procentowy udział bezrobotnych posiadających prawo do zasiłku odnotowano w gminach: </w:t>
      </w:r>
      <w:r w:rsidR="00813D0D">
        <w:rPr>
          <w:sz w:val="24"/>
          <w:szCs w:val="24"/>
        </w:rPr>
        <w:t>K</w:t>
      </w:r>
      <w:r w:rsidR="00D7377C">
        <w:rPr>
          <w:sz w:val="24"/>
          <w:szCs w:val="24"/>
        </w:rPr>
        <w:t>arczew</w:t>
      </w:r>
      <w:r w:rsidR="00FE43E3" w:rsidRPr="000733E7">
        <w:rPr>
          <w:sz w:val="24"/>
          <w:szCs w:val="24"/>
        </w:rPr>
        <w:t xml:space="preserve">– </w:t>
      </w:r>
      <w:r w:rsidR="00D7377C">
        <w:rPr>
          <w:sz w:val="24"/>
          <w:szCs w:val="24"/>
        </w:rPr>
        <w:t>20,7</w:t>
      </w:r>
      <w:r w:rsidR="00FE43E3" w:rsidRPr="000733E7">
        <w:rPr>
          <w:sz w:val="24"/>
          <w:szCs w:val="24"/>
        </w:rPr>
        <w:t xml:space="preserve">% ogółu bezrobotnych tej gminy, </w:t>
      </w:r>
      <w:r w:rsidR="00D7377C">
        <w:rPr>
          <w:sz w:val="24"/>
          <w:szCs w:val="24"/>
        </w:rPr>
        <w:t>Osieck</w:t>
      </w:r>
      <w:r w:rsidR="00F71961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 xml:space="preserve">– </w:t>
      </w:r>
      <w:r w:rsidR="00D7377C">
        <w:rPr>
          <w:sz w:val="24"/>
          <w:szCs w:val="24"/>
        </w:rPr>
        <w:t>20,6</w:t>
      </w:r>
      <w:r w:rsidR="00FE43E3" w:rsidRPr="000733E7">
        <w:rPr>
          <w:sz w:val="24"/>
          <w:szCs w:val="24"/>
        </w:rPr>
        <w:t>%</w:t>
      </w:r>
      <w:r w:rsidR="00DD19F1">
        <w:rPr>
          <w:sz w:val="24"/>
          <w:szCs w:val="24"/>
        </w:rPr>
        <w:t>,</w:t>
      </w:r>
      <w:r w:rsidR="00FE43E3" w:rsidRPr="000733E7">
        <w:rPr>
          <w:sz w:val="24"/>
          <w:szCs w:val="24"/>
        </w:rPr>
        <w:t xml:space="preserve"> </w:t>
      </w:r>
      <w:r w:rsidR="00D7377C">
        <w:rPr>
          <w:sz w:val="24"/>
          <w:szCs w:val="24"/>
        </w:rPr>
        <w:t>Celestynów</w:t>
      </w:r>
      <w:r w:rsidR="00DD19F1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 xml:space="preserve">– </w:t>
      </w:r>
      <w:r w:rsidR="00D7377C">
        <w:rPr>
          <w:sz w:val="24"/>
          <w:szCs w:val="24"/>
        </w:rPr>
        <w:t>19,9</w:t>
      </w:r>
      <w:r w:rsidR="00813D0D">
        <w:rPr>
          <w:sz w:val="24"/>
          <w:szCs w:val="24"/>
        </w:rPr>
        <w:t xml:space="preserve">% oraz </w:t>
      </w:r>
      <w:r w:rsidR="00D7377C">
        <w:rPr>
          <w:sz w:val="24"/>
          <w:szCs w:val="24"/>
        </w:rPr>
        <w:t>Wiązowna – 17,8</w:t>
      </w:r>
      <w:r w:rsidR="00DD19F1">
        <w:rPr>
          <w:sz w:val="24"/>
          <w:szCs w:val="24"/>
        </w:rPr>
        <w:t>%.</w:t>
      </w:r>
    </w:p>
    <w:p w:rsidR="002A41AF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</w:t>
      </w:r>
      <w:r w:rsidR="00D7377C">
        <w:rPr>
          <w:sz w:val="24"/>
          <w:szCs w:val="24"/>
        </w:rPr>
        <w:t>końcu grudnia 2017</w:t>
      </w:r>
      <w:r w:rsidR="00DD19F1">
        <w:rPr>
          <w:sz w:val="24"/>
          <w:szCs w:val="24"/>
        </w:rPr>
        <w:t>r.</w:t>
      </w:r>
      <w:r w:rsidRPr="000733E7">
        <w:rPr>
          <w:sz w:val="24"/>
          <w:szCs w:val="24"/>
        </w:rPr>
        <w:t xml:space="preserve"> najliczniejszą </w:t>
      </w:r>
      <w:r w:rsidR="00C41A2A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 strukturze wiekowej bezrobotnych w powiecie otwockim stanowiły osoby w przedziale wiek</w:t>
      </w:r>
      <w:r w:rsidR="00D7377C">
        <w:rPr>
          <w:sz w:val="24"/>
          <w:szCs w:val="24"/>
        </w:rPr>
        <w:t>owym 35 – 44 lata</w:t>
      </w:r>
      <w:r w:rsidR="009707BB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 xml:space="preserve">– </w:t>
      </w:r>
      <w:r w:rsidR="006F3048">
        <w:rPr>
          <w:sz w:val="24"/>
          <w:szCs w:val="24"/>
        </w:rPr>
        <w:t>24,2</w:t>
      </w:r>
      <w:r w:rsidRPr="000733E7">
        <w:rPr>
          <w:sz w:val="24"/>
          <w:szCs w:val="24"/>
        </w:rPr>
        <w:t>% ogółu bezrobotnych, a w następnej kolejności bezrob</w:t>
      </w:r>
      <w:r w:rsidR="003431B0" w:rsidRPr="000733E7">
        <w:rPr>
          <w:sz w:val="24"/>
          <w:szCs w:val="24"/>
        </w:rPr>
        <w:t xml:space="preserve">otni w wieku </w:t>
      </w:r>
      <w:r w:rsidR="006F3048">
        <w:rPr>
          <w:sz w:val="24"/>
          <w:szCs w:val="24"/>
        </w:rPr>
        <w:t>55 lat i powyżej - 23,4</w:t>
      </w:r>
      <w:r w:rsidR="00FE43E3" w:rsidRPr="000733E7">
        <w:rPr>
          <w:sz w:val="24"/>
          <w:szCs w:val="24"/>
        </w:rPr>
        <w:t>%,</w:t>
      </w:r>
    </w:p>
    <w:p w:rsidR="00A31C1E" w:rsidRPr="000733E7" w:rsidRDefault="00FE43E3" w:rsidP="002A41AF">
      <w:pPr>
        <w:pStyle w:val="Tekstpodstawowy3"/>
        <w:spacing w:after="0"/>
        <w:ind w:left="360"/>
        <w:rPr>
          <w:sz w:val="24"/>
          <w:szCs w:val="24"/>
        </w:rPr>
      </w:pPr>
      <w:r w:rsidRPr="000733E7">
        <w:rPr>
          <w:sz w:val="24"/>
          <w:szCs w:val="24"/>
        </w:rPr>
        <w:t xml:space="preserve"> bezrobotni w wieku </w:t>
      </w:r>
      <w:r w:rsidR="00813D0D">
        <w:rPr>
          <w:sz w:val="24"/>
          <w:szCs w:val="24"/>
        </w:rPr>
        <w:t>25 – 3</w:t>
      </w:r>
      <w:r w:rsidR="002A41AF">
        <w:rPr>
          <w:sz w:val="24"/>
          <w:szCs w:val="24"/>
        </w:rPr>
        <w:t xml:space="preserve">4 </w:t>
      </w:r>
      <w:r w:rsidR="00A31C1E" w:rsidRPr="000733E7">
        <w:rPr>
          <w:sz w:val="24"/>
          <w:szCs w:val="24"/>
        </w:rPr>
        <w:t xml:space="preserve">lata – </w:t>
      </w:r>
      <w:r w:rsidR="006F3048">
        <w:rPr>
          <w:sz w:val="24"/>
          <w:szCs w:val="24"/>
        </w:rPr>
        <w:t>22,9</w:t>
      </w:r>
      <w:r w:rsidR="00A31C1E" w:rsidRPr="000733E7">
        <w:rPr>
          <w:sz w:val="24"/>
          <w:szCs w:val="24"/>
        </w:rPr>
        <w:t xml:space="preserve">% oraz w wieku </w:t>
      </w:r>
      <w:r w:rsidR="00286C91">
        <w:rPr>
          <w:sz w:val="24"/>
          <w:szCs w:val="24"/>
        </w:rPr>
        <w:t xml:space="preserve">45 – 54 lata </w:t>
      </w:r>
      <w:r w:rsidR="00F72B32"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 xml:space="preserve">– </w:t>
      </w:r>
      <w:r w:rsidR="00394B2A">
        <w:rPr>
          <w:sz w:val="24"/>
          <w:szCs w:val="24"/>
        </w:rPr>
        <w:t>19,2</w:t>
      </w:r>
      <w:r w:rsidR="00A31C1E" w:rsidRPr="000733E7">
        <w:rPr>
          <w:sz w:val="24"/>
          <w:szCs w:val="24"/>
        </w:rPr>
        <w:t xml:space="preserve">%. 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osób bezrobotnych zdecydowanie przeważają osoby posiadające niskie wykształcenie. Według danych z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394B2A">
        <w:rPr>
          <w:sz w:val="24"/>
          <w:szCs w:val="24"/>
        </w:rPr>
        <w:t>7</w:t>
      </w:r>
      <w:r w:rsidRPr="000733E7">
        <w:rPr>
          <w:sz w:val="24"/>
          <w:szCs w:val="24"/>
        </w:rPr>
        <w:t xml:space="preserve"> roku – </w:t>
      </w:r>
      <w:r w:rsidR="00813D0D">
        <w:rPr>
          <w:sz w:val="24"/>
          <w:szCs w:val="24"/>
        </w:rPr>
        <w:t>1</w:t>
      </w:r>
      <w:r w:rsidR="00394B2A">
        <w:rPr>
          <w:sz w:val="24"/>
          <w:szCs w:val="24"/>
        </w:rPr>
        <w:t>232</w:t>
      </w:r>
      <w:r w:rsidRPr="000733E7">
        <w:rPr>
          <w:sz w:val="24"/>
          <w:szCs w:val="24"/>
        </w:rPr>
        <w:t xml:space="preserve"> os</w:t>
      </w:r>
      <w:r w:rsidR="00813D0D">
        <w:rPr>
          <w:sz w:val="24"/>
          <w:szCs w:val="24"/>
        </w:rPr>
        <w:t>oby</w:t>
      </w:r>
      <w:r w:rsidRPr="000733E7">
        <w:rPr>
          <w:sz w:val="24"/>
          <w:szCs w:val="24"/>
        </w:rPr>
        <w:t xml:space="preserve"> bezrobotn</w:t>
      </w:r>
      <w:r w:rsidR="00813D0D">
        <w:rPr>
          <w:sz w:val="24"/>
          <w:szCs w:val="24"/>
        </w:rPr>
        <w:t>e</w:t>
      </w:r>
      <w:r w:rsidRPr="000733E7">
        <w:rPr>
          <w:sz w:val="24"/>
          <w:szCs w:val="24"/>
        </w:rPr>
        <w:t xml:space="preserve"> posiadał</w:t>
      </w:r>
      <w:r w:rsidR="00813D0D">
        <w:rPr>
          <w:sz w:val="24"/>
          <w:szCs w:val="24"/>
        </w:rPr>
        <w:t>y</w:t>
      </w:r>
      <w:r w:rsidRPr="000733E7">
        <w:rPr>
          <w:sz w:val="24"/>
          <w:szCs w:val="24"/>
        </w:rPr>
        <w:t xml:space="preserve"> wykształcenie</w:t>
      </w:r>
      <w:r w:rsidR="003431B0" w:rsidRPr="000733E7">
        <w:rPr>
          <w:sz w:val="24"/>
          <w:szCs w:val="24"/>
        </w:rPr>
        <w:t xml:space="preserve"> poniżej średniego, co stanowiło </w:t>
      </w:r>
      <w:r w:rsidR="00394B2A">
        <w:rPr>
          <w:sz w:val="24"/>
          <w:szCs w:val="24"/>
        </w:rPr>
        <w:t>51,4</w:t>
      </w:r>
      <w:r w:rsidR="003431B0" w:rsidRPr="000733E7">
        <w:rPr>
          <w:sz w:val="24"/>
          <w:szCs w:val="24"/>
        </w:rPr>
        <w:t>% ogółu bezrobotnych</w:t>
      </w:r>
      <w:r w:rsidRPr="000733E7">
        <w:rPr>
          <w:sz w:val="24"/>
          <w:szCs w:val="24"/>
        </w:rPr>
        <w:t xml:space="preserve">. </w:t>
      </w:r>
    </w:p>
    <w:p w:rsidR="00A31C1E" w:rsidRPr="000733E7" w:rsidRDefault="00A31C1E" w:rsidP="0092046F">
      <w:pPr>
        <w:pStyle w:val="Tekstpodstawowy3"/>
        <w:spacing w:after="0"/>
        <w:ind w:left="360"/>
        <w:rPr>
          <w:sz w:val="24"/>
          <w:szCs w:val="24"/>
        </w:rPr>
      </w:pPr>
      <w:r w:rsidRPr="000733E7">
        <w:rPr>
          <w:sz w:val="24"/>
          <w:szCs w:val="24"/>
        </w:rPr>
        <w:t xml:space="preserve">Coraz częściej bezrobocie dotyczy osób legitymujących się wykształceniem policealnym i średnim zawodowym. 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394B2A">
        <w:rPr>
          <w:sz w:val="24"/>
          <w:szCs w:val="24"/>
        </w:rPr>
        <w:t>7</w:t>
      </w:r>
      <w:r w:rsidR="003431B0" w:rsidRPr="000733E7">
        <w:rPr>
          <w:sz w:val="24"/>
          <w:szCs w:val="24"/>
        </w:rPr>
        <w:t xml:space="preserve">r. populacja ta stanowiła </w:t>
      </w:r>
      <w:r w:rsidR="00394B2A">
        <w:rPr>
          <w:sz w:val="24"/>
          <w:szCs w:val="24"/>
        </w:rPr>
        <w:t>22</w:t>
      </w:r>
      <w:r w:rsidR="00F71961">
        <w:rPr>
          <w:sz w:val="24"/>
          <w:szCs w:val="24"/>
        </w:rPr>
        <w:t>,</w:t>
      </w:r>
      <w:r w:rsidR="00394B2A">
        <w:rPr>
          <w:sz w:val="24"/>
          <w:szCs w:val="24"/>
        </w:rPr>
        <w:t>1</w:t>
      </w:r>
      <w:r w:rsidR="003431B0" w:rsidRPr="000733E7">
        <w:rPr>
          <w:sz w:val="24"/>
          <w:szCs w:val="24"/>
        </w:rPr>
        <w:t>% ogółu bezrobotnych (</w:t>
      </w:r>
      <w:r w:rsidR="00813D0D">
        <w:rPr>
          <w:sz w:val="24"/>
          <w:szCs w:val="24"/>
        </w:rPr>
        <w:t>tj. 5</w:t>
      </w:r>
      <w:r w:rsidR="00394B2A">
        <w:rPr>
          <w:sz w:val="24"/>
          <w:szCs w:val="24"/>
        </w:rPr>
        <w:t>31</w:t>
      </w:r>
      <w:r w:rsidR="00813D0D">
        <w:rPr>
          <w:sz w:val="24"/>
          <w:szCs w:val="24"/>
        </w:rPr>
        <w:t xml:space="preserve"> osób</w:t>
      </w:r>
      <w:r w:rsidR="003431B0" w:rsidRPr="000733E7">
        <w:rPr>
          <w:sz w:val="24"/>
          <w:szCs w:val="24"/>
        </w:rPr>
        <w:t>).</w:t>
      </w:r>
      <w:r w:rsidR="007F135B">
        <w:rPr>
          <w:sz w:val="24"/>
          <w:szCs w:val="24"/>
        </w:rPr>
        <w:t xml:space="preserve"> 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lastRenderedPageBreak/>
        <w:t xml:space="preserve">Z analizy struktury bezrobocia według stażu pracy wynika, że najliczniejszą </w:t>
      </w:r>
      <w:r w:rsidR="00FE43E3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wśród osób bezrobotnych stanowiły osoby, które przepracowały  1– </w:t>
      </w:r>
      <w:r w:rsidR="00813D0D">
        <w:rPr>
          <w:sz w:val="24"/>
          <w:szCs w:val="24"/>
        </w:rPr>
        <w:t>5</w:t>
      </w:r>
      <w:r w:rsidRPr="000733E7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 xml:space="preserve">lat – </w:t>
      </w:r>
      <w:r w:rsidR="00394B2A">
        <w:rPr>
          <w:sz w:val="24"/>
          <w:szCs w:val="24"/>
        </w:rPr>
        <w:t>19,7</w:t>
      </w:r>
      <w:r w:rsidRPr="000733E7">
        <w:rPr>
          <w:sz w:val="24"/>
          <w:szCs w:val="24"/>
        </w:rPr>
        <w:t xml:space="preserve">% (tj. </w:t>
      </w:r>
      <w:r w:rsidR="00394B2A">
        <w:rPr>
          <w:sz w:val="24"/>
          <w:szCs w:val="24"/>
        </w:rPr>
        <w:t>473</w:t>
      </w:r>
      <w:r w:rsidR="003431B0" w:rsidRPr="000733E7">
        <w:rPr>
          <w:sz w:val="24"/>
          <w:szCs w:val="24"/>
        </w:rPr>
        <w:t xml:space="preserve"> os</w:t>
      </w:r>
      <w:r w:rsidR="00394B2A">
        <w:rPr>
          <w:sz w:val="24"/>
          <w:szCs w:val="24"/>
        </w:rPr>
        <w:t>oby</w:t>
      </w:r>
      <w:r w:rsidRPr="000733E7">
        <w:rPr>
          <w:sz w:val="24"/>
          <w:szCs w:val="24"/>
        </w:rPr>
        <w:t xml:space="preserve">) oraz osoby </w:t>
      </w:r>
      <w:r w:rsidR="00286C91">
        <w:rPr>
          <w:sz w:val="24"/>
          <w:szCs w:val="24"/>
        </w:rPr>
        <w:t>ze stażem 1</w:t>
      </w:r>
      <w:r w:rsidR="00813D0D">
        <w:rPr>
          <w:sz w:val="24"/>
          <w:szCs w:val="24"/>
        </w:rPr>
        <w:t>0</w:t>
      </w:r>
      <w:r w:rsidR="00FE43E3" w:rsidRPr="000733E7">
        <w:rPr>
          <w:sz w:val="24"/>
          <w:szCs w:val="24"/>
        </w:rPr>
        <w:t xml:space="preserve"> – </w:t>
      </w:r>
      <w:r w:rsidR="00813D0D">
        <w:rPr>
          <w:sz w:val="24"/>
          <w:szCs w:val="24"/>
        </w:rPr>
        <w:t>20</w:t>
      </w:r>
      <w:r w:rsidR="00FE43E3" w:rsidRPr="000733E7">
        <w:rPr>
          <w:sz w:val="24"/>
          <w:szCs w:val="24"/>
        </w:rPr>
        <w:t xml:space="preserve"> lat </w:t>
      </w:r>
      <w:r w:rsidRPr="000733E7">
        <w:rPr>
          <w:sz w:val="24"/>
          <w:szCs w:val="24"/>
        </w:rPr>
        <w:t xml:space="preserve">– </w:t>
      </w:r>
      <w:r w:rsidR="00394B2A">
        <w:rPr>
          <w:sz w:val="24"/>
          <w:szCs w:val="24"/>
        </w:rPr>
        <w:t>19</w:t>
      </w:r>
      <w:r w:rsidR="00A45350">
        <w:rPr>
          <w:sz w:val="24"/>
          <w:szCs w:val="24"/>
        </w:rPr>
        <w:t>,</w:t>
      </w:r>
      <w:r w:rsidR="00394B2A">
        <w:rPr>
          <w:sz w:val="24"/>
          <w:szCs w:val="24"/>
        </w:rPr>
        <w:t>1</w:t>
      </w:r>
      <w:r w:rsidRPr="000733E7">
        <w:rPr>
          <w:sz w:val="24"/>
          <w:szCs w:val="24"/>
        </w:rPr>
        <w:t xml:space="preserve">% (tj. </w:t>
      </w:r>
      <w:r w:rsidR="00394B2A">
        <w:rPr>
          <w:sz w:val="24"/>
          <w:szCs w:val="24"/>
        </w:rPr>
        <w:t>459</w:t>
      </w:r>
      <w:r w:rsidRPr="000733E7">
        <w:rPr>
          <w:sz w:val="24"/>
          <w:szCs w:val="24"/>
        </w:rPr>
        <w:t xml:space="preserve"> os</w:t>
      </w:r>
      <w:r w:rsidR="00394B2A">
        <w:rPr>
          <w:sz w:val="24"/>
          <w:szCs w:val="24"/>
        </w:rPr>
        <w:t>ób</w:t>
      </w:r>
      <w:r w:rsidRPr="000733E7">
        <w:rPr>
          <w:sz w:val="24"/>
          <w:szCs w:val="24"/>
        </w:rPr>
        <w:t>).</w:t>
      </w:r>
    </w:p>
    <w:p w:rsidR="00A31C1E" w:rsidRPr="000733E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odniesieniu do osób określonych w ustawie o promocji zatrudnienia i instytucjach rynku pracy jako „będące w szczególnej sytuacji na rynku pracy”,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394B2A">
        <w:rPr>
          <w:sz w:val="24"/>
          <w:szCs w:val="24"/>
        </w:rPr>
        <w:t>7</w:t>
      </w:r>
      <w:r w:rsidRPr="000733E7">
        <w:rPr>
          <w:sz w:val="24"/>
          <w:szCs w:val="24"/>
        </w:rPr>
        <w:t xml:space="preserve"> roku w urzędzie pracy figurowało:</w:t>
      </w:r>
    </w:p>
    <w:p w:rsidR="00A31C1E" w:rsidRPr="000733E7" w:rsidRDefault="00394B2A" w:rsidP="00BF37F9">
      <w:pPr>
        <w:pStyle w:val="Tekstpodstawowy3"/>
        <w:numPr>
          <w:ilvl w:val="0"/>
          <w:numId w:val="33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499</w:t>
      </w:r>
      <w:r w:rsidR="002A41AF">
        <w:rPr>
          <w:sz w:val="24"/>
          <w:szCs w:val="24"/>
        </w:rPr>
        <w:t xml:space="preserve"> bezrobotnych do 30</w:t>
      </w:r>
      <w:r w:rsidR="00A31C1E" w:rsidRPr="000733E7">
        <w:rPr>
          <w:sz w:val="24"/>
          <w:szCs w:val="24"/>
        </w:rPr>
        <w:t xml:space="preserve"> roku życia (w tym </w:t>
      </w:r>
      <w:r>
        <w:rPr>
          <w:sz w:val="24"/>
          <w:szCs w:val="24"/>
        </w:rPr>
        <w:t>270</w:t>
      </w:r>
      <w:r w:rsidR="00A31C1E" w:rsidRPr="000733E7">
        <w:rPr>
          <w:sz w:val="24"/>
          <w:szCs w:val="24"/>
        </w:rPr>
        <w:t xml:space="preserve"> kobiet), którzy stanowili </w:t>
      </w:r>
      <w:r>
        <w:rPr>
          <w:sz w:val="24"/>
          <w:szCs w:val="24"/>
        </w:rPr>
        <w:t>20,8</w:t>
      </w:r>
      <w:r w:rsidR="00A31C1E" w:rsidRPr="000733E7">
        <w:rPr>
          <w:sz w:val="24"/>
          <w:szCs w:val="24"/>
        </w:rPr>
        <w:t xml:space="preserve">% ogółu bezrobotnych. Wśród tej populacji </w:t>
      </w:r>
      <w:r w:rsidR="00813D0D">
        <w:rPr>
          <w:sz w:val="24"/>
          <w:szCs w:val="24"/>
        </w:rPr>
        <w:t xml:space="preserve">dominowały </w:t>
      </w:r>
      <w:r w:rsidR="00A31C1E" w:rsidRPr="000733E7">
        <w:rPr>
          <w:sz w:val="24"/>
          <w:szCs w:val="24"/>
        </w:rPr>
        <w:t xml:space="preserve">osoby posiadające wykształcenie </w:t>
      </w:r>
      <w:r w:rsidR="00813D0D">
        <w:rPr>
          <w:sz w:val="24"/>
          <w:szCs w:val="24"/>
        </w:rPr>
        <w:t>średnie</w:t>
      </w:r>
      <w:r w:rsidR="00A31C1E" w:rsidRPr="000733E7">
        <w:rPr>
          <w:sz w:val="24"/>
          <w:szCs w:val="24"/>
        </w:rPr>
        <w:t xml:space="preserve"> – </w:t>
      </w:r>
      <w:r>
        <w:rPr>
          <w:sz w:val="24"/>
          <w:szCs w:val="24"/>
        </w:rPr>
        <w:t>217</w:t>
      </w:r>
      <w:r w:rsidR="00A31C1E" w:rsidRPr="000733E7">
        <w:rPr>
          <w:sz w:val="24"/>
          <w:szCs w:val="24"/>
        </w:rPr>
        <w:t xml:space="preserve"> os</w:t>
      </w:r>
      <w:r w:rsidR="002A41AF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 xml:space="preserve"> (tj. </w:t>
      </w:r>
      <w:r>
        <w:rPr>
          <w:sz w:val="24"/>
          <w:szCs w:val="24"/>
        </w:rPr>
        <w:t>43,5</w:t>
      </w:r>
      <w:r w:rsidR="002A41AF">
        <w:rPr>
          <w:sz w:val="24"/>
          <w:szCs w:val="24"/>
        </w:rPr>
        <w:t xml:space="preserve">%), </w:t>
      </w:r>
      <w:r w:rsidR="00813D0D">
        <w:rPr>
          <w:sz w:val="24"/>
          <w:szCs w:val="24"/>
        </w:rPr>
        <w:t xml:space="preserve">osoby </w:t>
      </w:r>
      <w:r w:rsidR="002A41AF">
        <w:rPr>
          <w:sz w:val="24"/>
          <w:szCs w:val="24"/>
        </w:rPr>
        <w:t>posiadające staż</w:t>
      </w:r>
      <w:r w:rsidR="00A31C1E" w:rsidRPr="000733E7">
        <w:rPr>
          <w:sz w:val="24"/>
          <w:szCs w:val="24"/>
        </w:rPr>
        <w:t xml:space="preserve"> pracy</w:t>
      </w:r>
      <w:r>
        <w:rPr>
          <w:sz w:val="24"/>
          <w:szCs w:val="24"/>
        </w:rPr>
        <w:t xml:space="preserve"> do 1 roku</w:t>
      </w:r>
      <w:r w:rsidR="00813D0D"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 xml:space="preserve">- </w:t>
      </w:r>
      <w:r>
        <w:rPr>
          <w:sz w:val="24"/>
          <w:szCs w:val="24"/>
        </w:rPr>
        <w:t>179</w:t>
      </w:r>
      <w:r w:rsidR="00A31C1E" w:rsidRPr="000733E7">
        <w:rPr>
          <w:sz w:val="24"/>
          <w:szCs w:val="24"/>
        </w:rPr>
        <w:t xml:space="preserve"> osób (tj. </w:t>
      </w:r>
      <w:r>
        <w:rPr>
          <w:sz w:val="24"/>
          <w:szCs w:val="24"/>
        </w:rPr>
        <w:t>35,9</w:t>
      </w:r>
      <w:r w:rsidR="00A31C1E" w:rsidRPr="000733E7">
        <w:rPr>
          <w:sz w:val="24"/>
          <w:szCs w:val="24"/>
        </w:rPr>
        <w:t>%) oraz pozosta</w:t>
      </w:r>
      <w:r w:rsidR="003431B0" w:rsidRPr="000733E7">
        <w:rPr>
          <w:sz w:val="24"/>
          <w:szCs w:val="24"/>
        </w:rPr>
        <w:t xml:space="preserve">jące bez pracy </w:t>
      </w:r>
      <w:r w:rsidR="007F135B">
        <w:rPr>
          <w:sz w:val="24"/>
          <w:szCs w:val="24"/>
        </w:rPr>
        <w:t>1</w:t>
      </w:r>
      <w:r w:rsidR="003431B0" w:rsidRPr="000733E7">
        <w:rPr>
          <w:sz w:val="24"/>
          <w:szCs w:val="24"/>
        </w:rPr>
        <w:t>-</w:t>
      </w:r>
      <w:r w:rsidR="007F135B">
        <w:rPr>
          <w:sz w:val="24"/>
          <w:szCs w:val="24"/>
        </w:rPr>
        <w:t>3</w:t>
      </w:r>
      <w:r w:rsidR="00A31C1E" w:rsidRPr="000733E7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>miesi</w:t>
      </w:r>
      <w:r w:rsidR="007F135B">
        <w:rPr>
          <w:sz w:val="24"/>
          <w:szCs w:val="24"/>
        </w:rPr>
        <w:t>ące</w:t>
      </w:r>
      <w:r w:rsidR="00A31C1E" w:rsidRPr="000733E7">
        <w:rPr>
          <w:sz w:val="24"/>
          <w:szCs w:val="24"/>
        </w:rPr>
        <w:t xml:space="preserve"> – </w:t>
      </w:r>
      <w:r>
        <w:rPr>
          <w:sz w:val="24"/>
          <w:szCs w:val="24"/>
        </w:rPr>
        <w:t>170</w:t>
      </w:r>
      <w:r w:rsidR="003431B0" w:rsidRPr="000733E7">
        <w:rPr>
          <w:sz w:val="24"/>
          <w:szCs w:val="24"/>
        </w:rPr>
        <w:t xml:space="preserve"> os</w:t>
      </w:r>
      <w:r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 xml:space="preserve"> (tj. </w:t>
      </w:r>
      <w:r>
        <w:rPr>
          <w:sz w:val="24"/>
          <w:szCs w:val="24"/>
        </w:rPr>
        <w:t>34,1</w:t>
      </w:r>
      <w:r w:rsidR="00A31C1E" w:rsidRPr="000733E7">
        <w:rPr>
          <w:sz w:val="24"/>
          <w:szCs w:val="24"/>
        </w:rPr>
        <w:t>%</w:t>
      </w:r>
      <w:r w:rsidR="00B14A95" w:rsidRPr="000733E7">
        <w:rPr>
          <w:sz w:val="24"/>
          <w:szCs w:val="24"/>
        </w:rPr>
        <w:t>)</w:t>
      </w:r>
      <w:r w:rsidR="00A31C1E" w:rsidRPr="000733E7">
        <w:rPr>
          <w:sz w:val="24"/>
          <w:szCs w:val="24"/>
        </w:rPr>
        <w:t xml:space="preserve">.  </w:t>
      </w:r>
    </w:p>
    <w:p w:rsidR="00A31C1E" w:rsidRPr="000733E7" w:rsidRDefault="00813D0D" w:rsidP="00BF37F9">
      <w:pPr>
        <w:pStyle w:val="Tekstpodstawowy3"/>
        <w:numPr>
          <w:ilvl w:val="0"/>
          <w:numId w:val="33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1</w:t>
      </w:r>
      <w:r w:rsidR="00394B2A">
        <w:rPr>
          <w:sz w:val="24"/>
          <w:szCs w:val="24"/>
        </w:rPr>
        <w:t>105</w:t>
      </w:r>
      <w:r>
        <w:rPr>
          <w:sz w:val="24"/>
          <w:szCs w:val="24"/>
        </w:rPr>
        <w:t xml:space="preserve"> osób</w:t>
      </w:r>
      <w:r w:rsidR="00A31C1E" w:rsidRPr="000733E7">
        <w:rPr>
          <w:sz w:val="24"/>
          <w:szCs w:val="24"/>
        </w:rPr>
        <w:t xml:space="preserve"> długotrwale pozostających bez pracy (w tym </w:t>
      </w:r>
      <w:r w:rsidR="00394B2A">
        <w:rPr>
          <w:sz w:val="24"/>
          <w:szCs w:val="24"/>
        </w:rPr>
        <w:t>542</w:t>
      </w:r>
      <w:r w:rsidR="00A31C1E" w:rsidRPr="000733E7">
        <w:rPr>
          <w:sz w:val="24"/>
          <w:szCs w:val="24"/>
        </w:rPr>
        <w:t xml:space="preserve"> kobiet</w:t>
      </w:r>
      <w:r w:rsidR="00286C91">
        <w:rPr>
          <w:sz w:val="24"/>
          <w:szCs w:val="24"/>
        </w:rPr>
        <w:t>y</w:t>
      </w:r>
      <w:r w:rsidR="00A31C1E" w:rsidRPr="000733E7">
        <w:rPr>
          <w:sz w:val="24"/>
          <w:szCs w:val="24"/>
        </w:rPr>
        <w:t xml:space="preserve">), którzy stanowili </w:t>
      </w:r>
      <w:r w:rsidR="00394B2A">
        <w:rPr>
          <w:sz w:val="24"/>
          <w:szCs w:val="24"/>
        </w:rPr>
        <w:t>46,1</w:t>
      </w:r>
      <w:r w:rsidR="00A31C1E" w:rsidRPr="000733E7">
        <w:rPr>
          <w:sz w:val="24"/>
          <w:szCs w:val="24"/>
        </w:rPr>
        <w:t xml:space="preserve">% ogółu bezrobotnych. Z danych statystycznych urzędu pracy wynika, iż spośród tej populacji najliczniejszą grupę stanowili bezrobotni z wykształceniem poniżej średniego – </w:t>
      </w:r>
      <w:r w:rsidR="00394B2A">
        <w:rPr>
          <w:sz w:val="24"/>
          <w:szCs w:val="24"/>
        </w:rPr>
        <w:t>56,7% (627</w:t>
      </w:r>
      <w:r w:rsidR="00A45350"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>os</w:t>
      </w:r>
      <w:r w:rsidR="00AA53F8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>) ogółu tej kategorii bezro</w:t>
      </w:r>
      <w:r w:rsidR="00AA53F8">
        <w:rPr>
          <w:sz w:val="24"/>
          <w:szCs w:val="24"/>
        </w:rPr>
        <w:t>botnych, w przedziale wiekowym 35 – 4</w:t>
      </w:r>
      <w:r w:rsidR="00A31C1E" w:rsidRPr="000733E7">
        <w:rPr>
          <w:sz w:val="24"/>
          <w:szCs w:val="24"/>
        </w:rPr>
        <w:t xml:space="preserve">4 lata – </w:t>
      </w:r>
      <w:r w:rsidR="00394B2A">
        <w:rPr>
          <w:sz w:val="24"/>
          <w:szCs w:val="24"/>
        </w:rPr>
        <w:t>26</w:t>
      </w:r>
      <w:r w:rsidR="009D102A">
        <w:rPr>
          <w:sz w:val="24"/>
          <w:szCs w:val="24"/>
        </w:rPr>
        <w:t>,</w:t>
      </w:r>
      <w:r w:rsidR="00394B2A">
        <w:rPr>
          <w:sz w:val="24"/>
          <w:szCs w:val="24"/>
        </w:rPr>
        <w:t>3</w:t>
      </w:r>
      <w:r w:rsidR="00A31C1E" w:rsidRPr="000733E7">
        <w:rPr>
          <w:sz w:val="24"/>
          <w:szCs w:val="24"/>
        </w:rPr>
        <w:t>% (</w:t>
      </w:r>
      <w:r w:rsidR="00394B2A">
        <w:rPr>
          <w:sz w:val="24"/>
          <w:szCs w:val="24"/>
        </w:rPr>
        <w:t>291</w:t>
      </w:r>
      <w:r w:rsidR="00A31C1E" w:rsidRPr="000733E7">
        <w:rPr>
          <w:sz w:val="24"/>
          <w:szCs w:val="24"/>
        </w:rPr>
        <w:t xml:space="preserve"> os</w:t>
      </w:r>
      <w:r w:rsidR="001B79F6">
        <w:rPr>
          <w:sz w:val="24"/>
          <w:szCs w:val="24"/>
        </w:rPr>
        <w:t xml:space="preserve">ób), posiadający staż pracy 1 – </w:t>
      </w:r>
      <w:r w:rsidR="00AA53F8">
        <w:rPr>
          <w:sz w:val="24"/>
          <w:szCs w:val="24"/>
        </w:rPr>
        <w:t>5</w:t>
      </w:r>
      <w:r w:rsidR="00A31C1E" w:rsidRPr="000733E7">
        <w:rPr>
          <w:sz w:val="24"/>
          <w:szCs w:val="24"/>
        </w:rPr>
        <w:t xml:space="preserve"> lat – </w:t>
      </w:r>
      <w:r w:rsidR="00394B2A">
        <w:rPr>
          <w:sz w:val="24"/>
          <w:szCs w:val="24"/>
        </w:rPr>
        <w:t>19,8</w:t>
      </w:r>
      <w:r w:rsidR="003431B0" w:rsidRPr="000733E7">
        <w:rPr>
          <w:sz w:val="24"/>
          <w:szCs w:val="24"/>
        </w:rPr>
        <w:t>% (</w:t>
      </w:r>
      <w:r w:rsidR="00AA53F8">
        <w:rPr>
          <w:sz w:val="24"/>
          <w:szCs w:val="24"/>
        </w:rPr>
        <w:t>2</w:t>
      </w:r>
      <w:r w:rsidR="00394B2A">
        <w:rPr>
          <w:sz w:val="24"/>
          <w:szCs w:val="24"/>
        </w:rPr>
        <w:t>19</w:t>
      </w:r>
      <w:r w:rsidR="00A31C1E" w:rsidRPr="000733E7">
        <w:rPr>
          <w:sz w:val="24"/>
          <w:szCs w:val="24"/>
        </w:rPr>
        <w:t xml:space="preserve"> os</w:t>
      </w:r>
      <w:r w:rsidR="009707BB">
        <w:rPr>
          <w:sz w:val="24"/>
          <w:szCs w:val="24"/>
        </w:rPr>
        <w:t>ób</w:t>
      </w:r>
      <w:r w:rsidR="00394B2A">
        <w:rPr>
          <w:sz w:val="24"/>
          <w:szCs w:val="24"/>
        </w:rPr>
        <w:t>), osoby posiadające staż pracy 10-20 lat – 219 (19,8</w:t>
      </w:r>
      <w:r w:rsidR="009707BB">
        <w:rPr>
          <w:sz w:val="24"/>
          <w:szCs w:val="24"/>
        </w:rPr>
        <w:t>%</w:t>
      </w:r>
      <w:r w:rsidR="00394B2A">
        <w:rPr>
          <w:sz w:val="24"/>
          <w:szCs w:val="24"/>
        </w:rPr>
        <w:t>) oraz</w:t>
      </w:r>
      <w:r w:rsidR="00A31C1E" w:rsidRPr="000733E7">
        <w:rPr>
          <w:sz w:val="24"/>
          <w:szCs w:val="24"/>
        </w:rPr>
        <w:t xml:space="preserve"> pozostający bez pracy</w:t>
      </w:r>
      <w:r w:rsidR="00AA53F8">
        <w:rPr>
          <w:sz w:val="24"/>
          <w:szCs w:val="24"/>
        </w:rPr>
        <w:t xml:space="preserve"> powyżej </w:t>
      </w:r>
      <w:r w:rsidR="00394B2A">
        <w:rPr>
          <w:sz w:val="24"/>
          <w:szCs w:val="24"/>
        </w:rPr>
        <w:t>12</w:t>
      </w:r>
      <w:r w:rsidR="003431B0" w:rsidRPr="000733E7">
        <w:rPr>
          <w:sz w:val="24"/>
          <w:szCs w:val="24"/>
        </w:rPr>
        <w:t xml:space="preserve"> miesięcy </w:t>
      </w:r>
      <w:r w:rsidR="00A31C1E" w:rsidRPr="000733E7">
        <w:rPr>
          <w:sz w:val="24"/>
          <w:szCs w:val="24"/>
        </w:rPr>
        <w:t xml:space="preserve">– </w:t>
      </w:r>
      <w:r w:rsidR="00394B2A">
        <w:rPr>
          <w:sz w:val="24"/>
          <w:szCs w:val="24"/>
        </w:rPr>
        <w:t>74,9</w:t>
      </w:r>
      <w:r w:rsidR="00A31C1E" w:rsidRPr="000733E7">
        <w:rPr>
          <w:sz w:val="24"/>
          <w:szCs w:val="24"/>
        </w:rPr>
        <w:t>% (</w:t>
      </w:r>
      <w:r w:rsidR="00394B2A">
        <w:rPr>
          <w:sz w:val="24"/>
          <w:szCs w:val="24"/>
        </w:rPr>
        <w:t>827</w:t>
      </w:r>
      <w:r w:rsidR="00A31C1E" w:rsidRPr="000733E7">
        <w:rPr>
          <w:sz w:val="24"/>
          <w:szCs w:val="24"/>
        </w:rPr>
        <w:t xml:space="preserve"> os</w:t>
      </w:r>
      <w:r w:rsidR="00286C91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>);</w:t>
      </w:r>
    </w:p>
    <w:p w:rsidR="00A31C1E" w:rsidRPr="007B2EDC" w:rsidRDefault="00394B2A" w:rsidP="007B2EDC">
      <w:pPr>
        <w:pStyle w:val="Tekstpodstawowy3"/>
        <w:numPr>
          <w:ilvl w:val="0"/>
          <w:numId w:val="33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817</w:t>
      </w:r>
      <w:r w:rsidR="00AA53F8">
        <w:rPr>
          <w:sz w:val="24"/>
          <w:szCs w:val="24"/>
        </w:rPr>
        <w:t xml:space="preserve"> osób</w:t>
      </w:r>
      <w:r w:rsidR="00A31C1E" w:rsidRPr="000733E7">
        <w:rPr>
          <w:sz w:val="24"/>
          <w:szCs w:val="24"/>
        </w:rPr>
        <w:t xml:space="preserve"> bezrobotnych </w:t>
      </w:r>
      <w:r w:rsidR="003431B0" w:rsidRPr="000733E7">
        <w:rPr>
          <w:sz w:val="24"/>
          <w:szCs w:val="24"/>
        </w:rPr>
        <w:t xml:space="preserve">powyżej 50 roku życia (w tym </w:t>
      </w:r>
      <w:r>
        <w:rPr>
          <w:sz w:val="24"/>
          <w:szCs w:val="24"/>
        </w:rPr>
        <w:t>252</w:t>
      </w:r>
      <w:r w:rsidR="00A31C1E" w:rsidRPr="000733E7">
        <w:rPr>
          <w:sz w:val="24"/>
          <w:szCs w:val="24"/>
        </w:rPr>
        <w:t xml:space="preserve"> kobiet</w:t>
      </w:r>
      <w:r w:rsidR="00286C91">
        <w:rPr>
          <w:sz w:val="24"/>
          <w:szCs w:val="24"/>
        </w:rPr>
        <w:t>y</w:t>
      </w:r>
      <w:r w:rsidR="00A31C1E" w:rsidRPr="000733E7">
        <w:rPr>
          <w:sz w:val="24"/>
          <w:szCs w:val="24"/>
        </w:rPr>
        <w:t xml:space="preserve">). Stanowili oni </w:t>
      </w:r>
      <w:r>
        <w:rPr>
          <w:sz w:val="24"/>
          <w:szCs w:val="24"/>
        </w:rPr>
        <w:t>34,1</w:t>
      </w:r>
      <w:r w:rsidR="00A31C1E" w:rsidRPr="000733E7">
        <w:rPr>
          <w:sz w:val="24"/>
          <w:szCs w:val="24"/>
        </w:rPr>
        <w:t>% ogółu bezrobotnych. Wśród tej kategorii bezrobotnych przeważały osoby legitymujące się wykształceniem niższym od średniego</w:t>
      </w:r>
      <w:r w:rsidR="007B2EDC">
        <w:rPr>
          <w:sz w:val="24"/>
          <w:szCs w:val="24"/>
        </w:rPr>
        <w:t xml:space="preserve"> –</w:t>
      </w:r>
      <w:r w:rsidR="00A31C1E" w:rsidRPr="000733E7">
        <w:rPr>
          <w:sz w:val="24"/>
          <w:szCs w:val="24"/>
        </w:rPr>
        <w:t xml:space="preserve"> </w:t>
      </w:r>
      <w:r>
        <w:rPr>
          <w:sz w:val="24"/>
          <w:szCs w:val="24"/>
        </w:rPr>
        <w:t>530</w:t>
      </w:r>
      <w:r w:rsidR="003431B0" w:rsidRPr="007B2EDC">
        <w:rPr>
          <w:sz w:val="24"/>
          <w:szCs w:val="24"/>
        </w:rPr>
        <w:t xml:space="preserve"> os</w:t>
      </w:r>
      <w:r w:rsidR="00286C91" w:rsidRPr="007B2EDC">
        <w:rPr>
          <w:sz w:val="24"/>
          <w:szCs w:val="24"/>
        </w:rPr>
        <w:t>ób</w:t>
      </w:r>
      <w:r w:rsidR="00A31C1E" w:rsidRPr="007B2EDC">
        <w:rPr>
          <w:sz w:val="24"/>
          <w:szCs w:val="24"/>
        </w:rPr>
        <w:t xml:space="preserve"> (</w:t>
      </w:r>
      <w:r>
        <w:rPr>
          <w:sz w:val="24"/>
          <w:szCs w:val="24"/>
        </w:rPr>
        <w:t>64,9</w:t>
      </w:r>
      <w:r w:rsidR="00A31C1E" w:rsidRPr="007B2EDC">
        <w:rPr>
          <w:sz w:val="24"/>
          <w:szCs w:val="24"/>
        </w:rPr>
        <w:t>% ogółu tej kategorii bezrobotnych). Ze względu na staż dominowały osoby, które</w:t>
      </w:r>
      <w:r w:rsidR="003431B0" w:rsidRPr="007B2EDC">
        <w:rPr>
          <w:sz w:val="24"/>
          <w:szCs w:val="24"/>
        </w:rPr>
        <w:t xml:space="preserve"> przepracowały 20 – 30 lat – </w:t>
      </w:r>
      <w:r>
        <w:rPr>
          <w:sz w:val="24"/>
          <w:szCs w:val="24"/>
        </w:rPr>
        <w:t>241</w:t>
      </w:r>
      <w:r w:rsidR="00FF69A4">
        <w:rPr>
          <w:sz w:val="24"/>
          <w:szCs w:val="24"/>
        </w:rPr>
        <w:t xml:space="preserve"> </w:t>
      </w:r>
      <w:r w:rsidR="00AA53F8">
        <w:rPr>
          <w:sz w:val="24"/>
          <w:szCs w:val="24"/>
        </w:rPr>
        <w:t>osób</w:t>
      </w:r>
      <w:r w:rsidR="003431B0" w:rsidRPr="007B2EDC">
        <w:rPr>
          <w:sz w:val="24"/>
          <w:szCs w:val="24"/>
        </w:rPr>
        <w:t xml:space="preserve"> (</w:t>
      </w:r>
      <w:r>
        <w:rPr>
          <w:sz w:val="24"/>
          <w:szCs w:val="24"/>
        </w:rPr>
        <w:t>29,5</w:t>
      </w:r>
      <w:r w:rsidR="00A31C1E" w:rsidRPr="007B2EDC">
        <w:rPr>
          <w:sz w:val="24"/>
          <w:szCs w:val="24"/>
        </w:rPr>
        <w:t>%). W ogólnej liczbie bezrobotnych powyżej 50 ro</w:t>
      </w:r>
      <w:r w:rsidR="003431B0" w:rsidRPr="007B2EDC">
        <w:rPr>
          <w:sz w:val="24"/>
          <w:szCs w:val="24"/>
        </w:rPr>
        <w:t xml:space="preserve">ku życia  aż </w:t>
      </w:r>
      <w:r>
        <w:rPr>
          <w:sz w:val="24"/>
          <w:szCs w:val="24"/>
        </w:rPr>
        <w:t>365</w:t>
      </w:r>
      <w:r w:rsidR="003431B0" w:rsidRPr="007B2EDC">
        <w:rPr>
          <w:sz w:val="24"/>
          <w:szCs w:val="24"/>
        </w:rPr>
        <w:t xml:space="preserve"> os</w:t>
      </w:r>
      <w:r w:rsidR="00FF69A4">
        <w:rPr>
          <w:sz w:val="24"/>
          <w:szCs w:val="24"/>
        </w:rPr>
        <w:t>ób</w:t>
      </w:r>
      <w:r w:rsidR="003431B0" w:rsidRPr="007B2EDC">
        <w:rPr>
          <w:sz w:val="24"/>
          <w:szCs w:val="24"/>
        </w:rPr>
        <w:t xml:space="preserve"> (</w:t>
      </w:r>
      <w:r>
        <w:rPr>
          <w:sz w:val="24"/>
          <w:szCs w:val="24"/>
        </w:rPr>
        <w:t>44,7</w:t>
      </w:r>
      <w:r w:rsidR="00A31C1E" w:rsidRPr="007B2EDC">
        <w:rPr>
          <w:sz w:val="24"/>
          <w:szCs w:val="24"/>
        </w:rPr>
        <w:t>%) nie mogło znaleźć pracy przez okres ponad 12 miesięcy.</w:t>
      </w:r>
    </w:p>
    <w:p w:rsidR="00FD4837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 W </w:t>
      </w:r>
      <w:r w:rsidR="00FA711A" w:rsidRPr="000733E7">
        <w:rPr>
          <w:sz w:val="24"/>
          <w:szCs w:val="24"/>
        </w:rPr>
        <w:t xml:space="preserve">minionym roku </w:t>
      </w:r>
      <w:r w:rsidR="00E523EB">
        <w:rPr>
          <w:sz w:val="24"/>
          <w:szCs w:val="24"/>
        </w:rPr>
        <w:t xml:space="preserve">odnotowano </w:t>
      </w:r>
      <w:r w:rsidR="007418A3">
        <w:rPr>
          <w:sz w:val="24"/>
          <w:szCs w:val="24"/>
        </w:rPr>
        <w:t>wzrost</w:t>
      </w:r>
      <w:r w:rsidR="00E523EB">
        <w:rPr>
          <w:sz w:val="24"/>
          <w:szCs w:val="24"/>
        </w:rPr>
        <w:t xml:space="preserve"> liczby pozyskanych ofert pracy z </w:t>
      </w:r>
      <w:r w:rsidR="00092798">
        <w:rPr>
          <w:sz w:val="24"/>
          <w:szCs w:val="24"/>
        </w:rPr>
        <w:t>6057</w:t>
      </w:r>
      <w:r w:rsidR="00E523EB">
        <w:rPr>
          <w:sz w:val="24"/>
          <w:szCs w:val="24"/>
        </w:rPr>
        <w:t xml:space="preserve"> w </w:t>
      </w:r>
      <w:r w:rsidR="007418A3">
        <w:rPr>
          <w:sz w:val="24"/>
          <w:szCs w:val="24"/>
        </w:rPr>
        <w:t>201</w:t>
      </w:r>
      <w:r w:rsidR="00092798">
        <w:rPr>
          <w:sz w:val="24"/>
          <w:szCs w:val="24"/>
        </w:rPr>
        <w:t>6</w:t>
      </w:r>
      <w:r w:rsidR="007418A3">
        <w:rPr>
          <w:sz w:val="24"/>
          <w:szCs w:val="24"/>
        </w:rPr>
        <w:t xml:space="preserve">r. </w:t>
      </w:r>
      <w:r w:rsidR="00E523EB">
        <w:rPr>
          <w:sz w:val="24"/>
          <w:szCs w:val="24"/>
        </w:rPr>
        <w:t xml:space="preserve">do </w:t>
      </w:r>
      <w:r w:rsidR="00092798">
        <w:rPr>
          <w:sz w:val="24"/>
          <w:szCs w:val="24"/>
        </w:rPr>
        <w:t>7137</w:t>
      </w:r>
      <w:r w:rsidR="00E523EB">
        <w:rPr>
          <w:sz w:val="24"/>
          <w:szCs w:val="24"/>
        </w:rPr>
        <w:t xml:space="preserve"> w 201</w:t>
      </w:r>
      <w:r w:rsidR="00092798">
        <w:rPr>
          <w:sz w:val="24"/>
          <w:szCs w:val="24"/>
        </w:rPr>
        <w:t>7</w:t>
      </w:r>
      <w:r w:rsidR="00E523EB">
        <w:rPr>
          <w:sz w:val="24"/>
          <w:szCs w:val="24"/>
        </w:rPr>
        <w:t xml:space="preserve">r., tj. o </w:t>
      </w:r>
      <w:r w:rsidR="00092798">
        <w:rPr>
          <w:sz w:val="24"/>
          <w:szCs w:val="24"/>
        </w:rPr>
        <w:t>17,8</w:t>
      </w:r>
      <w:r w:rsidR="00E523EB">
        <w:rPr>
          <w:sz w:val="24"/>
          <w:szCs w:val="24"/>
        </w:rPr>
        <w:t>%</w:t>
      </w:r>
      <w:r w:rsidR="0062170D">
        <w:rPr>
          <w:sz w:val="24"/>
          <w:szCs w:val="24"/>
        </w:rPr>
        <w:t xml:space="preserve"> więcej</w:t>
      </w:r>
      <w:r w:rsidR="00E523EB">
        <w:rPr>
          <w:sz w:val="24"/>
          <w:szCs w:val="24"/>
        </w:rPr>
        <w:t xml:space="preserve">. Przeważająca liczba ofert pracy zgłoszonych do tut. urzędu napłynęła z sektora prywatnego i stanowiła </w:t>
      </w:r>
      <w:r w:rsidR="000F08FF">
        <w:rPr>
          <w:sz w:val="24"/>
          <w:szCs w:val="24"/>
        </w:rPr>
        <w:t>95</w:t>
      </w:r>
      <w:r w:rsidR="00092798">
        <w:rPr>
          <w:sz w:val="24"/>
          <w:szCs w:val="24"/>
        </w:rPr>
        <w:t>,3</w:t>
      </w:r>
      <w:r w:rsidR="00E523EB">
        <w:rPr>
          <w:sz w:val="24"/>
          <w:szCs w:val="24"/>
        </w:rPr>
        <w:t>% ogółu ofert pracy.</w:t>
      </w:r>
    </w:p>
    <w:p w:rsidR="00E523EB" w:rsidRDefault="00E523EB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stosunku do ubiegłego roku z</w:t>
      </w:r>
      <w:r w:rsidR="000F08FF">
        <w:rPr>
          <w:sz w:val="24"/>
          <w:szCs w:val="24"/>
        </w:rPr>
        <w:t>mniejszyła</w:t>
      </w:r>
      <w:r>
        <w:rPr>
          <w:sz w:val="24"/>
          <w:szCs w:val="24"/>
        </w:rPr>
        <w:t xml:space="preserve"> się liczba podjęć pracy z </w:t>
      </w:r>
      <w:r w:rsidR="00092798">
        <w:rPr>
          <w:sz w:val="24"/>
          <w:szCs w:val="24"/>
        </w:rPr>
        <w:t>2429</w:t>
      </w:r>
      <w:r>
        <w:rPr>
          <w:sz w:val="24"/>
          <w:szCs w:val="24"/>
        </w:rPr>
        <w:t xml:space="preserve"> w 201</w:t>
      </w:r>
      <w:r w:rsidR="00092798">
        <w:rPr>
          <w:sz w:val="24"/>
          <w:szCs w:val="24"/>
        </w:rPr>
        <w:t>6</w:t>
      </w:r>
      <w:r>
        <w:rPr>
          <w:sz w:val="24"/>
          <w:szCs w:val="24"/>
        </w:rPr>
        <w:t>r. do 2</w:t>
      </w:r>
      <w:r w:rsidR="00092798">
        <w:rPr>
          <w:sz w:val="24"/>
          <w:szCs w:val="24"/>
        </w:rPr>
        <w:t>059</w:t>
      </w:r>
      <w:r>
        <w:rPr>
          <w:sz w:val="24"/>
          <w:szCs w:val="24"/>
        </w:rPr>
        <w:t xml:space="preserve"> w 201</w:t>
      </w:r>
      <w:r w:rsidR="00092798">
        <w:rPr>
          <w:sz w:val="24"/>
          <w:szCs w:val="24"/>
        </w:rPr>
        <w:t>7r., tj. o15</w:t>
      </w:r>
      <w:r w:rsidR="000F08FF">
        <w:rPr>
          <w:sz w:val="24"/>
          <w:szCs w:val="24"/>
        </w:rPr>
        <w:t>,2</w:t>
      </w:r>
      <w:r>
        <w:rPr>
          <w:sz w:val="24"/>
          <w:szCs w:val="24"/>
        </w:rPr>
        <w:t>%</w:t>
      </w:r>
      <w:r w:rsidR="00412DB8">
        <w:rPr>
          <w:sz w:val="24"/>
          <w:szCs w:val="24"/>
        </w:rPr>
        <w:t xml:space="preserve"> </w:t>
      </w:r>
      <w:r w:rsidR="000F08FF">
        <w:rPr>
          <w:sz w:val="24"/>
          <w:szCs w:val="24"/>
        </w:rPr>
        <w:t>mniej</w:t>
      </w:r>
      <w:r>
        <w:rPr>
          <w:sz w:val="24"/>
          <w:szCs w:val="24"/>
        </w:rPr>
        <w:t>.</w:t>
      </w:r>
      <w:r w:rsidR="007A2274">
        <w:rPr>
          <w:sz w:val="24"/>
          <w:szCs w:val="24"/>
        </w:rPr>
        <w:t xml:space="preserve"> Przyczyny mające wpływ na realizację ofert:</w:t>
      </w:r>
    </w:p>
    <w:p w:rsidR="007A2274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</w:t>
      </w:r>
      <w:r w:rsidR="007A2274">
        <w:rPr>
          <w:sz w:val="24"/>
          <w:szCs w:val="24"/>
        </w:rPr>
        <w:t>iskie kwalifikacje zawodowe – bezrobotni nie spełniają wymagań pracodawcy</w:t>
      </w:r>
      <w:r>
        <w:rPr>
          <w:sz w:val="24"/>
          <w:szCs w:val="24"/>
        </w:rPr>
        <w:t>,</w:t>
      </w:r>
      <w:r w:rsidR="007A2274">
        <w:rPr>
          <w:sz w:val="24"/>
          <w:szCs w:val="24"/>
        </w:rPr>
        <w:t xml:space="preserve"> </w:t>
      </w:r>
    </w:p>
    <w:p w:rsidR="007A2274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zatrudnianie cudzoziemców, 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starzejące się społeczeństwo,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wycofanie się z rynku osób w wieku produkcyjnym,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obniżenie wieku emerytalnego,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niż demograficzny,</w:t>
      </w:r>
    </w:p>
    <w:p w:rsidR="003302B9" w:rsidRDefault="003302B9" w:rsidP="004F76B2">
      <w:pPr>
        <w:pStyle w:val="Tekstpodstawowy3"/>
        <w:numPr>
          <w:ilvl w:val="0"/>
          <w:numId w:val="7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III profil pomocy brak możliwości skierowania do pracy.</w:t>
      </w:r>
    </w:p>
    <w:p w:rsidR="001E1C79" w:rsidRDefault="001E1C79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W 201</w:t>
      </w:r>
      <w:r w:rsidR="00092798">
        <w:rPr>
          <w:sz w:val="24"/>
          <w:szCs w:val="24"/>
        </w:rPr>
        <w:t>7</w:t>
      </w:r>
      <w:r w:rsidR="000F08FF">
        <w:rPr>
          <w:sz w:val="24"/>
          <w:szCs w:val="24"/>
        </w:rPr>
        <w:t>r.</w:t>
      </w:r>
      <w:r w:rsidR="00C7507F">
        <w:rPr>
          <w:sz w:val="24"/>
          <w:szCs w:val="24"/>
        </w:rPr>
        <w:t xml:space="preserve"> </w:t>
      </w:r>
      <w:r w:rsidR="00092798">
        <w:rPr>
          <w:sz w:val="24"/>
          <w:szCs w:val="24"/>
        </w:rPr>
        <w:t>nastąpił spadek liczby</w:t>
      </w:r>
      <w:r>
        <w:rPr>
          <w:sz w:val="24"/>
          <w:szCs w:val="24"/>
        </w:rPr>
        <w:t xml:space="preserve"> zarejestrowanych oświadczeń dot. zamiaru zatrudnienia cudzoziemca o </w:t>
      </w:r>
      <w:r w:rsidR="00092798">
        <w:rPr>
          <w:sz w:val="24"/>
          <w:szCs w:val="24"/>
        </w:rPr>
        <w:t>14,6</w:t>
      </w:r>
      <w:r>
        <w:rPr>
          <w:sz w:val="24"/>
          <w:szCs w:val="24"/>
        </w:rPr>
        <w:t>% w stosunku do 201</w:t>
      </w:r>
      <w:r w:rsidR="00092798">
        <w:rPr>
          <w:sz w:val="24"/>
          <w:szCs w:val="24"/>
        </w:rPr>
        <w:t>6</w:t>
      </w:r>
      <w:r>
        <w:rPr>
          <w:sz w:val="24"/>
          <w:szCs w:val="24"/>
        </w:rPr>
        <w:t>r.</w:t>
      </w:r>
    </w:p>
    <w:p w:rsidR="00E523EB" w:rsidRDefault="00E523EB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</w:t>
      </w:r>
      <w:r w:rsidR="002E609A">
        <w:rPr>
          <w:sz w:val="24"/>
          <w:szCs w:val="24"/>
        </w:rPr>
        <w:t>7</w:t>
      </w:r>
      <w:r>
        <w:rPr>
          <w:sz w:val="24"/>
          <w:szCs w:val="24"/>
        </w:rPr>
        <w:t>r.</w:t>
      </w:r>
      <w:r w:rsidR="007D29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urząd pracy koncentrował się przede wszystkim na zorganizowaniu takich </w:t>
      </w:r>
      <w:r w:rsidR="0054184E">
        <w:rPr>
          <w:sz w:val="24"/>
          <w:szCs w:val="24"/>
        </w:rPr>
        <w:t>kierunków szkoleń, któr</w:t>
      </w:r>
      <w:r w:rsidR="00115288">
        <w:rPr>
          <w:sz w:val="24"/>
          <w:szCs w:val="24"/>
        </w:rPr>
        <w:t>e umożliwiły osobom bezrobotnym</w:t>
      </w:r>
      <w:r w:rsidR="0054184E">
        <w:rPr>
          <w:sz w:val="24"/>
          <w:szCs w:val="24"/>
        </w:rPr>
        <w:t xml:space="preserve"> podjęcie pracy. W </w:t>
      </w:r>
      <w:r w:rsidR="000F08FF">
        <w:rPr>
          <w:sz w:val="24"/>
          <w:szCs w:val="24"/>
        </w:rPr>
        <w:t>stosunku do 201</w:t>
      </w:r>
      <w:r w:rsidR="002E609A">
        <w:rPr>
          <w:sz w:val="24"/>
          <w:szCs w:val="24"/>
        </w:rPr>
        <w:t>6</w:t>
      </w:r>
      <w:r w:rsidR="00EB239B">
        <w:rPr>
          <w:sz w:val="24"/>
          <w:szCs w:val="24"/>
        </w:rPr>
        <w:t>r. liczb</w:t>
      </w:r>
      <w:r w:rsidR="007D29A9">
        <w:rPr>
          <w:sz w:val="24"/>
          <w:szCs w:val="24"/>
        </w:rPr>
        <w:t>a osób prz</w:t>
      </w:r>
      <w:r w:rsidR="000F08FF">
        <w:rPr>
          <w:sz w:val="24"/>
          <w:szCs w:val="24"/>
        </w:rPr>
        <w:t xml:space="preserve">eszkolonych </w:t>
      </w:r>
      <w:r w:rsidR="002E609A">
        <w:rPr>
          <w:sz w:val="24"/>
          <w:szCs w:val="24"/>
        </w:rPr>
        <w:t>zwiększyła się o 41 osób, tj. o 34</w:t>
      </w:r>
      <w:r w:rsidR="000F08FF">
        <w:rPr>
          <w:sz w:val="24"/>
          <w:szCs w:val="24"/>
        </w:rPr>
        <w:t>,2</w:t>
      </w:r>
      <w:r w:rsidR="00EB239B">
        <w:rPr>
          <w:sz w:val="24"/>
          <w:szCs w:val="24"/>
        </w:rPr>
        <w:t>%.</w:t>
      </w:r>
    </w:p>
    <w:p w:rsidR="001C21BD" w:rsidRDefault="002E609A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2017</w:t>
      </w:r>
      <w:r w:rsidR="0014607B">
        <w:rPr>
          <w:sz w:val="24"/>
          <w:szCs w:val="24"/>
        </w:rPr>
        <w:t xml:space="preserve"> roku doradcy zawodowi kontynuowali swoją działalność w za</w:t>
      </w:r>
      <w:r>
        <w:rPr>
          <w:sz w:val="24"/>
          <w:szCs w:val="24"/>
        </w:rPr>
        <w:t>kresie porad indywidualnych (407), grupowych (18</w:t>
      </w:r>
      <w:r w:rsidR="0014607B">
        <w:rPr>
          <w:sz w:val="24"/>
          <w:szCs w:val="24"/>
        </w:rPr>
        <w:t xml:space="preserve"> osób), udzi</w:t>
      </w:r>
      <w:r>
        <w:rPr>
          <w:sz w:val="24"/>
          <w:szCs w:val="24"/>
        </w:rPr>
        <w:t>elania informacji zawodowych (44</w:t>
      </w:r>
      <w:r w:rsidR="0014607B">
        <w:rPr>
          <w:sz w:val="24"/>
          <w:szCs w:val="24"/>
        </w:rPr>
        <w:t>) oraz współpracy z instytucjami wspierającymi (OPS).</w:t>
      </w:r>
    </w:p>
    <w:p w:rsidR="001C21BD" w:rsidRDefault="001C21BD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roku 201</w:t>
      </w:r>
      <w:r w:rsidR="002E609A">
        <w:rPr>
          <w:sz w:val="24"/>
          <w:szCs w:val="24"/>
        </w:rPr>
        <w:t>7</w:t>
      </w:r>
      <w:r>
        <w:rPr>
          <w:sz w:val="24"/>
          <w:szCs w:val="24"/>
        </w:rPr>
        <w:t xml:space="preserve"> urząd pracy dysponował </w:t>
      </w:r>
      <w:r w:rsidR="00B2021C">
        <w:rPr>
          <w:sz w:val="24"/>
          <w:szCs w:val="24"/>
        </w:rPr>
        <w:t xml:space="preserve">środkami finansowymi na aktywne programy rynku pracy w wysokości 6.813.900 (algorytm – 2.657.352; POWER EFS – 1.333.736; RPO EFS – 914.112; rezerwa </w:t>
      </w:r>
      <w:proofErr w:type="spellStart"/>
      <w:r w:rsidR="00B2021C">
        <w:rPr>
          <w:sz w:val="24"/>
          <w:szCs w:val="24"/>
        </w:rPr>
        <w:t>MRPiPS</w:t>
      </w:r>
      <w:proofErr w:type="spellEnd"/>
      <w:r w:rsidR="00B2021C">
        <w:rPr>
          <w:sz w:val="24"/>
          <w:szCs w:val="24"/>
        </w:rPr>
        <w:t xml:space="preserve"> – 489.000; art. 150f – 1.419.700), któ</w:t>
      </w:r>
      <w:r w:rsidR="001F5F6D">
        <w:rPr>
          <w:sz w:val="24"/>
          <w:szCs w:val="24"/>
        </w:rPr>
        <w:t>re były mniejsze o 480.000 tj.</w:t>
      </w:r>
      <w:r w:rsidR="00B2021C">
        <w:rPr>
          <w:sz w:val="24"/>
          <w:szCs w:val="24"/>
        </w:rPr>
        <w:t xml:space="preserve"> 6,6% niż w 2016r. – 7.293.900 (algorytm – 3.028.430, POWER EFS – 1.383.981, RPO EFS – 759.489; rezerwa – 1.356.00; art. 150f – 766.00). </w:t>
      </w:r>
    </w:p>
    <w:p w:rsidR="001C21BD" w:rsidRDefault="001C21BD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analizowanym okresie urząd realizował aktywne programy rynku pracy, w których uczestniczyło </w:t>
      </w:r>
      <w:r w:rsidR="002E609A">
        <w:rPr>
          <w:sz w:val="24"/>
          <w:szCs w:val="24"/>
        </w:rPr>
        <w:t>913</w:t>
      </w:r>
      <w:r w:rsidR="00E933B3">
        <w:rPr>
          <w:sz w:val="24"/>
          <w:szCs w:val="24"/>
        </w:rPr>
        <w:t xml:space="preserve"> osób</w:t>
      </w:r>
      <w:r>
        <w:rPr>
          <w:sz w:val="24"/>
          <w:szCs w:val="24"/>
        </w:rPr>
        <w:t xml:space="preserve">. W porównaniu do analogicznego okresu roku poprzedniego nastąpił </w:t>
      </w:r>
      <w:r w:rsidR="00CD4DB2">
        <w:rPr>
          <w:sz w:val="24"/>
          <w:szCs w:val="24"/>
        </w:rPr>
        <w:t>spadek</w:t>
      </w:r>
      <w:r>
        <w:rPr>
          <w:sz w:val="24"/>
          <w:szCs w:val="24"/>
        </w:rPr>
        <w:t xml:space="preserve"> liczby osób korzystających z programów rynku pracy o </w:t>
      </w:r>
      <w:r w:rsidR="00E933B3">
        <w:rPr>
          <w:sz w:val="24"/>
          <w:szCs w:val="24"/>
        </w:rPr>
        <w:t>60</w:t>
      </w:r>
      <w:r w:rsidR="00115288">
        <w:rPr>
          <w:sz w:val="24"/>
          <w:szCs w:val="24"/>
        </w:rPr>
        <w:t xml:space="preserve"> osób</w:t>
      </w:r>
      <w:r>
        <w:rPr>
          <w:sz w:val="24"/>
          <w:szCs w:val="24"/>
        </w:rPr>
        <w:t xml:space="preserve">, tj. o </w:t>
      </w:r>
      <w:r w:rsidR="00E933B3">
        <w:rPr>
          <w:sz w:val="24"/>
          <w:szCs w:val="24"/>
        </w:rPr>
        <w:t>6,2</w:t>
      </w:r>
      <w:r>
        <w:rPr>
          <w:sz w:val="24"/>
          <w:szCs w:val="24"/>
        </w:rPr>
        <w:t>%.</w:t>
      </w:r>
    </w:p>
    <w:p w:rsidR="001C21BD" w:rsidRDefault="001C21BD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</w:t>
      </w:r>
      <w:r w:rsidR="00E933B3">
        <w:rPr>
          <w:sz w:val="24"/>
          <w:szCs w:val="24"/>
        </w:rPr>
        <w:t>7</w:t>
      </w:r>
      <w:r>
        <w:rPr>
          <w:sz w:val="24"/>
          <w:szCs w:val="24"/>
        </w:rPr>
        <w:t xml:space="preserve"> roku koszt poniesiony za jednego uczestnika aktywnych programów rynku pracy wyniósł </w:t>
      </w:r>
      <w:r w:rsidR="00E933B3">
        <w:rPr>
          <w:sz w:val="24"/>
          <w:szCs w:val="24"/>
        </w:rPr>
        <w:t>7.248</w:t>
      </w:r>
      <w:r>
        <w:rPr>
          <w:sz w:val="24"/>
          <w:szCs w:val="24"/>
        </w:rPr>
        <w:t xml:space="preserve"> zł. </w:t>
      </w:r>
      <w:r w:rsidR="00C609AF">
        <w:rPr>
          <w:sz w:val="24"/>
          <w:szCs w:val="24"/>
        </w:rPr>
        <w:t>W</w:t>
      </w:r>
      <w:r>
        <w:rPr>
          <w:sz w:val="24"/>
          <w:szCs w:val="24"/>
        </w:rPr>
        <w:t xml:space="preserve"> stosunku do 201</w:t>
      </w:r>
      <w:r w:rsidR="00E933B3">
        <w:rPr>
          <w:sz w:val="24"/>
          <w:szCs w:val="24"/>
        </w:rPr>
        <w:t>6</w:t>
      </w:r>
      <w:r>
        <w:rPr>
          <w:sz w:val="24"/>
          <w:szCs w:val="24"/>
        </w:rPr>
        <w:t xml:space="preserve">r. </w:t>
      </w:r>
      <w:r w:rsidR="00D843BB">
        <w:rPr>
          <w:sz w:val="24"/>
          <w:szCs w:val="24"/>
        </w:rPr>
        <w:t>z</w:t>
      </w:r>
      <w:r w:rsidR="00E933B3">
        <w:rPr>
          <w:sz w:val="24"/>
          <w:szCs w:val="24"/>
        </w:rPr>
        <w:t>większył</w:t>
      </w:r>
      <w:r w:rsidR="00D843BB">
        <w:rPr>
          <w:sz w:val="24"/>
          <w:szCs w:val="24"/>
        </w:rPr>
        <w:t xml:space="preserve"> się</w:t>
      </w:r>
      <w:r>
        <w:rPr>
          <w:sz w:val="24"/>
          <w:szCs w:val="24"/>
        </w:rPr>
        <w:t xml:space="preserve"> o </w:t>
      </w:r>
      <w:r w:rsidR="00E933B3">
        <w:rPr>
          <w:sz w:val="24"/>
          <w:szCs w:val="24"/>
        </w:rPr>
        <w:t>80</w:t>
      </w:r>
      <w:r>
        <w:rPr>
          <w:sz w:val="24"/>
          <w:szCs w:val="24"/>
        </w:rPr>
        <w:t xml:space="preserve"> zł, tj. o </w:t>
      </w:r>
      <w:r w:rsidR="00E933B3">
        <w:rPr>
          <w:sz w:val="24"/>
          <w:szCs w:val="24"/>
        </w:rPr>
        <w:t>1,1</w:t>
      </w:r>
      <w:r>
        <w:rPr>
          <w:sz w:val="24"/>
          <w:szCs w:val="24"/>
        </w:rPr>
        <w:t>%. Natomiast wydatki poniesione na 1 osobę w 201</w:t>
      </w:r>
      <w:r w:rsidR="00E933B3">
        <w:rPr>
          <w:sz w:val="24"/>
          <w:szCs w:val="24"/>
        </w:rPr>
        <w:t>7</w:t>
      </w:r>
      <w:r>
        <w:rPr>
          <w:sz w:val="24"/>
          <w:szCs w:val="24"/>
        </w:rPr>
        <w:t>r. na niżej wymienione programy rynku pracy przedstawiały się następująco:</w:t>
      </w:r>
    </w:p>
    <w:p w:rsidR="001C21BD" w:rsidRDefault="00D843BB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prace interwencyjne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E933B3">
        <w:rPr>
          <w:sz w:val="24"/>
          <w:szCs w:val="24"/>
        </w:rPr>
        <w:t>4.417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roboty publiczne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E933B3">
        <w:rPr>
          <w:sz w:val="24"/>
          <w:szCs w:val="24"/>
        </w:rPr>
        <w:t>6.163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szkolenia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E933B3">
        <w:rPr>
          <w:sz w:val="24"/>
          <w:szCs w:val="24"/>
        </w:rPr>
        <w:t>3.644</w:t>
      </w:r>
    </w:p>
    <w:p w:rsidR="002C0CB8" w:rsidRDefault="006C5C7C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bon szkoleniowy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E933B3">
        <w:rPr>
          <w:sz w:val="24"/>
          <w:szCs w:val="24"/>
        </w:rPr>
        <w:t>4.179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staż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E933B3">
        <w:rPr>
          <w:sz w:val="24"/>
          <w:szCs w:val="24"/>
        </w:rPr>
        <w:t>6.857</w:t>
      </w:r>
    </w:p>
    <w:p w:rsidR="002C0CB8" w:rsidRDefault="006C5C7C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bo</w:t>
      </w:r>
      <w:r w:rsidR="00D843BB">
        <w:rPr>
          <w:sz w:val="24"/>
          <w:szCs w:val="24"/>
        </w:rPr>
        <w:t>n stażowy</w:t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  <w:t xml:space="preserve">             </w:t>
      </w:r>
      <w:r w:rsidR="00E933B3">
        <w:rPr>
          <w:sz w:val="24"/>
          <w:szCs w:val="24"/>
        </w:rPr>
        <w:t>690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prace społecznie użyteczne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E933B3">
        <w:rPr>
          <w:sz w:val="24"/>
          <w:szCs w:val="24"/>
        </w:rPr>
        <w:t>1.064</w:t>
      </w:r>
    </w:p>
    <w:p w:rsidR="002C0CB8" w:rsidRDefault="002C0CB8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dofinansowanie wynagrodzenia </w:t>
      </w:r>
    </w:p>
    <w:p w:rsidR="002C0CB8" w:rsidRDefault="002C0CB8" w:rsidP="002C0CB8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bezrobotneg</w:t>
      </w:r>
      <w:r w:rsidR="00D843BB">
        <w:rPr>
          <w:sz w:val="24"/>
          <w:szCs w:val="24"/>
        </w:rPr>
        <w:t>o powyżej 50 roku życia</w:t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  <w:t xml:space="preserve">  </w:t>
      </w:r>
      <w:r w:rsidR="00E933B3">
        <w:rPr>
          <w:sz w:val="24"/>
          <w:szCs w:val="24"/>
        </w:rPr>
        <w:t>4.000</w:t>
      </w:r>
    </w:p>
    <w:p w:rsidR="003A3BA2" w:rsidRDefault="003A3BA2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dotacje na dzia</w:t>
      </w:r>
      <w:r w:rsidR="004626F0">
        <w:rPr>
          <w:sz w:val="24"/>
          <w:szCs w:val="24"/>
        </w:rPr>
        <w:t xml:space="preserve">łalność </w:t>
      </w:r>
      <w:r w:rsidR="00D843BB">
        <w:rPr>
          <w:sz w:val="24"/>
          <w:szCs w:val="24"/>
        </w:rPr>
        <w:t>gospodarczą</w:t>
      </w:r>
      <w:r w:rsidR="00D843BB">
        <w:rPr>
          <w:sz w:val="24"/>
          <w:szCs w:val="24"/>
        </w:rPr>
        <w:tab/>
      </w:r>
      <w:r w:rsidR="00D843BB">
        <w:rPr>
          <w:sz w:val="24"/>
          <w:szCs w:val="24"/>
        </w:rPr>
        <w:tab/>
        <w:t xml:space="preserve">            </w:t>
      </w:r>
      <w:r w:rsidR="00E933B3">
        <w:rPr>
          <w:sz w:val="24"/>
          <w:szCs w:val="24"/>
        </w:rPr>
        <w:t>22.370</w:t>
      </w:r>
    </w:p>
    <w:p w:rsidR="002C0CB8" w:rsidRDefault="00197CE1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refundacja kosztów wyposażenia </w:t>
      </w:r>
    </w:p>
    <w:p w:rsidR="00197CE1" w:rsidRDefault="00197CE1" w:rsidP="002C0CB8">
      <w:pPr>
        <w:pStyle w:val="Tekstpodstawowy3"/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lub doposażenia </w:t>
      </w:r>
      <w:r w:rsidR="00E933B3">
        <w:rPr>
          <w:sz w:val="24"/>
          <w:szCs w:val="24"/>
        </w:rPr>
        <w:t>stanowiska pracy</w:t>
      </w:r>
      <w:r w:rsidR="00E933B3">
        <w:rPr>
          <w:sz w:val="24"/>
          <w:szCs w:val="24"/>
        </w:rPr>
        <w:tab/>
      </w:r>
      <w:r w:rsidR="00E933B3">
        <w:rPr>
          <w:sz w:val="24"/>
          <w:szCs w:val="24"/>
        </w:rPr>
        <w:tab/>
      </w:r>
      <w:r w:rsidR="00E933B3">
        <w:rPr>
          <w:sz w:val="24"/>
          <w:szCs w:val="24"/>
        </w:rPr>
        <w:tab/>
        <w:t>23.000</w:t>
      </w:r>
    </w:p>
    <w:p w:rsidR="003A3BA2" w:rsidRDefault="002C0CB8" w:rsidP="004F76B2">
      <w:pPr>
        <w:pStyle w:val="Tekstpodstawowy3"/>
        <w:numPr>
          <w:ilvl w:val="0"/>
          <w:numId w:val="44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bon na zasiedlenie</w:t>
      </w:r>
      <w:r w:rsidR="00197CE1">
        <w:rPr>
          <w:sz w:val="24"/>
          <w:szCs w:val="24"/>
        </w:rPr>
        <w:tab/>
      </w:r>
      <w:r w:rsidR="00197CE1">
        <w:rPr>
          <w:sz w:val="24"/>
          <w:szCs w:val="24"/>
        </w:rPr>
        <w:tab/>
      </w:r>
      <w:r w:rsidR="00197CE1">
        <w:rPr>
          <w:sz w:val="24"/>
          <w:szCs w:val="24"/>
        </w:rPr>
        <w:tab/>
      </w:r>
      <w:r w:rsidR="00197CE1">
        <w:rPr>
          <w:sz w:val="24"/>
          <w:szCs w:val="24"/>
        </w:rPr>
        <w:tab/>
      </w:r>
      <w:r w:rsidR="00197CE1">
        <w:rPr>
          <w:sz w:val="24"/>
          <w:szCs w:val="24"/>
        </w:rPr>
        <w:tab/>
        <w:t xml:space="preserve">  </w:t>
      </w:r>
      <w:r w:rsidR="00E933B3">
        <w:rPr>
          <w:sz w:val="24"/>
          <w:szCs w:val="24"/>
        </w:rPr>
        <w:t>8.000</w:t>
      </w:r>
    </w:p>
    <w:p w:rsidR="003A3BA2" w:rsidRDefault="003A3BA2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</w:t>
      </w:r>
      <w:r w:rsidR="00E933B3">
        <w:rPr>
          <w:sz w:val="24"/>
          <w:szCs w:val="24"/>
        </w:rPr>
        <w:t>7</w:t>
      </w:r>
      <w:r>
        <w:rPr>
          <w:sz w:val="24"/>
          <w:szCs w:val="24"/>
        </w:rPr>
        <w:t xml:space="preserve">r. wskaźnik zatrudnienia po </w:t>
      </w:r>
      <w:r w:rsidR="00947E19">
        <w:rPr>
          <w:sz w:val="24"/>
          <w:szCs w:val="24"/>
        </w:rPr>
        <w:t>programach rynku pracy</w:t>
      </w:r>
      <w:r>
        <w:rPr>
          <w:sz w:val="24"/>
          <w:szCs w:val="24"/>
        </w:rPr>
        <w:t xml:space="preserve">:  </w:t>
      </w:r>
    </w:p>
    <w:p w:rsidR="00197CE1" w:rsidRPr="00197CE1" w:rsidRDefault="00CD4DB2" w:rsidP="004F76B2">
      <w:pPr>
        <w:pStyle w:val="Tekstpodstawowy3"/>
        <w:numPr>
          <w:ilvl w:val="0"/>
          <w:numId w:val="46"/>
        </w:numPr>
        <w:spacing w:after="0"/>
        <w:ind w:left="567" w:hanging="283"/>
        <w:rPr>
          <w:b/>
          <w:sz w:val="24"/>
          <w:szCs w:val="24"/>
        </w:rPr>
      </w:pPr>
      <w:r>
        <w:rPr>
          <w:b/>
          <w:sz w:val="24"/>
          <w:szCs w:val="24"/>
        </w:rPr>
        <w:t>zmniej</w:t>
      </w:r>
      <w:r w:rsidR="003A3BA2" w:rsidRPr="00BE3B86">
        <w:rPr>
          <w:b/>
          <w:sz w:val="24"/>
          <w:szCs w:val="24"/>
        </w:rPr>
        <w:t>szył się w:</w:t>
      </w:r>
    </w:p>
    <w:p w:rsidR="00197CE1" w:rsidRPr="00197CE1" w:rsidRDefault="00197CE1" w:rsidP="004F76B2">
      <w:pPr>
        <w:pStyle w:val="Tekstpodstawowy3"/>
        <w:numPr>
          <w:ilvl w:val="0"/>
          <w:numId w:val="45"/>
        </w:numPr>
        <w:spacing w:after="0"/>
        <w:ind w:left="284" w:firstLine="11"/>
        <w:rPr>
          <w:sz w:val="24"/>
          <w:szCs w:val="24"/>
        </w:rPr>
      </w:pPr>
      <w:r w:rsidRPr="00197CE1">
        <w:rPr>
          <w:sz w:val="24"/>
          <w:szCs w:val="24"/>
        </w:rPr>
        <w:lastRenderedPageBreak/>
        <w:t xml:space="preserve">pracach interwencyjnych – </w:t>
      </w:r>
      <w:r w:rsidR="00E933B3">
        <w:rPr>
          <w:sz w:val="24"/>
          <w:szCs w:val="24"/>
        </w:rPr>
        <w:t>72,7</w:t>
      </w:r>
      <w:r w:rsidRPr="00197CE1">
        <w:rPr>
          <w:sz w:val="24"/>
          <w:szCs w:val="24"/>
        </w:rPr>
        <w:t>% w porównaniu do 201</w:t>
      </w:r>
      <w:r w:rsidR="00E933B3">
        <w:rPr>
          <w:sz w:val="24"/>
          <w:szCs w:val="24"/>
        </w:rPr>
        <w:t>6</w:t>
      </w:r>
      <w:r w:rsidRPr="00197CE1">
        <w:rPr>
          <w:sz w:val="24"/>
          <w:szCs w:val="24"/>
        </w:rPr>
        <w:t>r. z</w:t>
      </w:r>
      <w:r w:rsidR="00CD4DB2">
        <w:rPr>
          <w:sz w:val="24"/>
          <w:szCs w:val="24"/>
        </w:rPr>
        <w:t>mniej</w:t>
      </w:r>
      <w:r>
        <w:rPr>
          <w:sz w:val="24"/>
          <w:szCs w:val="24"/>
        </w:rPr>
        <w:t>szył</w:t>
      </w:r>
      <w:r w:rsidRPr="00197CE1">
        <w:rPr>
          <w:sz w:val="24"/>
          <w:szCs w:val="24"/>
        </w:rPr>
        <w:t xml:space="preserve"> się o </w:t>
      </w:r>
      <w:r w:rsidR="00E933B3">
        <w:rPr>
          <w:sz w:val="24"/>
          <w:szCs w:val="24"/>
        </w:rPr>
        <w:t>2,9</w:t>
      </w:r>
      <w:r w:rsidR="00EB239B">
        <w:rPr>
          <w:sz w:val="24"/>
          <w:szCs w:val="24"/>
        </w:rPr>
        <w:t xml:space="preserve"> </w:t>
      </w:r>
      <w:r w:rsidR="001C5351">
        <w:rPr>
          <w:sz w:val="24"/>
          <w:szCs w:val="24"/>
        </w:rPr>
        <w:t>punktu procentowego</w:t>
      </w:r>
      <w:r w:rsidRPr="00197CE1">
        <w:rPr>
          <w:sz w:val="24"/>
          <w:szCs w:val="24"/>
        </w:rPr>
        <w:t>,</w:t>
      </w:r>
    </w:p>
    <w:p w:rsidR="00404B14" w:rsidRDefault="00E933B3" w:rsidP="004F76B2">
      <w:pPr>
        <w:pStyle w:val="Tekstpodstawowy3"/>
        <w:numPr>
          <w:ilvl w:val="0"/>
          <w:numId w:val="5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dofinansowaniu wynagrodzenia bezrobotnego 50+ - 52% w porównaniu do 2016 roku zmniejszył się o 11,6 punktu procentowego,</w:t>
      </w:r>
    </w:p>
    <w:p w:rsidR="00E933B3" w:rsidRDefault="00E933B3" w:rsidP="004F76B2">
      <w:pPr>
        <w:pStyle w:val="Tekstpodstawowy3"/>
        <w:numPr>
          <w:ilvl w:val="0"/>
          <w:numId w:val="5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bonie szkoleniowym – 36,4% w porównaniu do 2016 roku zmniejszył się o 45,4 punktu procentowego</w:t>
      </w:r>
    </w:p>
    <w:p w:rsidR="007B3E76" w:rsidRPr="00404B14" w:rsidRDefault="00E933B3" w:rsidP="004F76B2">
      <w:pPr>
        <w:pStyle w:val="Tekstpodstawowy3"/>
        <w:numPr>
          <w:ilvl w:val="0"/>
          <w:numId w:val="5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bonie stażowym – 79,1% w porównaniu do 2016</w:t>
      </w:r>
      <w:r w:rsidR="007B3E76">
        <w:rPr>
          <w:sz w:val="24"/>
          <w:szCs w:val="24"/>
        </w:rPr>
        <w:t xml:space="preserve">r. zmniejszył się o </w:t>
      </w:r>
      <w:r>
        <w:rPr>
          <w:sz w:val="24"/>
          <w:szCs w:val="24"/>
        </w:rPr>
        <w:t>7,9</w:t>
      </w:r>
      <w:r w:rsidR="007B3E76">
        <w:rPr>
          <w:sz w:val="24"/>
          <w:szCs w:val="24"/>
        </w:rPr>
        <w:t>%</w:t>
      </w:r>
    </w:p>
    <w:p w:rsidR="002C0CB8" w:rsidRPr="00404B14" w:rsidRDefault="00CD4DB2" w:rsidP="004F76B2">
      <w:pPr>
        <w:pStyle w:val="Tekstpodstawowy3"/>
        <w:numPr>
          <w:ilvl w:val="0"/>
          <w:numId w:val="46"/>
        </w:numPr>
        <w:spacing w:after="0"/>
        <w:ind w:left="567" w:hanging="28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zwięk</w:t>
      </w:r>
      <w:r w:rsidR="00715A94" w:rsidRPr="00BE3B86">
        <w:rPr>
          <w:b/>
          <w:sz w:val="24"/>
          <w:szCs w:val="24"/>
        </w:rPr>
        <w:t>szył się w:</w:t>
      </w:r>
    </w:p>
    <w:p w:rsidR="00197CE1" w:rsidRDefault="007B3E76" w:rsidP="004F76B2">
      <w:pPr>
        <w:pStyle w:val="Tekstpodstawowy3"/>
        <w:numPr>
          <w:ilvl w:val="0"/>
          <w:numId w:val="5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robotach publicznych</w:t>
      </w:r>
      <w:r w:rsidR="00197CE1">
        <w:rPr>
          <w:sz w:val="24"/>
          <w:szCs w:val="24"/>
        </w:rPr>
        <w:t xml:space="preserve"> – </w:t>
      </w:r>
      <w:r w:rsidR="00E933B3">
        <w:rPr>
          <w:sz w:val="24"/>
          <w:szCs w:val="24"/>
        </w:rPr>
        <w:t>79,8</w:t>
      </w:r>
      <w:r w:rsidR="00197CE1">
        <w:rPr>
          <w:sz w:val="24"/>
          <w:szCs w:val="24"/>
        </w:rPr>
        <w:t>% w porównaniu do 201</w:t>
      </w:r>
      <w:r w:rsidR="00E933B3">
        <w:rPr>
          <w:sz w:val="24"/>
          <w:szCs w:val="24"/>
        </w:rPr>
        <w:t>6</w:t>
      </w:r>
      <w:r w:rsidR="00CD4DB2">
        <w:rPr>
          <w:sz w:val="24"/>
          <w:szCs w:val="24"/>
        </w:rPr>
        <w:t xml:space="preserve"> roku zwięk</w:t>
      </w:r>
      <w:r w:rsidR="00197CE1">
        <w:rPr>
          <w:sz w:val="24"/>
          <w:szCs w:val="24"/>
        </w:rPr>
        <w:t xml:space="preserve">szył się o </w:t>
      </w:r>
      <w:r w:rsidR="00E933B3">
        <w:rPr>
          <w:sz w:val="24"/>
          <w:szCs w:val="24"/>
        </w:rPr>
        <w:t>7,9</w:t>
      </w:r>
      <w:r w:rsidR="00197CE1">
        <w:rPr>
          <w:sz w:val="24"/>
          <w:szCs w:val="24"/>
        </w:rPr>
        <w:t xml:space="preserve"> punkt</w:t>
      </w:r>
      <w:r w:rsidR="001C5351">
        <w:rPr>
          <w:sz w:val="24"/>
          <w:szCs w:val="24"/>
        </w:rPr>
        <w:t>u</w:t>
      </w:r>
      <w:r w:rsidR="00197CE1">
        <w:rPr>
          <w:sz w:val="24"/>
          <w:szCs w:val="24"/>
        </w:rPr>
        <w:t xml:space="preserve"> procentow</w:t>
      </w:r>
      <w:r w:rsidR="001C5351">
        <w:rPr>
          <w:sz w:val="24"/>
          <w:szCs w:val="24"/>
        </w:rPr>
        <w:t>ego</w:t>
      </w:r>
      <w:r w:rsidR="00197CE1">
        <w:rPr>
          <w:sz w:val="24"/>
          <w:szCs w:val="24"/>
        </w:rPr>
        <w:t>,</w:t>
      </w:r>
    </w:p>
    <w:p w:rsidR="00404B14" w:rsidRDefault="00E933B3" w:rsidP="004F76B2">
      <w:pPr>
        <w:pStyle w:val="Akapitzlist"/>
        <w:numPr>
          <w:ilvl w:val="0"/>
          <w:numId w:val="5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szkoleniach – 68,5% w porównaniu do 2016r. zwiększył się o 4,9</w:t>
      </w:r>
      <w:r w:rsidR="00E573CE">
        <w:rPr>
          <w:sz w:val="24"/>
          <w:szCs w:val="24"/>
        </w:rPr>
        <w:t xml:space="preserve"> punktu  </w:t>
      </w:r>
      <w:r w:rsidR="001C5351">
        <w:rPr>
          <w:sz w:val="24"/>
          <w:szCs w:val="24"/>
        </w:rPr>
        <w:t>procentowego</w:t>
      </w:r>
      <w:r w:rsidR="00404B14" w:rsidRPr="00404B14">
        <w:rPr>
          <w:sz w:val="24"/>
          <w:szCs w:val="24"/>
        </w:rPr>
        <w:t>,</w:t>
      </w:r>
    </w:p>
    <w:p w:rsidR="00404B14" w:rsidRDefault="00404B14" w:rsidP="004F76B2">
      <w:pPr>
        <w:pStyle w:val="Akapitzlist"/>
        <w:numPr>
          <w:ilvl w:val="0"/>
          <w:numId w:val="54"/>
        </w:numPr>
        <w:spacing w:line="360" w:lineRule="auto"/>
        <w:rPr>
          <w:sz w:val="24"/>
          <w:szCs w:val="24"/>
        </w:rPr>
      </w:pPr>
      <w:r w:rsidRPr="00404B14">
        <w:rPr>
          <w:sz w:val="24"/>
          <w:szCs w:val="24"/>
        </w:rPr>
        <w:t>pra</w:t>
      </w:r>
      <w:r w:rsidR="007B3E76">
        <w:rPr>
          <w:sz w:val="24"/>
          <w:szCs w:val="24"/>
        </w:rPr>
        <w:t>ca</w:t>
      </w:r>
      <w:r w:rsidR="00E933B3">
        <w:rPr>
          <w:sz w:val="24"/>
          <w:szCs w:val="24"/>
        </w:rPr>
        <w:t>ch społecznie użytecznych – 20</w:t>
      </w:r>
      <w:r w:rsidR="007B3E76">
        <w:rPr>
          <w:sz w:val="24"/>
          <w:szCs w:val="24"/>
        </w:rPr>
        <w:t>% w porówn</w:t>
      </w:r>
      <w:r w:rsidR="00E933B3">
        <w:rPr>
          <w:sz w:val="24"/>
          <w:szCs w:val="24"/>
        </w:rPr>
        <w:t>aniu do 2016r. zwiększył się o 2,2</w:t>
      </w:r>
      <w:r w:rsidR="001C5351">
        <w:rPr>
          <w:sz w:val="24"/>
          <w:szCs w:val="24"/>
        </w:rPr>
        <w:t xml:space="preserve"> punktu procentowego</w:t>
      </w:r>
      <w:r w:rsidRPr="00404B14">
        <w:rPr>
          <w:sz w:val="24"/>
          <w:szCs w:val="24"/>
        </w:rPr>
        <w:t>,</w:t>
      </w:r>
    </w:p>
    <w:p w:rsidR="00E933B3" w:rsidRPr="00404B14" w:rsidRDefault="00E933B3" w:rsidP="004F76B2">
      <w:pPr>
        <w:pStyle w:val="Akapitzlist"/>
        <w:numPr>
          <w:ilvl w:val="0"/>
          <w:numId w:val="5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bonie zatrudnieniowym – 100%, w porównaniu do 2016 roku zwiększył się o 33,3 punktu procentowego</w:t>
      </w:r>
    </w:p>
    <w:p w:rsidR="00715A94" w:rsidRPr="00BE3B86" w:rsidRDefault="00715A94" w:rsidP="004F76B2">
      <w:pPr>
        <w:pStyle w:val="Tekstpodstawowy3"/>
        <w:numPr>
          <w:ilvl w:val="0"/>
          <w:numId w:val="46"/>
        </w:numPr>
        <w:spacing w:after="0"/>
        <w:ind w:left="709" w:hanging="425"/>
        <w:rPr>
          <w:b/>
          <w:sz w:val="24"/>
          <w:szCs w:val="24"/>
        </w:rPr>
      </w:pPr>
      <w:r w:rsidRPr="00BE3B86">
        <w:rPr>
          <w:b/>
          <w:sz w:val="24"/>
          <w:szCs w:val="24"/>
        </w:rPr>
        <w:t>utrzymał się na tym samym poziomie w:</w:t>
      </w:r>
    </w:p>
    <w:p w:rsidR="007418A3" w:rsidRDefault="00581B5D" w:rsidP="004F76B2">
      <w:pPr>
        <w:pStyle w:val="Tekstpodstawowy3"/>
        <w:numPr>
          <w:ilvl w:val="0"/>
          <w:numId w:val="47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 xml:space="preserve">bonie na zasiedlenie – 100%, </w:t>
      </w:r>
    </w:p>
    <w:p w:rsidR="00581B5D" w:rsidRPr="00581B5D" w:rsidRDefault="00581B5D" w:rsidP="00581B5D">
      <w:pPr>
        <w:pStyle w:val="Tekstpodstawowy3"/>
        <w:numPr>
          <w:ilvl w:val="0"/>
          <w:numId w:val="47"/>
        </w:numPr>
        <w:spacing w:after="0"/>
        <w:ind w:left="709" w:hanging="425"/>
        <w:rPr>
          <w:sz w:val="24"/>
          <w:szCs w:val="24"/>
        </w:rPr>
      </w:pPr>
      <w:r w:rsidRPr="00581B5D">
        <w:rPr>
          <w:sz w:val="24"/>
          <w:szCs w:val="24"/>
        </w:rPr>
        <w:t>refundacja kosztów wyposażenia lub dopo</w:t>
      </w:r>
      <w:r>
        <w:rPr>
          <w:sz w:val="24"/>
          <w:szCs w:val="24"/>
        </w:rPr>
        <w:t>sażenia stanowiska pracy – 100%.</w:t>
      </w:r>
    </w:p>
    <w:p w:rsidR="00DE3E09" w:rsidRDefault="00581B5D" w:rsidP="00581B5D">
      <w:pPr>
        <w:pStyle w:val="Tekstpodstawowy3"/>
        <w:numPr>
          <w:ilvl w:val="0"/>
          <w:numId w:val="47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d</w:t>
      </w:r>
      <w:r w:rsidR="00DE3E09">
        <w:rPr>
          <w:sz w:val="24"/>
          <w:szCs w:val="24"/>
        </w:rPr>
        <w:t xml:space="preserve">otacje na podjęcie działalności gospodarczej – </w:t>
      </w:r>
      <w:r>
        <w:rPr>
          <w:sz w:val="24"/>
          <w:szCs w:val="24"/>
        </w:rPr>
        <w:t>100%.</w:t>
      </w:r>
    </w:p>
    <w:p w:rsidR="00DC368A" w:rsidRDefault="00092798" w:rsidP="00DC368A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2017</w:t>
      </w:r>
      <w:r w:rsidR="00DC368A">
        <w:rPr>
          <w:sz w:val="24"/>
          <w:szCs w:val="24"/>
        </w:rPr>
        <w:t xml:space="preserve">r. </w:t>
      </w:r>
      <w:r>
        <w:rPr>
          <w:sz w:val="24"/>
          <w:szCs w:val="24"/>
        </w:rPr>
        <w:t>kontynuowano</w:t>
      </w:r>
      <w:r w:rsidR="00DC368A">
        <w:rPr>
          <w:sz w:val="24"/>
          <w:szCs w:val="24"/>
        </w:rPr>
        <w:t xml:space="preserve"> realizację formy aktywizacji osób bezrobotnych do 30 roku życia (art. 105f ustawy) </w:t>
      </w:r>
      <w:r>
        <w:rPr>
          <w:sz w:val="24"/>
          <w:szCs w:val="24"/>
        </w:rPr>
        <w:t>w ramach której pracę podjęły 83</w:t>
      </w:r>
      <w:r w:rsidR="00DC368A">
        <w:rPr>
          <w:sz w:val="24"/>
          <w:szCs w:val="24"/>
        </w:rPr>
        <w:t xml:space="preserve"> osoby.</w:t>
      </w:r>
    </w:p>
    <w:p w:rsidR="00581B5D" w:rsidRDefault="00581B5D" w:rsidP="00DC368A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2017r. ze środków Krajowego Funduszu Szkoleniowego skorzystało 285 osób, którym s</w:t>
      </w:r>
      <w:r w:rsidR="00115288">
        <w:rPr>
          <w:sz w:val="24"/>
          <w:szCs w:val="24"/>
        </w:rPr>
        <w:t>finansowano udział w kursach i</w:t>
      </w:r>
      <w:r>
        <w:rPr>
          <w:sz w:val="24"/>
          <w:szCs w:val="24"/>
        </w:rPr>
        <w:t xml:space="preserve"> studiach podyplomowych.</w:t>
      </w:r>
    </w:p>
    <w:p w:rsidR="00AE710C" w:rsidRDefault="00A31C1E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 w:rsidRPr="00AE710C">
        <w:rPr>
          <w:sz w:val="24"/>
          <w:szCs w:val="24"/>
        </w:rPr>
        <w:t xml:space="preserve">Z analizy wydatków Funduszu Pracy wynika, iż w </w:t>
      </w:r>
      <w:r w:rsidR="00241859" w:rsidRPr="00AE710C">
        <w:rPr>
          <w:sz w:val="24"/>
          <w:szCs w:val="24"/>
        </w:rPr>
        <w:t>20</w:t>
      </w:r>
      <w:r w:rsidR="000055BE" w:rsidRPr="00AE710C">
        <w:rPr>
          <w:sz w:val="24"/>
          <w:szCs w:val="24"/>
        </w:rPr>
        <w:t>1</w:t>
      </w:r>
      <w:r w:rsidR="00BB2D3C">
        <w:rPr>
          <w:sz w:val="24"/>
          <w:szCs w:val="24"/>
        </w:rPr>
        <w:t>7</w:t>
      </w:r>
      <w:r w:rsidRPr="00AE710C">
        <w:rPr>
          <w:sz w:val="24"/>
          <w:szCs w:val="24"/>
        </w:rPr>
        <w:t xml:space="preserve">r. wydatki poniesione </w:t>
      </w:r>
      <w:r w:rsidR="00AE710C">
        <w:rPr>
          <w:sz w:val="24"/>
          <w:szCs w:val="24"/>
        </w:rPr>
        <w:t>na aktywne programy rynku pracy</w:t>
      </w:r>
      <w:r w:rsidR="00404B14">
        <w:rPr>
          <w:sz w:val="24"/>
          <w:szCs w:val="24"/>
        </w:rPr>
        <w:t xml:space="preserve"> oraz Krajowy Fundusz Szkoleniowy</w:t>
      </w:r>
      <w:r w:rsidR="00AE710C">
        <w:rPr>
          <w:sz w:val="24"/>
          <w:szCs w:val="24"/>
        </w:rPr>
        <w:t xml:space="preserve"> były </w:t>
      </w:r>
      <w:r w:rsidR="00E23E4F">
        <w:rPr>
          <w:sz w:val="24"/>
          <w:szCs w:val="24"/>
        </w:rPr>
        <w:t>niższe</w:t>
      </w:r>
      <w:r w:rsidR="00AE710C">
        <w:rPr>
          <w:sz w:val="24"/>
          <w:szCs w:val="24"/>
        </w:rPr>
        <w:t xml:space="preserve"> o kwotę </w:t>
      </w:r>
      <w:r w:rsidR="00BB2D3C">
        <w:rPr>
          <w:sz w:val="24"/>
          <w:szCs w:val="24"/>
        </w:rPr>
        <w:t>350.891 co stanowi spadek o 4,55</w:t>
      </w:r>
      <w:r w:rsidR="000A1993">
        <w:rPr>
          <w:sz w:val="24"/>
          <w:szCs w:val="24"/>
        </w:rPr>
        <w:t xml:space="preserve">% </w:t>
      </w:r>
      <w:r w:rsidR="00AE710C">
        <w:rPr>
          <w:sz w:val="24"/>
          <w:szCs w:val="24"/>
        </w:rPr>
        <w:t>w stosunku do roku 201</w:t>
      </w:r>
      <w:r w:rsidR="00BB2D3C">
        <w:rPr>
          <w:sz w:val="24"/>
          <w:szCs w:val="24"/>
        </w:rPr>
        <w:t>6</w:t>
      </w:r>
      <w:r w:rsidR="00AE710C">
        <w:rPr>
          <w:sz w:val="24"/>
          <w:szCs w:val="24"/>
        </w:rPr>
        <w:t>.</w:t>
      </w:r>
    </w:p>
    <w:p w:rsidR="00D86DED" w:rsidRPr="00D86DED" w:rsidRDefault="00D86DED" w:rsidP="00D86DED">
      <w:pPr>
        <w:pStyle w:val="Akapitzlist"/>
        <w:numPr>
          <w:ilvl w:val="0"/>
          <w:numId w:val="32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Urząd realizował dwa projekty współfinansowane przez Unię Europejską ze środków z Eur</w:t>
      </w:r>
      <w:r>
        <w:rPr>
          <w:sz w:val="24"/>
          <w:szCs w:val="24"/>
        </w:rPr>
        <w:t>opejskiego Funduszu Społecznego</w:t>
      </w:r>
      <w:r w:rsidRPr="00D86DED">
        <w:rPr>
          <w:sz w:val="24"/>
          <w:szCs w:val="24"/>
        </w:rPr>
        <w:t xml:space="preserve"> tj</w:t>
      </w:r>
      <w:r>
        <w:rPr>
          <w:sz w:val="24"/>
          <w:szCs w:val="24"/>
        </w:rPr>
        <w:t>.</w:t>
      </w:r>
      <w:r w:rsidRPr="00D86DED">
        <w:rPr>
          <w:sz w:val="24"/>
          <w:szCs w:val="24"/>
        </w:rPr>
        <w:t>:</w:t>
      </w:r>
    </w:p>
    <w:p w:rsidR="00D86DED" w:rsidRPr="00D86DED" w:rsidRDefault="00D86DED" w:rsidP="004F76B2">
      <w:pPr>
        <w:pStyle w:val="Akapitzlist"/>
        <w:numPr>
          <w:ilvl w:val="0"/>
          <w:numId w:val="71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„Aktywizacja osób młodych pozostających bez pracy w powiecie otwocki (II)” w ramach Programu Operacyjnego Wiedza Edukacja Rozwój,</w:t>
      </w:r>
    </w:p>
    <w:p w:rsidR="00D86DED" w:rsidRPr="00D86DED" w:rsidRDefault="00D86DED" w:rsidP="004F76B2">
      <w:pPr>
        <w:pStyle w:val="Akapitzlist"/>
        <w:numPr>
          <w:ilvl w:val="0"/>
          <w:numId w:val="71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t>„Aktywizacja osób w wieku 30 lat i powyżej pozostających bez pracy w powiecie otwockim (I)” w ramach Regionalnego Programu Operacyjnego Województwa Mazowieckiego na lata 2014-2020.</w:t>
      </w:r>
    </w:p>
    <w:p w:rsidR="00D86DED" w:rsidRPr="00D86DED" w:rsidRDefault="00581B5D" w:rsidP="00D86DED">
      <w:pPr>
        <w:pStyle w:val="Akapitzlist"/>
        <w:numPr>
          <w:ilvl w:val="0"/>
          <w:numId w:val="3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Urząd w 2017</w:t>
      </w:r>
      <w:r w:rsidR="00D86DED" w:rsidRPr="00D86DED">
        <w:rPr>
          <w:sz w:val="24"/>
          <w:szCs w:val="24"/>
        </w:rPr>
        <w:t xml:space="preserve"> r. na aktywizację osób bezrobotnych, pozyskał  dodatkowe środki z rezerwy Funduszu Pracy w wysokości </w:t>
      </w:r>
      <w:r>
        <w:rPr>
          <w:sz w:val="24"/>
          <w:szCs w:val="24"/>
        </w:rPr>
        <w:t>489.000</w:t>
      </w:r>
      <w:r w:rsidR="00D86DED" w:rsidRPr="00D86DED">
        <w:rPr>
          <w:sz w:val="24"/>
          <w:szCs w:val="24"/>
        </w:rPr>
        <w:t xml:space="preserve"> zł, na </w:t>
      </w:r>
      <w:r>
        <w:rPr>
          <w:sz w:val="24"/>
          <w:szCs w:val="24"/>
        </w:rPr>
        <w:t>program</w:t>
      </w:r>
      <w:r w:rsidR="00D86DED" w:rsidRPr="00D86DED">
        <w:rPr>
          <w:sz w:val="24"/>
          <w:szCs w:val="24"/>
        </w:rPr>
        <w:t>:</w:t>
      </w:r>
    </w:p>
    <w:p w:rsidR="00D86DED" w:rsidRPr="00D86DED" w:rsidRDefault="00D86DED" w:rsidP="004F76B2">
      <w:pPr>
        <w:pStyle w:val="Akapitzlist"/>
        <w:numPr>
          <w:ilvl w:val="0"/>
          <w:numId w:val="72"/>
        </w:numPr>
        <w:spacing w:line="360" w:lineRule="auto"/>
        <w:rPr>
          <w:sz w:val="24"/>
          <w:szCs w:val="24"/>
        </w:rPr>
      </w:pPr>
      <w:r w:rsidRPr="00D86DED">
        <w:rPr>
          <w:sz w:val="24"/>
          <w:szCs w:val="24"/>
        </w:rPr>
        <w:lastRenderedPageBreak/>
        <w:t xml:space="preserve">Aktywizacja osób bezrobotnych określonych </w:t>
      </w:r>
      <w:r w:rsidR="00581B5D">
        <w:rPr>
          <w:sz w:val="24"/>
          <w:szCs w:val="24"/>
        </w:rPr>
        <w:t>z terenów wiejskich.</w:t>
      </w:r>
    </w:p>
    <w:p w:rsidR="005B69D0" w:rsidRPr="00F60C90" w:rsidRDefault="00AE710C" w:rsidP="00BF37F9">
      <w:pPr>
        <w:pStyle w:val="Tekstpodstawowy3"/>
        <w:numPr>
          <w:ilvl w:val="0"/>
          <w:numId w:val="3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Biorąc pod uwagę analogiczny okres roku poprzedniego nastąpił </w:t>
      </w:r>
      <w:r w:rsidR="00301C92">
        <w:rPr>
          <w:sz w:val="24"/>
          <w:szCs w:val="24"/>
        </w:rPr>
        <w:t>spadek</w:t>
      </w:r>
      <w:r>
        <w:rPr>
          <w:sz w:val="24"/>
          <w:szCs w:val="24"/>
        </w:rPr>
        <w:t xml:space="preserve"> w roku 201</w:t>
      </w:r>
      <w:r w:rsidR="00BB2D3C">
        <w:rPr>
          <w:sz w:val="24"/>
          <w:szCs w:val="24"/>
        </w:rPr>
        <w:t>7</w:t>
      </w:r>
      <w:r>
        <w:rPr>
          <w:sz w:val="24"/>
          <w:szCs w:val="24"/>
        </w:rPr>
        <w:t xml:space="preserve"> wydatków na świadczenia obligatoryjne o kwotę </w:t>
      </w:r>
      <w:r w:rsidR="00BB2D3C">
        <w:rPr>
          <w:sz w:val="24"/>
          <w:szCs w:val="24"/>
        </w:rPr>
        <w:t>1.023.178 co stanowi spadek o 16,80</w:t>
      </w:r>
      <w:r w:rsidR="000A1993">
        <w:rPr>
          <w:sz w:val="24"/>
          <w:szCs w:val="24"/>
        </w:rPr>
        <w:t xml:space="preserve">% </w:t>
      </w:r>
      <w:r w:rsidR="00AF48DF">
        <w:rPr>
          <w:sz w:val="24"/>
          <w:szCs w:val="24"/>
        </w:rPr>
        <w:br/>
      </w:r>
      <w:r>
        <w:rPr>
          <w:sz w:val="24"/>
          <w:szCs w:val="24"/>
        </w:rPr>
        <w:t>w stosunku do 201</w:t>
      </w:r>
      <w:r w:rsidR="00BB2D3C">
        <w:rPr>
          <w:sz w:val="24"/>
          <w:szCs w:val="24"/>
        </w:rPr>
        <w:t>6</w:t>
      </w:r>
      <w:r>
        <w:rPr>
          <w:sz w:val="24"/>
          <w:szCs w:val="24"/>
        </w:rPr>
        <w:t xml:space="preserve"> roku.</w:t>
      </w:r>
    </w:p>
    <w:sectPr w:rsidR="005B69D0" w:rsidRPr="00F60C90" w:rsidSect="00FC73E3">
      <w:footerReference w:type="even" r:id="rId25"/>
      <w:footerReference w:type="default" r:id="rId26"/>
      <w:type w:val="nextColumn"/>
      <w:pgSz w:w="11907" w:h="16840"/>
      <w:pgMar w:top="992" w:right="1134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24D" w:rsidRDefault="00FD424D">
      <w:r>
        <w:separator/>
      </w:r>
    </w:p>
  </w:endnote>
  <w:endnote w:type="continuationSeparator" w:id="0">
    <w:p w:rsidR="00FD424D" w:rsidRDefault="00FD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86" w:rsidRDefault="005127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2786" w:rsidRDefault="005127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86" w:rsidRDefault="0051278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0000">
      <w:rPr>
        <w:rStyle w:val="Numerstrony"/>
        <w:noProof/>
      </w:rPr>
      <w:t>41</w:t>
    </w:r>
    <w:r>
      <w:rPr>
        <w:rStyle w:val="Numerstrony"/>
      </w:rPr>
      <w:fldChar w:fldCharType="end"/>
    </w:r>
  </w:p>
  <w:p w:rsidR="00512786" w:rsidRDefault="005127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24D" w:rsidRDefault="00FD424D">
      <w:r>
        <w:separator/>
      </w:r>
    </w:p>
  </w:footnote>
  <w:footnote w:type="continuationSeparator" w:id="0">
    <w:p w:rsidR="00FD424D" w:rsidRDefault="00FD4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70"/>
    <w:multiLevelType w:val="hybridMultilevel"/>
    <w:tmpl w:val="DAA489BC"/>
    <w:lvl w:ilvl="0" w:tplc="5596F2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C2E89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8071CD"/>
    <w:multiLevelType w:val="hybridMultilevel"/>
    <w:tmpl w:val="3D2AF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9097B"/>
    <w:multiLevelType w:val="hybridMultilevel"/>
    <w:tmpl w:val="B5AC3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61D0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9EC5056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7">
    <w:nsid w:val="0C8A291C"/>
    <w:multiLevelType w:val="hybridMultilevel"/>
    <w:tmpl w:val="A39E5922"/>
    <w:lvl w:ilvl="0" w:tplc="D22C8D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7F48C2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9">
    <w:nsid w:val="13600466"/>
    <w:multiLevelType w:val="hybridMultilevel"/>
    <w:tmpl w:val="C9F41D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36C4F51"/>
    <w:multiLevelType w:val="hybridMultilevel"/>
    <w:tmpl w:val="25720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A67839"/>
    <w:multiLevelType w:val="multilevel"/>
    <w:tmpl w:val="0EAC2A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6D9335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13">
    <w:nsid w:val="179B3EC5"/>
    <w:multiLevelType w:val="hybridMultilevel"/>
    <w:tmpl w:val="9AD693A0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3E3611"/>
    <w:multiLevelType w:val="hybridMultilevel"/>
    <w:tmpl w:val="BB02C0D6"/>
    <w:lvl w:ilvl="0" w:tplc="0415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190A3EF9"/>
    <w:multiLevelType w:val="hybridMultilevel"/>
    <w:tmpl w:val="4DECE5F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AFA0EB3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1C4F292C"/>
    <w:multiLevelType w:val="hybridMultilevel"/>
    <w:tmpl w:val="21D40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AD53E5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9">
    <w:nsid w:val="1CCA3789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20">
    <w:nsid w:val="1CE07C5B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21">
    <w:nsid w:val="1DE50929"/>
    <w:multiLevelType w:val="hybridMultilevel"/>
    <w:tmpl w:val="10CA8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752043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2402101F"/>
    <w:multiLevelType w:val="hybridMultilevel"/>
    <w:tmpl w:val="3CD2C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033523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25">
    <w:nsid w:val="29FF5BAC"/>
    <w:multiLevelType w:val="hybridMultilevel"/>
    <w:tmpl w:val="586A46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DBD5FF3"/>
    <w:multiLevelType w:val="multilevel"/>
    <w:tmpl w:val="5D34F8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FBB601E"/>
    <w:multiLevelType w:val="hybridMultilevel"/>
    <w:tmpl w:val="6D1C6826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114536"/>
    <w:multiLevelType w:val="hybridMultilevel"/>
    <w:tmpl w:val="DDEE7FB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31DA25C6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0">
    <w:nsid w:val="31F40B67"/>
    <w:multiLevelType w:val="hybridMultilevel"/>
    <w:tmpl w:val="2FFE84D8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2F22823"/>
    <w:multiLevelType w:val="hybridMultilevel"/>
    <w:tmpl w:val="09240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39C23AF"/>
    <w:multiLevelType w:val="multilevel"/>
    <w:tmpl w:val="6E38C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8A60647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4">
    <w:nsid w:val="3A2730BF"/>
    <w:multiLevelType w:val="hybridMultilevel"/>
    <w:tmpl w:val="9FA62930"/>
    <w:lvl w:ilvl="0" w:tplc="04150001">
      <w:start w:val="1"/>
      <w:numFmt w:val="bullet"/>
      <w:lvlText w:val=""/>
      <w:lvlJc w:val="left"/>
      <w:pPr>
        <w:ind w:left="1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35">
    <w:nsid w:val="3ACF49A8"/>
    <w:multiLevelType w:val="multilevel"/>
    <w:tmpl w:val="0A0605D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  <w:i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36">
    <w:nsid w:val="3B0209E8"/>
    <w:multiLevelType w:val="singleLevel"/>
    <w:tmpl w:val="805A9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3F2C4053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8">
    <w:nsid w:val="4092738A"/>
    <w:multiLevelType w:val="hybridMultilevel"/>
    <w:tmpl w:val="8EE8F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38059F0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40">
    <w:nsid w:val="4402488A"/>
    <w:multiLevelType w:val="hybridMultilevel"/>
    <w:tmpl w:val="362ED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CF48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466D079E"/>
    <w:multiLevelType w:val="hybridMultilevel"/>
    <w:tmpl w:val="FE8CE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6CD6C8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47C3549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45">
    <w:nsid w:val="48384D5D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46">
    <w:nsid w:val="4E597332"/>
    <w:multiLevelType w:val="multilevel"/>
    <w:tmpl w:val="911EA8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>
    <w:nsid w:val="4EC359BE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F646856"/>
    <w:multiLevelType w:val="hybridMultilevel"/>
    <w:tmpl w:val="CF96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1C5292A"/>
    <w:multiLevelType w:val="hybridMultilevel"/>
    <w:tmpl w:val="C0726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0B6E9C"/>
    <w:multiLevelType w:val="hybridMultilevel"/>
    <w:tmpl w:val="54DCCFFC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1">
    <w:nsid w:val="584C281E"/>
    <w:multiLevelType w:val="multilevel"/>
    <w:tmpl w:val="45B6B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5B214205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53">
    <w:nsid w:val="5B5E6D13"/>
    <w:multiLevelType w:val="hybridMultilevel"/>
    <w:tmpl w:val="8FAEA434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00A3737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60C64EB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7C28A7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57">
    <w:nsid w:val="61A96B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41C498F"/>
    <w:multiLevelType w:val="hybridMultilevel"/>
    <w:tmpl w:val="9988974E"/>
    <w:lvl w:ilvl="0" w:tplc="04150003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7FB599B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68002115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61">
    <w:nsid w:val="6819474A"/>
    <w:multiLevelType w:val="multilevel"/>
    <w:tmpl w:val="4BF0AE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2">
    <w:nsid w:val="68C766CA"/>
    <w:multiLevelType w:val="hybridMultilevel"/>
    <w:tmpl w:val="31F041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AD073A1"/>
    <w:multiLevelType w:val="multilevel"/>
    <w:tmpl w:val="749CE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4">
    <w:nsid w:val="6E16014C"/>
    <w:multiLevelType w:val="hybridMultilevel"/>
    <w:tmpl w:val="7E90C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E224C1E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66">
    <w:nsid w:val="6EF86EB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>
    <w:nsid w:val="708272F5"/>
    <w:multiLevelType w:val="hybridMultilevel"/>
    <w:tmpl w:val="DFA2E46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>
    <w:nsid w:val="734028E3"/>
    <w:multiLevelType w:val="hybridMultilevel"/>
    <w:tmpl w:val="12243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3472B39"/>
    <w:multiLevelType w:val="hybridMultilevel"/>
    <w:tmpl w:val="A6D6D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5DD60B5"/>
    <w:multiLevelType w:val="hybridMultilevel"/>
    <w:tmpl w:val="1F64A92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75DD7ECE"/>
    <w:multiLevelType w:val="hybridMultilevel"/>
    <w:tmpl w:val="D250C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71A7D74"/>
    <w:multiLevelType w:val="hybridMultilevel"/>
    <w:tmpl w:val="EADEFA18"/>
    <w:lvl w:ilvl="0" w:tplc="156E6F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796611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>
    <w:nsid w:val="7C7B43D6"/>
    <w:multiLevelType w:val="hybridMultilevel"/>
    <w:tmpl w:val="7248A50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>
    <w:nsid w:val="7D8116F0"/>
    <w:multiLevelType w:val="hybridMultilevel"/>
    <w:tmpl w:val="F2CC389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7E833C22"/>
    <w:multiLevelType w:val="hybridMultilevel"/>
    <w:tmpl w:val="3DECE2BE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F442AB9"/>
    <w:multiLevelType w:val="hybridMultilevel"/>
    <w:tmpl w:val="859E9E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FD560A5"/>
    <w:multiLevelType w:val="hybridMultilevel"/>
    <w:tmpl w:val="E6560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3"/>
  </w:num>
  <w:num w:numId="3">
    <w:abstractNumId w:val="41"/>
  </w:num>
  <w:num w:numId="4">
    <w:abstractNumId w:val="57"/>
  </w:num>
  <w:num w:numId="5">
    <w:abstractNumId w:val="43"/>
  </w:num>
  <w:num w:numId="6">
    <w:abstractNumId w:val="66"/>
  </w:num>
  <w:num w:numId="7">
    <w:abstractNumId w:val="16"/>
  </w:num>
  <w:num w:numId="8">
    <w:abstractNumId w:val="22"/>
  </w:num>
  <w:num w:numId="9">
    <w:abstractNumId w:val="54"/>
  </w:num>
  <w:num w:numId="10">
    <w:abstractNumId w:val="1"/>
  </w:num>
  <w:num w:numId="11">
    <w:abstractNumId w:val="59"/>
  </w:num>
  <w:num w:numId="12">
    <w:abstractNumId w:val="55"/>
  </w:num>
  <w:num w:numId="13">
    <w:abstractNumId w:val="47"/>
  </w:num>
  <w:num w:numId="14">
    <w:abstractNumId w:val="4"/>
  </w:num>
  <w:num w:numId="15">
    <w:abstractNumId w:val="33"/>
  </w:num>
  <w:num w:numId="16">
    <w:abstractNumId w:val="8"/>
  </w:num>
  <w:num w:numId="17">
    <w:abstractNumId w:val="19"/>
  </w:num>
  <w:num w:numId="18">
    <w:abstractNumId w:val="60"/>
  </w:num>
  <w:num w:numId="19">
    <w:abstractNumId w:val="56"/>
  </w:num>
  <w:num w:numId="20">
    <w:abstractNumId w:val="52"/>
  </w:num>
  <w:num w:numId="21">
    <w:abstractNumId w:val="24"/>
  </w:num>
  <w:num w:numId="22">
    <w:abstractNumId w:val="65"/>
  </w:num>
  <w:num w:numId="23">
    <w:abstractNumId w:val="6"/>
  </w:num>
  <w:num w:numId="24">
    <w:abstractNumId w:val="44"/>
  </w:num>
  <w:num w:numId="25">
    <w:abstractNumId w:val="12"/>
  </w:num>
  <w:num w:numId="26">
    <w:abstractNumId w:val="45"/>
  </w:num>
  <w:num w:numId="27">
    <w:abstractNumId w:val="20"/>
  </w:num>
  <w:num w:numId="28">
    <w:abstractNumId w:val="18"/>
  </w:num>
  <w:num w:numId="29">
    <w:abstractNumId w:val="29"/>
  </w:num>
  <w:num w:numId="30">
    <w:abstractNumId w:val="63"/>
  </w:num>
  <w:num w:numId="31">
    <w:abstractNumId w:val="39"/>
  </w:num>
  <w:num w:numId="32">
    <w:abstractNumId w:val="36"/>
  </w:num>
  <w:num w:numId="33">
    <w:abstractNumId w:val="37"/>
  </w:num>
  <w:num w:numId="34">
    <w:abstractNumId w:val="61"/>
  </w:num>
  <w:num w:numId="35">
    <w:abstractNumId w:val="48"/>
  </w:num>
  <w:num w:numId="36">
    <w:abstractNumId w:val="76"/>
  </w:num>
  <w:num w:numId="37">
    <w:abstractNumId w:val="0"/>
  </w:num>
  <w:num w:numId="38">
    <w:abstractNumId w:val="32"/>
  </w:num>
  <w:num w:numId="39">
    <w:abstractNumId w:val="51"/>
  </w:num>
  <w:num w:numId="40">
    <w:abstractNumId w:val="13"/>
  </w:num>
  <w:num w:numId="41">
    <w:abstractNumId w:val="27"/>
  </w:num>
  <w:num w:numId="42">
    <w:abstractNumId w:val="53"/>
  </w:num>
  <w:num w:numId="43">
    <w:abstractNumId w:val="30"/>
  </w:num>
  <w:num w:numId="44">
    <w:abstractNumId w:val="9"/>
  </w:num>
  <w:num w:numId="45">
    <w:abstractNumId w:val="34"/>
  </w:num>
  <w:num w:numId="46">
    <w:abstractNumId w:val="75"/>
  </w:num>
  <w:num w:numId="47">
    <w:abstractNumId w:val="70"/>
  </w:num>
  <w:num w:numId="48">
    <w:abstractNumId w:val="68"/>
  </w:num>
  <w:num w:numId="49">
    <w:abstractNumId w:val="15"/>
  </w:num>
  <w:num w:numId="50">
    <w:abstractNumId w:val="74"/>
  </w:num>
  <w:num w:numId="51">
    <w:abstractNumId w:val="31"/>
  </w:num>
  <w:num w:numId="52">
    <w:abstractNumId w:val="77"/>
  </w:num>
  <w:num w:numId="53">
    <w:abstractNumId w:val="58"/>
  </w:num>
  <w:num w:numId="54">
    <w:abstractNumId w:val="28"/>
  </w:num>
  <w:num w:numId="55">
    <w:abstractNumId w:val="64"/>
  </w:num>
  <w:num w:numId="56">
    <w:abstractNumId w:val="69"/>
  </w:num>
  <w:num w:numId="57">
    <w:abstractNumId w:val="72"/>
  </w:num>
  <w:num w:numId="58">
    <w:abstractNumId w:val="3"/>
  </w:num>
  <w:num w:numId="59">
    <w:abstractNumId w:val="49"/>
  </w:num>
  <w:num w:numId="60">
    <w:abstractNumId w:val="62"/>
  </w:num>
  <w:num w:numId="61">
    <w:abstractNumId w:val="78"/>
  </w:num>
  <w:num w:numId="62">
    <w:abstractNumId w:val="46"/>
  </w:num>
  <w:num w:numId="63">
    <w:abstractNumId w:val="23"/>
  </w:num>
  <w:num w:numId="64">
    <w:abstractNumId w:val="35"/>
  </w:num>
  <w:num w:numId="65">
    <w:abstractNumId w:val="11"/>
  </w:num>
  <w:num w:numId="66">
    <w:abstractNumId w:val="50"/>
  </w:num>
  <w:num w:numId="67">
    <w:abstractNumId w:val="7"/>
  </w:num>
  <w:num w:numId="68">
    <w:abstractNumId w:val="26"/>
  </w:num>
  <w:num w:numId="69">
    <w:abstractNumId w:val="67"/>
  </w:num>
  <w:num w:numId="70">
    <w:abstractNumId w:val="25"/>
  </w:num>
  <w:num w:numId="71">
    <w:abstractNumId w:val="17"/>
  </w:num>
  <w:num w:numId="72">
    <w:abstractNumId w:val="42"/>
  </w:num>
  <w:num w:numId="73">
    <w:abstractNumId w:val="21"/>
  </w:num>
  <w:num w:numId="74">
    <w:abstractNumId w:val="10"/>
  </w:num>
  <w:num w:numId="75">
    <w:abstractNumId w:val="14"/>
  </w:num>
  <w:num w:numId="76">
    <w:abstractNumId w:val="40"/>
  </w:num>
  <w:num w:numId="77">
    <w:abstractNumId w:val="38"/>
  </w:num>
  <w:num w:numId="78">
    <w:abstractNumId w:val="71"/>
  </w:num>
  <w:num w:numId="79">
    <w:abstractNumId w:val="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6C"/>
    <w:rsid w:val="00000223"/>
    <w:rsid w:val="0000193A"/>
    <w:rsid w:val="000022F4"/>
    <w:rsid w:val="00003CC9"/>
    <w:rsid w:val="000055BE"/>
    <w:rsid w:val="00005F96"/>
    <w:rsid w:val="000066ED"/>
    <w:rsid w:val="0001048F"/>
    <w:rsid w:val="00010EE0"/>
    <w:rsid w:val="00011FA7"/>
    <w:rsid w:val="00012744"/>
    <w:rsid w:val="0001394B"/>
    <w:rsid w:val="00014953"/>
    <w:rsid w:val="00015868"/>
    <w:rsid w:val="0001787D"/>
    <w:rsid w:val="000204CF"/>
    <w:rsid w:val="000214D6"/>
    <w:rsid w:val="00023A47"/>
    <w:rsid w:val="00023FC1"/>
    <w:rsid w:val="00024953"/>
    <w:rsid w:val="00026E45"/>
    <w:rsid w:val="000278AF"/>
    <w:rsid w:val="00030BAF"/>
    <w:rsid w:val="00032919"/>
    <w:rsid w:val="00033815"/>
    <w:rsid w:val="000359F2"/>
    <w:rsid w:val="00035EAA"/>
    <w:rsid w:val="0003633D"/>
    <w:rsid w:val="000367A0"/>
    <w:rsid w:val="00041AFE"/>
    <w:rsid w:val="00042654"/>
    <w:rsid w:val="00042D19"/>
    <w:rsid w:val="00043571"/>
    <w:rsid w:val="00043D16"/>
    <w:rsid w:val="000459C2"/>
    <w:rsid w:val="00047811"/>
    <w:rsid w:val="00051949"/>
    <w:rsid w:val="0005584A"/>
    <w:rsid w:val="00056C60"/>
    <w:rsid w:val="000610E1"/>
    <w:rsid w:val="00063EF1"/>
    <w:rsid w:val="00064922"/>
    <w:rsid w:val="000652C7"/>
    <w:rsid w:val="00067324"/>
    <w:rsid w:val="00070AA3"/>
    <w:rsid w:val="000711D0"/>
    <w:rsid w:val="000733E7"/>
    <w:rsid w:val="000735E5"/>
    <w:rsid w:val="0007532C"/>
    <w:rsid w:val="00075DD9"/>
    <w:rsid w:val="00076B24"/>
    <w:rsid w:val="00076EF8"/>
    <w:rsid w:val="00076F50"/>
    <w:rsid w:val="00083215"/>
    <w:rsid w:val="000843C3"/>
    <w:rsid w:val="00084FF1"/>
    <w:rsid w:val="00087EB3"/>
    <w:rsid w:val="00090DD2"/>
    <w:rsid w:val="0009255F"/>
    <w:rsid w:val="00092798"/>
    <w:rsid w:val="000A03B9"/>
    <w:rsid w:val="000A1565"/>
    <w:rsid w:val="000A1993"/>
    <w:rsid w:val="000A1B6D"/>
    <w:rsid w:val="000A613F"/>
    <w:rsid w:val="000A6C49"/>
    <w:rsid w:val="000B0043"/>
    <w:rsid w:val="000B0112"/>
    <w:rsid w:val="000B2DF5"/>
    <w:rsid w:val="000B30D8"/>
    <w:rsid w:val="000B431C"/>
    <w:rsid w:val="000B48A7"/>
    <w:rsid w:val="000B58BE"/>
    <w:rsid w:val="000B7250"/>
    <w:rsid w:val="000C0687"/>
    <w:rsid w:val="000C104B"/>
    <w:rsid w:val="000C11DE"/>
    <w:rsid w:val="000C3A8D"/>
    <w:rsid w:val="000C43CD"/>
    <w:rsid w:val="000C49A2"/>
    <w:rsid w:val="000C5D7D"/>
    <w:rsid w:val="000C661A"/>
    <w:rsid w:val="000D1FE2"/>
    <w:rsid w:val="000D31C6"/>
    <w:rsid w:val="000D38B0"/>
    <w:rsid w:val="000D4DA2"/>
    <w:rsid w:val="000D599C"/>
    <w:rsid w:val="000D683B"/>
    <w:rsid w:val="000E0D65"/>
    <w:rsid w:val="000E0FBF"/>
    <w:rsid w:val="000E1B2E"/>
    <w:rsid w:val="000E2A47"/>
    <w:rsid w:val="000E2DA5"/>
    <w:rsid w:val="000E3B2E"/>
    <w:rsid w:val="000E42E4"/>
    <w:rsid w:val="000F08FF"/>
    <w:rsid w:val="000F4EC0"/>
    <w:rsid w:val="000F5E79"/>
    <w:rsid w:val="000F62F6"/>
    <w:rsid w:val="00100E31"/>
    <w:rsid w:val="001059B5"/>
    <w:rsid w:val="00106F21"/>
    <w:rsid w:val="00106FA2"/>
    <w:rsid w:val="00107C54"/>
    <w:rsid w:val="001110C3"/>
    <w:rsid w:val="00113A4A"/>
    <w:rsid w:val="00115014"/>
    <w:rsid w:val="00115288"/>
    <w:rsid w:val="0011565C"/>
    <w:rsid w:val="0011717B"/>
    <w:rsid w:val="001207B1"/>
    <w:rsid w:val="001216FE"/>
    <w:rsid w:val="00123589"/>
    <w:rsid w:val="00123D14"/>
    <w:rsid w:val="001249F0"/>
    <w:rsid w:val="00125020"/>
    <w:rsid w:val="00125259"/>
    <w:rsid w:val="00125D91"/>
    <w:rsid w:val="001332C7"/>
    <w:rsid w:val="001344AD"/>
    <w:rsid w:val="00137898"/>
    <w:rsid w:val="0014055B"/>
    <w:rsid w:val="00140CD7"/>
    <w:rsid w:val="00140EA4"/>
    <w:rsid w:val="00141F4E"/>
    <w:rsid w:val="00143E45"/>
    <w:rsid w:val="00144133"/>
    <w:rsid w:val="00144536"/>
    <w:rsid w:val="001445C0"/>
    <w:rsid w:val="00144976"/>
    <w:rsid w:val="00145063"/>
    <w:rsid w:val="0014607B"/>
    <w:rsid w:val="001463A1"/>
    <w:rsid w:val="001479C2"/>
    <w:rsid w:val="00147A51"/>
    <w:rsid w:val="001510CF"/>
    <w:rsid w:val="001531C1"/>
    <w:rsid w:val="00153ACC"/>
    <w:rsid w:val="001568F0"/>
    <w:rsid w:val="00160731"/>
    <w:rsid w:val="00163FD4"/>
    <w:rsid w:val="00166FBE"/>
    <w:rsid w:val="00170081"/>
    <w:rsid w:val="00170FBB"/>
    <w:rsid w:val="00172714"/>
    <w:rsid w:val="0017524B"/>
    <w:rsid w:val="0017700C"/>
    <w:rsid w:val="00180B58"/>
    <w:rsid w:val="00180BC6"/>
    <w:rsid w:val="00181788"/>
    <w:rsid w:val="00182DC0"/>
    <w:rsid w:val="00182E1D"/>
    <w:rsid w:val="00183C29"/>
    <w:rsid w:val="00184712"/>
    <w:rsid w:val="00185D2E"/>
    <w:rsid w:val="00186007"/>
    <w:rsid w:val="00186F0F"/>
    <w:rsid w:val="00190377"/>
    <w:rsid w:val="00193CB1"/>
    <w:rsid w:val="001969F7"/>
    <w:rsid w:val="001970D6"/>
    <w:rsid w:val="00197CE1"/>
    <w:rsid w:val="00197D9A"/>
    <w:rsid w:val="001A0A89"/>
    <w:rsid w:val="001A158D"/>
    <w:rsid w:val="001A38B6"/>
    <w:rsid w:val="001A3D88"/>
    <w:rsid w:val="001A53E3"/>
    <w:rsid w:val="001A560B"/>
    <w:rsid w:val="001A5613"/>
    <w:rsid w:val="001A7CC2"/>
    <w:rsid w:val="001B1A8E"/>
    <w:rsid w:val="001B1C17"/>
    <w:rsid w:val="001B2658"/>
    <w:rsid w:val="001B26AC"/>
    <w:rsid w:val="001B2D09"/>
    <w:rsid w:val="001B33B8"/>
    <w:rsid w:val="001B3DA3"/>
    <w:rsid w:val="001B4765"/>
    <w:rsid w:val="001B6A5F"/>
    <w:rsid w:val="001B79F6"/>
    <w:rsid w:val="001C21BD"/>
    <w:rsid w:val="001C2423"/>
    <w:rsid w:val="001C355E"/>
    <w:rsid w:val="001C4F8C"/>
    <w:rsid w:val="001C5351"/>
    <w:rsid w:val="001C5951"/>
    <w:rsid w:val="001C5A22"/>
    <w:rsid w:val="001C60C9"/>
    <w:rsid w:val="001C6F45"/>
    <w:rsid w:val="001C7501"/>
    <w:rsid w:val="001C7602"/>
    <w:rsid w:val="001D550D"/>
    <w:rsid w:val="001D5EC9"/>
    <w:rsid w:val="001D7B15"/>
    <w:rsid w:val="001E1C79"/>
    <w:rsid w:val="001E3837"/>
    <w:rsid w:val="001E5A7D"/>
    <w:rsid w:val="001E7DF1"/>
    <w:rsid w:val="001F03A1"/>
    <w:rsid w:val="001F059C"/>
    <w:rsid w:val="001F0A6C"/>
    <w:rsid w:val="001F3204"/>
    <w:rsid w:val="001F4378"/>
    <w:rsid w:val="001F5F6D"/>
    <w:rsid w:val="001F603F"/>
    <w:rsid w:val="00200914"/>
    <w:rsid w:val="00200BE8"/>
    <w:rsid w:val="00200C3A"/>
    <w:rsid w:val="00205892"/>
    <w:rsid w:val="00206D58"/>
    <w:rsid w:val="0020766F"/>
    <w:rsid w:val="0021089B"/>
    <w:rsid w:val="002109FB"/>
    <w:rsid w:val="00210B2E"/>
    <w:rsid w:val="00210FD6"/>
    <w:rsid w:val="0021305E"/>
    <w:rsid w:val="00213124"/>
    <w:rsid w:val="002132EF"/>
    <w:rsid w:val="00213C5E"/>
    <w:rsid w:val="00213FB9"/>
    <w:rsid w:val="00215D2F"/>
    <w:rsid w:val="0021740E"/>
    <w:rsid w:val="00221D98"/>
    <w:rsid w:val="00224274"/>
    <w:rsid w:val="00226189"/>
    <w:rsid w:val="002270A8"/>
    <w:rsid w:val="00230479"/>
    <w:rsid w:val="002308ED"/>
    <w:rsid w:val="00230E4E"/>
    <w:rsid w:val="00230EBF"/>
    <w:rsid w:val="00232038"/>
    <w:rsid w:val="00235A2D"/>
    <w:rsid w:val="00236894"/>
    <w:rsid w:val="0023793B"/>
    <w:rsid w:val="00237FD7"/>
    <w:rsid w:val="00241859"/>
    <w:rsid w:val="0024352C"/>
    <w:rsid w:val="0024409C"/>
    <w:rsid w:val="0024467E"/>
    <w:rsid w:val="002455FE"/>
    <w:rsid w:val="00246C30"/>
    <w:rsid w:val="0024742C"/>
    <w:rsid w:val="002504A8"/>
    <w:rsid w:val="002517CC"/>
    <w:rsid w:val="00251F6F"/>
    <w:rsid w:val="00252625"/>
    <w:rsid w:val="0025286B"/>
    <w:rsid w:val="00256D27"/>
    <w:rsid w:val="002612E5"/>
    <w:rsid w:val="00263B1A"/>
    <w:rsid w:val="002640CA"/>
    <w:rsid w:val="0026575F"/>
    <w:rsid w:val="0026579F"/>
    <w:rsid w:val="00267F4B"/>
    <w:rsid w:val="00270490"/>
    <w:rsid w:val="002719B6"/>
    <w:rsid w:val="00272566"/>
    <w:rsid w:val="0027319F"/>
    <w:rsid w:val="00273D78"/>
    <w:rsid w:val="00276ED3"/>
    <w:rsid w:val="002775A8"/>
    <w:rsid w:val="00280531"/>
    <w:rsid w:val="00280DCF"/>
    <w:rsid w:val="00281839"/>
    <w:rsid w:val="00284165"/>
    <w:rsid w:val="00286C91"/>
    <w:rsid w:val="00291342"/>
    <w:rsid w:val="00291E0D"/>
    <w:rsid w:val="00292C65"/>
    <w:rsid w:val="00293782"/>
    <w:rsid w:val="002944CF"/>
    <w:rsid w:val="002949B6"/>
    <w:rsid w:val="00294FF0"/>
    <w:rsid w:val="002963D6"/>
    <w:rsid w:val="00297873"/>
    <w:rsid w:val="00297A50"/>
    <w:rsid w:val="002A0AB2"/>
    <w:rsid w:val="002A156D"/>
    <w:rsid w:val="002A41AF"/>
    <w:rsid w:val="002A6857"/>
    <w:rsid w:val="002B04D9"/>
    <w:rsid w:val="002B490C"/>
    <w:rsid w:val="002B6DED"/>
    <w:rsid w:val="002B74AA"/>
    <w:rsid w:val="002C06C9"/>
    <w:rsid w:val="002C0CB8"/>
    <w:rsid w:val="002C24D3"/>
    <w:rsid w:val="002C48E6"/>
    <w:rsid w:val="002C4E73"/>
    <w:rsid w:val="002C78E0"/>
    <w:rsid w:val="002D0687"/>
    <w:rsid w:val="002D17E3"/>
    <w:rsid w:val="002D47A2"/>
    <w:rsid w:val="002D69FD"/>
    <w:rsid w:val="002D7C87"/>
    <w:rsid w:val="002E1AED"/>
    <w:rsid w:val="002E387E"/>
    <w:rsid w:val="002E48E7"/>
    <w:rsid w:val="002E48FB"/>
    <w:rsid w:val="002E609A"/>
    <w:rsid w:val="002E65D9"/>
    <w:rsid w:val="002E680A"/>
    <w:rsid w:val="002E68D4"/>
    <w:rsid w:val="002E75A5"/>
    <w:rsid w:val="002F017E"/>
    <w:rsid w:val="002F2AAE"/>
    <w:rsid w:val="002F2CD9"/>
    <w:rsid w:val="002F3255"/>
    <w:rsid w:val="002F3745"/>
    <w:rsid w:val="002F4057"/>
    <w:rsid w:val="002F416D"/>
    <w:rsid w:val="002F477D"/>
    <w:rsid w:val="002F5F62"/>
    <w:rsid w:val="002F62F1"/>
    <w:rsid w:val="00300770"/>
    <w:rsid w:val="00301432"/>
    <w:rsid w:val="00301C92"/>
    <w:rsid w:val="0030300F"/>
    <w:rsid w:val="00303490"/>
    <w:rsid w:val="00303962"/>
    <w:rsid w:val="0030745B"/>
    <w:rsid w:val="003077A7"/>
    <w:rsid w:val="00310E84"/>
    <w:rsid w:val="00314CF8"/>
    <w:rsid w:val="00314F09"/>
    <w:rsid w:val="003157F6"/>
    <w:rsid w:val="0031585D"/>
    <w:rsid w:val="0031702A"/>
    <w:rsid w:val="00317265"/>
    <w:rsid w:val="003200B0"/>
    <w:rsid w:val="003209D7"/>
    <w:rsid w:val="00323AA2"/>
    <w:rsid w:val="00326223"/>
    <w:rsid w:val="0032757B"/>
    <w:rsid w:val="00327815"/>
    <w:rsid w:val="0032792D"/>
    <w:rsid w:val="003302B9"/>
    <w:rsid w:val="003312A4"/>
    <w:rsid w:val="003322C3"/>
    <w:rsid w:val="0033295A"/>
    <w:rsid w:val="00332CF6"/>
    <w:rsid w:val="0033510F"/>
    <w:rsid w:val="0033521F"/>
    <w:rsid w:val="00335352"/>
    <w:rsid w:val="00335C61"/>
    <w:rsid w:val="00337DA1"/>
    <w:rsid w:val="003406E2"/>
    <w:rsid w:val="00340A0F"/>
    <w:rsid w:val="0034186C"/>
    <w:rsid w:val="00342B0F"/>
    <w:rsid w:val="00342CED"/>
    <w:rsid w:val="003431B0"/>
    <w:rsid w:val="00343D01"/>
    <w:rsid w:val="00345A0B"/>
    <w:rsid w:val="00346ADA"/>
    <w:rsid w:val="00346BCC"/>
    <w:rsid w:val="00347297"/>
    <w:rsid w:val="003505DC"/>
    <w:rsid w:val="0035593A"/>
    <w:rsid w:val="00356075"/>
    <w:rsid w:val="00357052"/>
    <w:rsid w:val="003579E9"/>
    <w:rsid w:val="00357E33"/>
    <w:rsid w:val="003602C7"/>
    <w:rsid w:val="00364189"/>
    <w:rsid w:val="00365132"/>
    <w:rsid w:val="003671DE"/>
    <w:rsid w:val="00370036"/>
    <w:rsid w:val="00372605"/>
    <w:rsid w:val="0037404B"/>
    <w:rsid w:val="00375C2E"/>
    <w:rsid w:val="0038025F"/>
    <w:rsid w:val="003806A3"/>
    <w:rsid w:val="00380F07"/>
    <w:rsid w:val="00381D86"/>
    <w:rsid w:val="00383440"/>
    <w:rsid w:val="00387A42"/>
    <w:rsid w:val="00393512"/>
    <w:rsid w:val="0039375D"/>
    <w:rsid w:val="003942BA"/>
    <w:rsid w:val="00394B2A"/>
    <w:rsid w:val="003957AF"/>
    <w:rsid w:val="00395BA6"/>
    <w:rsid w:val="0039702C"/>
    <w:rsid w:val="003A29CF"/>
    <w:rsid w:val="003A3170"/>
    <w:rsid w:val="003A3BA2"/>
    <w:rsid w:val="003A4140"/>
    <w:rsid w:val="003A44DA"/>
    <w:rsid w:val="003A5343"/>
    <w:rsid w:val="003B112C"/>
    <w:rsid w:val="003B1E6F"/>
    <w:rsid w:val="003B425A"/>
    <w:rsid w:val="003B4AC6"/>
    <w:rsid w:val="003B4DE7"/>
    <w:rsid w:val="003B504C"/>
    <w:rsid w:val="003B5085"/>
    <w:rsid w:val="003B70D8"/>
    <w:rsid w:val="003B7553"/>
    <w:rsid w:val="003B7EEC"/>
    <w:rsid w:val="003C0072"/>
    <w:rsid w:val="003C0BF4"/>
    <w:rsid w:val="003C322A"/>
    <w:rsid w:val="003C3363"/>
    <w:rsid w:val="003C4814"/>
    <w:rsid w:val="003C6314"/>
    <w:rsid w:val="003C668D"/>
    <w:rsid w:val="003C73C0"/>
    <w:rsid w:val="003D1822"/>
    <w:rsid w:val="003D219F"/>
    <w:rsid w:val="003D3EA8"/>
    <w:rsid w:val="003D66FC"/>
    <w:rsid w:val="003E3BF9"/>
    <w:rsid w:val="003E4555"/>
    <w:rsid w:val="003E5454"/>
    <w:rsid w:val="003E5D81"/>
    <w:rsid w:val="003E73D1"/>
    <w:rsid w:val="003F03C9"/>
    <w:rsid w:val="003F1285"/>
    <w:rsid w:val="003F17BE"/>
    <w:rsid w:val="003F1A75"/>
    <w:rsid w:val="003F266B"/>
    <w:rsid w:val="003F30A9"/>
    <w:rsid w:val="003F5007"/>
    <w:rsid w:val="003F5A26"/>
    <w:rsid w:val="00400906"/>
    <w:rsid w:val="004028E1"/>
    <w:rsid w:val="00403B5D"/>
    <w:rsid w:val="00403D93"/>
    <w:rsid w:val="00404B14"/>
    <w:rsid w:val="00407E32"/>
    <w:rsid w:val="00410D96"/>
    <w:rsid w:val="00412DB8"/>
    <w:rsid w:val="00415959"/>
    <w:rsid w:val="0042062F"/>
    <w:rsid w:val="0042125C"/>
    <w:rsid w:val="004216A7"/>
    <w:rsid w:val="00422471"/>
    <w:rsid w:val="004228B2"/>
    <w:rsid w:val="00422A1C"/>
    <w:rsid w:val="00423F3E"/>
    <w:rsid w:val="004241D7"/>
    <w:rsid w:val="004247C3"/>
    <w:rsid w:val="00425300"/>
    <w:rsid w:val="004254F9"/>
    <w:rsid w:val="00425EA4"/>
    <w:rsid w:val="0042644C"/>
    <w:rsid w:val="004274A7"/>
    <w:rsid w:val="00427972"/>
    <w:rsid w:val="00431062"/>
    <w:rsid w:val="00432B14"/>
    <w:rsid w:val="00433372"/>
    <w:rsid w:val="00433982"/>
    <w:rsid w:val="004347ED"/>
    <w:rsid w:val="004362A6"/>
    <w:rsid w:val="004376C5"/>
    <w:rsid w:val="00441918"/>
    <w:rsid w:val="004428CF"/>
    <w:rsid w:val="004448D4"/>
    <w:rsid w:val="0044543A"/>
    <w:rsid w:val="00445AE8"/>
    <w:rsid w:val="00445BE3"/>
    <w:rsid w:val="0045077D"/>
    <w:rsid w:val="00450CBD"/>
    <w:rsid w:val="00452E3E"/>
    <w:rsid w:val="00453288"/>
    <w:rsid w:val="00453711"/>
    <w:rsid w:val="00457CCE"/>
    <w:rsid w:val="004626F0"/>
    <w:rsid w:val="00463BF4"/>
    <w:rsid w:val="00466AE9"/>
    <w:rsid w:val="00467D28"/>
    <w:rsid w:val="0047044A"/>
    <w:rsid w:val="0047127A"/>
    <w:rsid w:val="00472059"/>
    <w:rsid w:val="00472392"/>
    <w:rsid w:val="004733F1"/>
    <w:rsid w:val="0047429D"/>
    <w:rsid w:val="00476FA9"/>
    <w:rsid w:val="00477C7E"/>
    <w:rsid w:val="00477D67"/>
    <w:rsid w:val="004802FD"/>
    <w:rsid w:val="004814CD"/>
    <w:rsid w:val="004815DD"/>
    <w:rsid w:val="00481C74"/>
    <w:rsid w:val="00481DCE"/>
    <w:rsid w:val="00483B17"/>
    <w:rsid w:val="00484F13"/>
    <w:rsid w:val="004857DB"/>
    <w:rsid w:val="00485B74"/>
    <w:rsid w:val="00485BD4"/>
    <w:rsid w:val="0048622C"/>
    <w:rsid w:val="0048702E"/>
    <w:rsid w:val="0048756E"/>
    <w:rsid w:val="00490149"/>
    <w:rsid w:val="0049128D"/>
    <w:rsid w:val="004912CD"/>
    <w:rsid w:val="00491ADF"/>
    <w:rsid w:val="00494817"/>
    <w:rsid w:val="0049627C"/>
    <w:rsid w:val="00496934"/>
    <w:rsid w:val="00496D19"/>
    <w:rsid w:val="00497084"/>
    <w:rsid w:val="004A06D9"/>
    <w:rsid w:val="004A487B"/>
    <w:rsid w:val="004A6996"/>
    <w:rsid w:val="004A6EDB"/>
    <w:rsid w:val="004A704F"/>
    <w:rsid w:val="004B0065"/>
    <w:rsid w:val="004B03C9"/>
    <w:rsid w:val="004B15F3"/>
    <w:rsid w:val="004B1F8B"/>
    <w:rsid w:val="004B2209"/>
    <w:rsid w:val="004B2956"/>
    <w:rsid w:val="004B2D69"/>
    <w:rsid w:val="004B3012"/>
    <w:rsid w:val="004B56DF"/>
    <w:rsid w:val="004B5A19"/>
    <w:rsid w:val="004B6319"/>
    <w:rsid w:val="004B7235"/>
    <w:rsid w:val="004B7D40"/>
    <w:rsid w:val="004B7E8B"/>
    <w:rsid w:val="004C0211"/>
    <w:rsid w:val="004C0707"/>
    <w:rsid w:val="004C0A1F"/>
    <w:rsid w:val="004C1DF1"/>
    <w:rsid w:val="004C219E"/>
    <w:rsid w:val="004C2599"/>
    <w:rsid w:val="004C48FC"/>
    <w:rsid w:val="004C4EAF"/>
    <w:rsid w:val="004C6099"/>
    <w:rsid w:val="004C6D88"/>
    <w:rsid w:val="004C6DF1"/>
    <w:rsid w:val="004C718B"/>
    <w:rsid w:val="004D1F75"/>
    <w:rsid w:val="004D3CB9"/>
    <w:rsid w:val="004D3E9A"/>
    <w:rsid w:val="004D5C81"/>
    <w:rsid w:val="004E3C5A"/>
    <w:rsid w:val="004E453F"/>
    <w:rsid w:val="004E68EA"/>
    <w:rsid w:val="004F0B1E"/>
    <w:rsid w:val="004F16B8"/>
    <w:rsid w:val="004F2D90"/>
    <w:rsid w:val="004F42F6"/>
    <w:rsid w:val="004F4B77"/>
    <w:rsid w:val="004F58E3"/>
    <w:rsid w:val="004F5EB6"/>
    <w:rsid w:val="004F6118"/>
    <w:rsid w:val="004F6290"/>
    <w:rsid w:val="004F71CB"/>
    <w:rsid w:val="004F76B2"/>
    <w:rsid w:val="004F7898"/>
    <w:rsid w:val="004F7A93"/>
    <w:rsid w:val="0050253E"/>
    <w:rsid w:val="005027C0"/>
    <w:rsid w:val="00510BB8"/>
    <w:rsid w:val="00510BC0"/>
    <w:rsid w:val="00510BFF"/>
    <w:rsid w:val="00511786"/>
    <w:rsid w:val="00511977"/>
    <w:rsid w:val="0051203F"/>
    <w:rsid w:val="00512786"/>
    <w:rsid w:val="00512891"/>
    <w:rsid w:val="00512B44"/>
    <w:rsid w:val="00512C49"/>
    <w:rsid w:val="00512E17"/>
    <w:rsid w:val="00520173"/>
    <w:rsid w:val="0052058E"/>
    <w:rsid w:val="00523DF7"/>
    <w:rsid w:val="0052488B"/>
    <w:rsid w:val="00526B89"/>
    <w:rsid w:val="0052786D"/>
    <w:rsid w:val="0053007D"/>
    <w:rsid w:val="005318E7"/>
    <w:rsid w:val="005333AE"/>
    <w:rsid w:val="00533822"/>
    <w:rsid w:val="00533A7C"/>
    <w:rsid w:val="00534748"/>
    <w:rsid w:val="00535F54"/>
    <w:rsid w:val="00536365"/>
    <w:rsid w:val="00540A9D"/>
    <w:rsid w:val="0054184E"/>
    <w:rsid w:val="00541F12"/>
    <w:rsid w:val="005426B2"/>
    <w:rsid w:val="00542721"/>
    <w:rsid w:val="005438BC"/>
    <w:rsid w:val="005444C6"/>
    <w:rsid w:val="00547DBD"/>
    <w:rsid w:val="00550BF8"/>
    <w:rsid w:val="00550ED9"/>
    <w:rsid w:val="00552B3E"/>
    <w:rsid w:val="00552FE1"/>
    <w:rsid w:val="00553A1C"/>
    <w:rsid w:val="00553F46"/>
    <w:rsid w:val="005543B8"/>
    <w:rsid w:val="005546BF"/>
    <w:rsid w:val="00556CAC"/>
    <w:rsid w:val="00560D5A"/>
    <w:rsid w:val="00561E5A"/>
    <w:rsid w:val="00564C71"/>
    <w:rsid w:val="00564D59"/>
    <w:rsid w:val="005660BF"/>
    <w:rsid w:val="005670CA"/>
    <w:rsid w:val="005701A4"/>
    <w:rsid w:val="005713A2"/>
    <w:rsid w:val="00571CC7"/>
    <w:rsid w:val="00573CCF"/>
    <w:rsid w:val="00573EBA"/>
    <w:rsid w:val="00574033"/>
    <w:rsid w:val="0058013E"/>
    <w:rsid w:val="00580B6D"/>
    <w:rsid w:val="00581B5D"/>
    <w:rsid w:val="00581D5F"/>
    <w:rsid w:val="00582B57"/>
    <w:rsid w:val="00584A4D"/>
    <w:rsid w:val="00585453"/>
    <w:rsid w:val="0058638A"/>
    <w:rsid w:val="005872C8"/>
    <w:rsid w:val="005900D7"/>
    <w:rsid w:val="005903E3"/>
    <w:rsid w:val="00590C58"/>
    <w:rsid w:val="00590DC0"/>
    <w:rsid w:val="00591A4B"/>
    <w:rsid w:val="00593BC4"/>
    <w:rsid w:val="00593C27"/>
    <w:rsid w:val="005961FF"/>
    <w:rsid w:val="005A056F"/>
    <w:rsid w:val="005A0CF6"/>
    <w:rsid w:val="005A6757"/>
    <w:rsid w:val="005A68EB"/>
    <w:rsid w:val="005B14E2"/>
    <w:rsid w:val="005B37A8"/>
    <w:rsid w:val="005B4B25"/>
    <w:rsid w:val="005B69D0"/>
    <w:rsid w:val="005B6CEF"/>
    <w:rsid w:val="005C05E5"/>
    <w:rsid w:val="005C45A8"/>
    <w:rsid w:val="005C462F"/>
    <w:rsid w:val="005C5659"/>
    <w:rsid w:val="005D1B69"/>
    <w:rsid w:val="005D330F"/>
    <w:rsid w:val="005D3961"/>
    <w:rsid w:val="005D3ED1"/>
    <w:rsid w:val="005D7ABF"/>
    <w:rsid w:val="005D7EC9"/>
    <w:rsid w:val="005D7F97"/>
    <w:rsid w:val="005E104F"/>
    <w:rsid w:val="005E1A05"/>
    <w:rsid w:val="005E24BB"/>
    <w:rsid w:val="005E2517"/>
    <w:rsid w:val="005E473A"/>
    <w:rsid w:val="005E5F7B"/>
    <w:rsid w:val="005E65F6"/>
    <w:rsid w:val="005E7A7A"/>
    <w:rsid w:val="005E7B3D"/>
    <w:rsid w:val="005F0017"/>
    <w:rsid w:val="005F2878"/>
    <w:rsid w:val="005F402B"/>
    <w:rsid w:val="005F43FA"/>
    <w:rsid w:val="005F4732"/>
    <w:rsid w:val="005F7B59"/>
    <w:rsid w:val="006012C1"/>
    <w:rsid w:val="00601C0E"/>
    <w:rsid w:val="006035ED"/>
    <w:rsid w:val="0060456F"/>
    <w:rsid w:val="00604D30"/>
    <w:rsid w:val="00605FC8"/>
    <w:rsid w:val="0060769A"/>
    <w:rsid w:val="00610C5A"/>
    <w:rsid w:val="00611A64"/>
    <w:rsid w:val="006129C4"/>
    <w:rsid w:val="00612C12"/>
    <w:rsid w:val="006152C8"/>
    <w:rsid w:val="00616778"/>
    <w:rsid w:val="00616E1F"/>
    <w:rsid w:val="00616F2F"/>
    <w:rsid w:val="006205DB"/>
    <w:rsid w:val="00620D4E"/>
    <w:rsid w:val="0062170D"/>
    <w:rsid w:val="006239D3"/>
    <w:rsid w:val="0062445B"/>
    <w:rsid w:val="006252CC"/>
    <w:rsid w:val="0062564A"/>
    <w:rsid w:val="006259C2"/>
    <w:rsid w:val="00625B06"/>
    <w:rsid w:val="00625FEA"/>
    <w:rsid w:val="00630073"/>
    <w:rsid w:val="00630740"/>
    <w:rsid w:val="00630F69"/>
    <w:rsid w:val="0063154C"/>
    <w:rsid w:val="00631A89"/>
    <w:rsid w:val="006321BE"/>
    <w:rsid w:val="0063244B"/>
    <w:rsid w:val="00635DA5"/>
    <w:rsid w:val="00636F11"/>
    <w:rsid w:val="00637084"/>
    <w:rsid w:val="00637105"/>
    <w:rsid w:val="006372B4"/>
    <w:rsid w:val="00641507"/>
    <w:rsid w:val="00641D6D"/>
    <w:rsid w:val="00645693"/>
    <w:rsid w:val="00645FF0"/>
    <w:rsid w:val="006471E6"/>
    <w:rsid w:val="006477C7"/>
    <w:rsid w:val="00650986"/>
    <w:rsid w:val="00651DEB"/>
    <w:rsid w:val="00652A96"/>
    <w:rsid w:val="00652E9E"/>
    <w:rsid w:val="00657D26"/>
    <w:rsid w:val="00657DBB"/>
    <w:rsid w:val="00660513"/>
    <w:rsid w:val="00660CA2"/>
    <w:rsid w:val="00661AAF"/>
    <w:rsid w:val="00663E85"/>
    <w:rsid w:val="00664528"/>
    <w:rsid w:val="00664586"/>
    <w:rsid w:val="006647DD"/>
    <w:rsid w:val="00664D98"/>
    <w:rsid w:val="00665547"/>
    <w:rsid w:val="00667194"/>
    <w:rsid w:val="0066764E"/>
    <w:rsid w:val="006720A0"/>
    <w:rsid w:val="00674805"/>
    <w:rsid w:val="00674BB4"/>
    <w:rsid w:val="00676288"/>
    <w:rsid w:val="00676F19"/>
    <w:rsid w:val="00681561"/>
    <w:rsid w:val="00685DA4"/>
    <w:rsid w:val="00685E50"/>
    <w:rsid w:val="0068663B"/>
    <w:rsid w:val="006907E0"/>
    <w:rsid w:val="00691638"/>
    <w:rsid w:val="006919E9"/>
    <w:rsid w:val="00691EF3"/>
    <w:rsid w:val="006925A3"/>
    <w:rsid w:val="00692CE4"/>
    <w:rsid w:val="00693143"/>
    <w:rsid w:val="0069407C"/>
    <w:rsid w:val="006953A9"/>
    <w:rsid w:val="00695E0B"/>
    <w:rsid w:val="0069687E"/>
    <w:rsid w:val="00696ECC"/>
    <w:rsid w:val="00697234"/>
    <w:rsid w:val="006A232D"/>
    <w:rsid w:val="006A3620"/>
    <w:rsid w:val="006A612A"/>
    <w:rsid w:val="006B0234"/>
    <w:rsid w:val="006B10A1"/>
    <w:rsid w:val="006B2812"/>
    <w:rsid w:val="006B3A75"/>
    <w:rsid w:val="006B53D2"/>
    <w:rsid w:val="006B5714"/>
    <w:rsid w:val="006B5F0F"/>
    <w:rsid w:val="006B772B"/>
    <w:rsid w:val="006C1D66"/>
    <w:rsid w:val="006C25D1"/>
    <w:rsid w:val="006C3A2A"/>
    <w:rsid w:val="006C5C7C"/>
    <w:rsid w:val="006C5C85"/>
    <w:rsid w:val="006D0CA3"/>
    <w:rsid w:val="006D2212"/>
    <w:rsid w:val="006D3093"/>
    <w:rsid w:val="006D36C7"/>
    <w:rsid w:val="006D647D"/>
    <w:rsid w:val="006D72B6"/>
    <w:rsid w:val="006E07C7"/>
    <w:rsid w:val="006E127B"/>
    <w:rsid w:val="006E12EA"/>
    <w:rsid w:val="006E2736"/>
    <w:rsid w:val="006E2955"/>
    <w:rsid w:val="006E2CFA"/>
    <w:rsid w:val="006E6B68"/>
    <w:rsid w:val="006E6D3D"/>
    <w:rsid w:val="006E6EFF"/>
    <w:rsid w:val="006F0331"/>
    <w:rsid w:val="006F1A37"/>
    <w:rsid w:val="006F22C9"/>
    <w:rsid w:val="006F2E4D"/>
    <w:rsid w:val="006F3048"/>
    <w:rsid w:val="006F31AD"/>
    <w:rsid w:val="006F5249"/>
    <w:rsid w:val="006F6662"/>
    <w:rsid w:val="007000C4"/>
    <w:rsid w:val="007007A4"/>
    <w:rsid w:val="00700F00"/>
    <w:rsid w:val="00704D24"/>
    <w:rsid w:val="00704E40"/>
    <w:rsid w:val="00704EC3"/>
    <w:rsid w:val="00705C5D"/>
    <w:rsid w:val="00706AAA"/>
    <w:rsid w:val="00706D5B"/>
    <w:rsid w:val="007105C2"/>
    <w:rsid w:val="00712349"/>
    <w:rsid w:val="00712647"/>
    <w:rsid w:val="00712842"/>
    <w:rsid w:val="00715A94"/>
    <w:rsid w:val="00716409"/>
    <w:rsid w:val="0071786E"/>
    <w:rsid w:val="00717A6C"/>
    <w:rsid w:val="007202EC"/>
    <w:rsid w:val="007214B8"/>
    <w:rsid w:val="00721848"/>
    <w:rsid w:val="007249F5"/>
    <w:rsid w:val="00725CE8"/>
    <w:rsid w:val="0073063D"/>
    <w:rsid w:val="00730D01"/>
    <w:rsid w:val="0073101F"/>
    <w:rsid w:val="007316FF"/>
    <w:rsid w:val="00731CB6"/>
    <w:rsid w:val="00732E39"/>
    <w:rsid w:val="0073357B"/>
    <w:rsid w:val="0073488A"/>
    <w:rsid w:val="00735224"/>
    <w:rsid w:val="00735D4B"/>
    <w:rsid w:val="0073689A"/>
    <w:rsid w:val="00737078"/>
    <w:rsid w:val="00737651"/>
    <w:rsid w:val="007411D6"/>
    <w:rsid w:val="007415A1"/>
    <w:rsid w:val="0074183A"/>
    <w:rsid w:val="007418A3"/>
    <w:rsid w:val="0074271F"/>
    <w:rsid w:val="0074339C"/>
    <w:rsid w:val="007469A9"/>
    <w:rsid w:val="00751B97"/>
    <w:rsid w:val="00752904"/>
    <w:rsid w:val="00753086"/>
    <w:rsid w:val="007530ED"/>
    <w:rsid w:val="007532E8"/>
    <w:rsid w:val="007569C8"/>
    <w:rsid w:val="00756D9D"/>
    <w:rsid w:val="00757BA3"/>
    <w:rsid w:val="007607F1"/>
    <w:rsid w:val="00761EC4"/>
    <w:rsid w:val="00762F4B"/>
    <w:rsid w:val="00764A43"/>
    <w:rsid w:val="007714F3"/>
    <w:rsid w:val="00771EAE"/>
    <w:rsid w:val="0077325F"/>
    <w:rsid w:val="007746AC"/>
    <w:rsid w:val="0077676B"/>
    <w:rsid w:val="0077722E"/>
    <w:rsid w:val="00780CC2"/>
    <w:rsid w:val="00783413"/>
    <w:rsid w:val="00783C47"/>
    <w:rsid w:val="00784057"/>
    <w:rsid w:val="007841D1"/>
    <w:rsid w:val="007924B8"/>
    <w:rsid w:val="0079365F"/>
    <w:rsid w:val="007942E1"/>
    <w:rsid w:val="00794667"/>
    <w:rsid w:val="007966C3"/>
    <w:rsid w:val="007974B0"/>
    <w:rsid w:val="007979CB"/>
    <w:rsid w:val="007A043C"/>
    <w:rsid w:val="007A0703"/>
    <w:rsid w:val="007A0736"/>
    <w:rsid w:val="007A0B35"/>
    <w:rsid w:val="007A1F51"/>
    <w:rsid w:val="007A2274"/>
    <w:rsid w:val="007A2A20"/>
    <w:rsid w:val="007A3522"/>
    <w:rsid w:val="007B07D3"/>
    <w:rsid w:val="007B119F"/>
    <w:rsid w:val="007B160A"/>
    <w:rsid w:val="007B1836"/>
    <w:rsid w:val="007B2CDE"/>
    <w:rsid w:val="007B2D33"/>
    <w:rsid w:val="007B2EDC"/>
    <w:rsid w:val="007B3C75"/>
    <w:rsid w:val="007B3E76"/>
    <w:rsid w:val="007B3EEF"/>
    <w:rsid w:val="007B40E1"/>
    <w:rsid w:val="007B44F1"/>
    <w:rsid w:val="007B7374"/>
    <w:rsid w:val="007B79F0"/>
    <w:rsid w:val="007C022E"/>
    <w:rsid w:val="007C1370"/>
    <w:rsid w:val="007C2525"/>
    <w:rsid w:val="007C3932"/>
    <w:rsid w:val="007C4126"/>
    <w:rsid w:val="007C4F0A"/>
    <w:rsid w:val="007C4F70"/>
    <w:rsid w:val="007C5B1A"/>
    <w:rsid w:val="007C6200"/>
    <w:rsid w:val="007C7ECF"/>
    <w:rsid w:val="007D03E7"/>
    <w:rsid w:val="007D1DD8"/>
    <w:rsid w:val="007D1EF5"/>
    <w:rsid w:val="007D29A9"/>
    <w:rsid w:val="007D2B33"/>
    <w:rsid w:val="007D511F"/>
    <w:rsid w:val="007D6C38"/>
    <w:rsid w:val="007E294B"/>
    <w:rsid w:val="007E37A5"/>
    <w:rsid w:val="007E53B8"/>
    <w:rsid w:val="007F0EF0"/>
    <w:rsid w:val="007F135B"/>
    <w:rsid w:val="007F155C"/>
    <w:rsid w:val="007F1926"/>
    <w:rsid w:val="007F28FD"/>
    <w:rsid w:val="007F31CA"/>
    <w:rsid w:val="007F3EF2"/>
    <w:rsid w:val="007F4FB9"/>
    <w:rsid w:val="007F5453"/>
    <w:rsid w:val="007F71B9"/>
    <w:rsid w:val="007F7463"/>
    <w:rsid w:val="00800B1B"/>
    <w:rsid w:val="0080233A"/>
    <w:rsid w:val="00803C5C"/>
    <w:rsid w:val="00804E26"/>
    <w:rsid w:val="00805C0B"/>
    <w:rsid w:val="00807FB8"/>
    <w:rsid w:val="00811185"/>
    <w:rsid w:val="00811B73"/>
    <w:rsid w:val="00811E03"/>
    <w:rsid w:val="00812A30"/>
    <w:rsid w:val="008138F9"/>
    <w:rsid w:val="00813B17"/>
    <w:rsid w:val="00813D0D"/>
    <w:rsid w:val="00814B98"/>
    <w:rsid w:val="00815211"/>
    <w:rsid w:val="008153F8"/>
    <w:rsid w:val="00815BDA"/>
    <w:rsid w:val="008171A4"/>
    <w:rsid w:val="00820C42"/>
    <w:rsid w:val="00821E05"/>
    <w:rsid w:val="008255BF"/>
    <w:rsid w:val="008265C2"/>
    <w:rsid w:val="00827035"/>
    <w:rsid w:val="00827A81"/>
    <w:rsid w:val="008303DB"/>
    <w:rsid w:val="0083114E"/>
    <w:rsid w:val="00832398"/>
    <w:rsid w:val="00833C05"/>
    <w:rsid w:val="008345FF"/>
    <w:rsid w:val="00835AAA"/>
    <w:rsid w:val="00835B02"/>
    <w:rsid w:val="00835FA0"/>
    <w:rsid w:val="00836373"/>
    <w:rsid w:val="008409F7"/>
    <w:rsid w:val="00840B59"/>
    <w:rsid w:val="00840CC1"/>
    <w:rsid w:val="00841272"/>
    <w:rsid w:val="00841B78"/>
    <w:rsid w:val="008422D1"/>
    <w:rsid w:val="008424BE"/>
    <w:rsid w:val="0084273A"/>
    <w:rsid w:val="0084362F"/>
    <w:rsid w:val="008463B7"/>
    <w:rsid w:val="00846B6F"/>
    <w:rsid w:val="0084775E"/>
    <w:rsid w:val="00855504"/>
    <w:rsid w:val="008576FA"/>
    <w:rsid w:val="008605EA"/>
    <w:rsid w:val="00860CE3"/>
    <w:rsid w:val="00862613"/>
    <w:rsid w:val="00862F83"/>
    <w:rsid w:val="008645CC"/>
    <w:rsid w:val="00865D87"/>
    <w:rsid w:val="0086669D"/>
    <w:rsid w:val="0087072A"/>
    <w:rsid w:val="008708A7"/>
    <w:rsid w:val="0087179A"/>
    <w:rsid w:val="0087304E"/>
    <w:rsid w:val="00873186"/>
    <w:rsid w:val="00873E0B"/>
    <w:rsid w:val="00874DDA"/>
    <w:rsid w:val="00876082"/>
    <w:rsid w:val="0087645B"/>
    <w:rsid w:val="00877175"/>
    <w:rsid w:val="008772F1"/>
    <w:rsid w:val="008775FF"/>
    <w:rsid w:val="00877BE9"/>
    <w:rsid w:val="0088059E"/>
    <w:rsid w:val="0088152D"/>
    <w:rsid w:val="008824D8"/>
    <w:rsid w:val="008844BF"/>
    <w:rsid w:val="00884A58"/>
    <w:rsid w:val="00885118"/>
    <w:rsid w:val="00890385"/>
    <w:rsid w:val="008916E8"/>
    <w:rsid w:val="00891AF3"/>
    <w:rsid w:val="00893140"/>
    <w:rsid w:val="00893187"/>
    <w:rsid w:val="0089331F"/>
    <w:rsid w:val="00893936"/>
    <w:rsid w:val="00895CAD"/>
    <w:rsid w:val="008A0F83"/>
    <w:rsid w:val="008A128F"/>
    <w:rsid w:val="008A2E5E"/>
    <w:rsid w:val="008A3752"/>
    <w:rsid w:val="008A4226"/>
    <w:rsid w:val="008A47AE"/>
    <w:rsid w:val="008A59C0"/>
    <w:rsid w:val="008A6E9F"/>
    <w:rsid w:val="008A738D"/>
    <w:rsid w:val="008A757F"/>
    <w:rsid w:val="008A75C7"/>
    <w:rsid w:val="008A785C"/>
    <w:rsid w:val="008B0185"/>
    <w:rsid w:val="008B1E4C"/>
    <w:rsid w:val="008B26CB"/>
    <w:rsid w:val="008B34CA"/>
    <w:rsid w:val="008B3DB5"/>
    <w:rsid w:val="008B51E2"/>
    <w:rsid w:val="008B5ABC"/>
    <w:rsid w:val="008B5C8E"/>
    <w:rsid w:val="008B5F68"/>
    <w:rsid w:val="008B6B64"/>
    <w:rsid w:val="008C0E55"/>
    <w:rsid w:val="008C6186"/>
    <w:rsid w:val="008C6D8B"/>
    <w:rsid w:val="008D04DD"/>
    <w:rsid w:val="008D06A7"/>
    <w:rsid w:val="008D08EE"/>
    <w:rsid w:val="008D3E54"/>
    <w:rsid w:val="008D478A"/>
    <w:rsid w:val="008D6D63"/>
    <w:rsid w:val="008D70D9"/>
    <w:rsid w:val="008E1649"/>
    <w:rsid w:val="008E32B2"/>
    <w:rsid w:val="008E42EE"/>
    <w:rsid w:val="008E5504"/>
    <w:rsid w:val="008E622E"/>
    <w:rsid w:val="008E73B9"/>
    <w:rsid w:val="008F3D4C"/>
    <w:rsid w:val="008F440A"/>
    <w:rsid w:val="008F47B7"/>
    <w:rsid w:val="008F4FA3"/>
    <w:rsid w:val="008F7AD7"/>
    <w:rsid w:val="008F7DEF"/>
    <w:rsid w:val="0090094B"/>
    <w:rsid w:val="00901120"/>
    <w:rsid w:val="00901538"/>
    <w:rsid w:val="00901D7C"/>
    <w:rsid w:val="00903470"/>
    <w:rsid w:val="009043B4"/>
    <w:rsid w:val="00904448"/>
    <w:rsid w:val="00904F7C"/>
    <w:rsid w:val="0090590D"/>
    <w:rsid w:val="0090639F"/>
    <w:rsid w:val="009073C1"/>
    <w:rsid w:val="00912DDA"/>
    <w:rsid w:val="00913EBA"/>
    <w:rsid w:val="00914036"/>
    <w:rsid w:val="00914C6C"/>
    <w:rsid w:val="00916564"/>
    <w:rsid w:val="009175AB"/>
    <w:rsid w:val="0092024C"/>
    <w:rsid w:val="00920353"/>
    <w:rsid w:val="0092046F"/>
    <w:rsid w:val="00920C82"/>
    <w:rsid w:val="00920CDE"/>
    <w:rsid w:val="00921DC4"/>
    <w:rsid w:val="009228EA"/>
    <w:rsid w:val="009238B8"/>
    <w:rsid w:val="009279C7"/>
    <w:rsid w:val="00931A0F"/>
    <w:rsid w:val="00931BD8"/>
    <w:rsid w:val="00932E19"/>
    <w:rsid w:val="009334BB"/>
    <w:rsid w:val="00934DE2"/>
    <w:rsid w:val="00934E89"/>
    <w:rsid w:val="00936992"/>
    <w:rsid w:val="00936E28"/>
    <w:rsid w:val="00941394"/>
    <w:rsid w:val="00941C27"/>
    <w:rsid w:val="0094691B"/>
    <w:rsid w:val="00947E19"/>
    <w:rsid w:val="00947F9B"/>
    <w:rsid w:val="00950393"/>
    <w:rsid w:val="00950CEC"/>
    <w:rsid w:val="009518B7"/>
    <w:rsid w:val="00952B60"/>
    <w:rsid w:val="009552CE"/>
    <w:rsid w:val="009553D8"/>
    <w:rsid w:val="00956CD7"/>
    <w:rsid w:val="009573B1"/>
    <w:rsid w:val="00963BAA"/>
    <w:rsid w:val="00964637"/>
    <w:rsid w:val="0096473D"/>
    <w:rsid w:val="009707BB"/>
    <w:rsid w:val="00970815"/>
    <w:rsid w:val="00970C30"/>
    <w:rsid w:val="009722D5"/>
    <w:rsid w:val="009723CF"/>
    <w:rsid w:val="00973417"/>
    <w:rsid w:val="0097365B"/>
    <w:rsid w:val="009737E7"/>
    <w:rsid w:val="0098052F"/>
    <w:rsid w:val="00981375"/>
    <w:rsid w:val="00981DDA"/>
    <w:rsid w:val="00982528"/>
    <w:rsid w:val="0098449E"/>
    <w:rsid w:val="00986465"/>
    <w:rsid w:val="00987C42"/>
    <w:rsid w:val="00987CEF"/>
    <w:rsid w:val="009901AF"/>
    <w:rsid w:val="00990C5C"/>
    <w:rsid w:val="0099123E"/>
    <w:rsid w:val="009A0205"/>
    <w:rsid w:val="009A067E"/>
    <w:rsid w:val="009A075C"/>
    <w:rsid w:val="009A0CA7"/>
    <w:rsid w:val="009A1AA6"/>
    <w:rsid w:val="009A222F"/>
    <w:rsid w:val="009A30CB"/>
    <w:rsid w:val="009A3A40"/>
    <w:rsid w:val="009A4208"/>
    <w:rsid w:val="009A4743"/>
    <w:rsid w:val="009A4CF8"/>
    <w:rsid w:val="009A6C64"/>
    <w:rsid w:val="009A708F"/>
    <w:rsid w:val="009A74D5"/>
    <w:rsid w:val="009B100C"/>
    <w:rsid w:val="009B117A"/>
    <w:rsid w:val="009B185C"/>
    <w:rsid w:val="009B1C23"/>
    <w:rsid w:val="009B1FF4"/>
    <w:rsid w:val="009B2386"/>
    <w:rsid w:val="009B5B7A"/>
    <w:rsid w:val="009C39DE"/>
    <w:rsid w:val="009C3D06"/>
    <w:rsid w:val="009C3EE1"/>
    <w:rsid w:val="009C5020"/>
    <w:rsid w:val="009C5FD9"/>
    <w:rsid w:val="009C6252"/>
    <w:rsid w:val="009D01B2"/>
    <w:rsid w:val="009D0E8C"/>
    <w:rsid w:val="009D102A"/>
    <w:rsid w:val="009D55A3"/>
    <w:rsid w:val="009D650B"/>
    <w:rsid w:val="009D6981"/>
    <w:rsid w:val="009D6D72"/>
    <w:rsid w:val="009D7023"/>
    <w:rsid w:val="009D7C75"/>
    <w:rsid w:val="009D7DF5"/>
    <w:rsid w:val="009E3080"/>
    <w:rsid w:val="009E416A"/>
    <w:rsid w:val="009E5238"/>
    <w:rsid w:val="009E79B4"/>
    <w:rsid w:val="009F1827"/>
    <w:rsid w:val="009F3360"/>
    <w:rsid w:val="009F4DE6"/>
    <w:rsid w:val="00A0219D"/>
    <w:rsid w:val="00A0624E"/>
    <w:rsid w:val="00A062BE"/>
    <w:rsid w:val="00A06761"/>
    <w:rsid w:val="00A07291"/>
    <w:rsid w:val="00A1059C"/>
    <w:rsid w:val="00A11335"/>
    <w:rsid w:val="00A1194B"/>
    <w:rsid w:val="00A11C68"/>
    <w:rsid w:val="00A13CF6"/>
    <w:rsid w:val="00A176C7"/>
    <w:rsid w:val="00A205EF"/>
    <w:rsid w:val="00A2112E"/>
    <w:rsid w:val="00A21C75"/>
    <w:rsid w:val="00A21DE8"/>
    <w:rsid w:val="00A22B03"/>
    <w:rsid w:val="00A24F9E"/>
    <w:rsid w:val="00A25414"/>
    <w:rsid w:val="00A273A5"/>
    <w:rsid w:val="00A27CD4"/>
    <w:rsid w:val="00A30034"/>
    <w:rsid w:val="00A31244"/>
    <w:rsid w:val="00A31C1E"/>
    <w:rsid w:val="00A329E6"/>
    <w:rsid w:val="00A35053"/>
    <w:rsid w:val="00A356E3"/>
    <w:rsid w:val="00A372DD"/>
    <w:rsid w:val="00A4287C"/>
    <w:rsid w:val="00A434FD"/>
    <w:rsid w:val="00A444B4"/>
    <w:rsid w:val="00A45350"/>
    <w:rsid w:val="00A4547A"/>
    <w:rsid w:val="00A46128"/>
    <w:rsid w:val="00A4663D"/>
    <w:rsid w:val="00A46A46"/>
    <w:rsid w:val="00A50DBF"/>
    <w:rsid w:val="00A50E6F"/>
    <w:rsid w:val="00A52FE3"/>
    <w:rsid w:val="00A535CE"/>
    <w:rsid w:val="00A55039"/>
    <w:rsid w:val="00A55438"/>
    <w:rsid w:val="00A561B8"/>
    <w:rsid w:val="00A56200"/>
    <w:rsid w:val="00A56B3F"/>
    <w:rsid w:val="00A577B5"/>
    <w:rsid w:val="00A6028F"/>
    <w:rsid w:val="00A60C60"/>
    <w:rsid w:val="00A635D3"/>
    <w:rsid w:val="00A643CC"/>
    <w:rsid w:val="00A64E5E"/>
    <w:rsid w:val="00A6534D"/>
    <w:rsid w:val="00A65EFA"/>
    <w:rsid w:val="00A66D3F"/>
    <w:rsid w:val="00A676B7"/>
    <w:rsid w:val="00A679B8"/>
    <w:rsid w:val="00A67C36"/>
    <w:rsid w:val="00A7012C"/>
    <w:rsid w:val="00A710D5"/>
    <w:rsid w:val="00A7367A"/>
    <w:rsid w:val="00A744FD"/>
    <w:rsid w:val="00A7523F"/>
    <w:rsid w:val="00A75534"/>
    <w:rsid w:val="00A75F50"/>
    <w:rsid w:val="00A7660B"/>
    <w:rsid w:val="00A767C5"/>
    <w:rsid w:val="00A800B6"/>
    <w:rsid w:val="00A81EF0"/>
    <w:rsid w:val="00A830FA"/>
    <w:rsid w:val="00A87F3C"/>
    <w:rsid w:val="00A90A27"/>
    <w:rsid w:val="00A9104C"/>
    <w:rsid w:val="00A91468"/>
    <w:rsid w:val="00A91631"/>
    <w:rsid w:val="00A93685"/>
    <w:rsid w:val="00A93B18"/>
    <w:rsid w:val="00A94176"/>
    <w:rsid w:val="00A94E71"/>
    <w:rsid w:val="00A9505B"/>
    <w:rsid w:val="00A97101"/>
    <w:rsid w:val="00A974B7"/>
    <w:rsid w:val="00AA02DF"/>
    <w:rsid w:val="00AA13B2"/>
    <w:rsid w:val="00AA1FBB"/>
    <w:rsid w:val="00AA362D"/>
    <w:rsid w:val="00AA53F8"/>
    <w:rsid w:val="00AA544E"/>
    <w:rsid w:val="00AA6D34"/>
    <w:rsid w:val="00AA7167"/>
    <w:rsid w:val="00AA7E9B"/>
    <w:rsid w:val="00AB017F"/>
    <w:rsid w:val="00AB0F74"/>
    <w:rsid w:val="00AB365D"/>
    <w:rsid w:val="00AB6540"/>
    <w:rsid w:val="00AB6B6B"/>
    <w:rsid w:val="00AB6F15"/>
    <w:rsid w:val="00AB7704"/>
    <w:rsid w:val="00AC1835"/>
    <w:rsid w:val="00AC2551"/>
    <w:rsid w:val="00AC44AE"/>
    <w:rsid w:val="00AC533C"/>
    <w:rsid w:val="00AC5D64"/>
    <w:rsid w:val="00AC6BB0"/>
    <w:rsid w:val="00AC6C93"/>
    <w:rsid w:val="00AC79E8"/>
    <w:rsid w:val="00AD0669"/>
    <w:rsid w:val="00AD28B4"/>
    <w:rsid w:val="00AD3B07"/>
    <w:rsid w:val="00AD4C40"/>
    <w:rsid w:val="00AD5D0C"/>
    <w:rsid w:val="00AD60C8"/>
    <w:rsid w:val="00AD750D"/>
    <w:rsid w:val="00AD78C1"/>
    <w:rsid w:val="00AD7BCF"/>
    <w:rsid w:val="00AD7D7A"/>
    <w:rsid w:val="00AD7EF6"/>
    <w:rsid w:val="00AE2077"/>
    <w:rsid w:val="00AE2B71"/>
    <w:rsid w:val="00AE3404"/>
    <w:rsid w:val="00AE3ED7"/>
    <w:rsid w:val="00AE6123"/>
    <w:rsid w:val="00AE6ACF"/>
    <w:rsid w:val="00AE710C"/>
    <w:rsid w:val="00AE7508"/>
    <w:rsid w:val="00AF0E40"/>
    <w:rsid w:val="00AF1C1C"/>
    <w:rsid w:val="00AF27D4"/>
    <w:rsid w:val="00AF2BC1"/>
    <w:rsid w:val="00AF3776"/>
    <w:rsid w:val="00AF41AC"/>
    <w:rsid w:val="00AF45F8"/>
    <w:rsid w:val="00AF48DF"/>
    <w:rsid w:val="00AF4B13"/>
    <w:rsid w:val="00AF71FC"/>
    <w:rsid w:val="00B00E7A"/>
    <w:rsid w:val="00B012B0"/>
    <w:rsid w:val="00B030DE"/>
    <w:rsid w:val="00B03B1B"/>
    <w:rsid w:val="00B04236"/>
    <w:rsid w:val="00B0459B"/>
    <w:rsid w:val="00B05127"/>
    <w:rsid w:val="00B05BE2"/>
    <w:rsid w:val="00B07853"/>
    <w:rsid w:val="00B11486"/>
    <w:rsid w:val="00B11E0C"/>
    <w:rsid w:val="00B124F3"/>
    <w:rsid w:val="00B13B7E"/>
    <w:rsid w:val="00B14A95"/>
    <w:rsid w:val="00B1755D"/>
    <w:rsid w:val="00B2021C"/>
    <w:rsid w:val="00B22CD9"/>
    <w:rsid w:val="00B232D3"/>
    <w:rsid w:val="00B23457"/>
    <w:rsid w:val="00B278AC"/>
    <w:rsid w:val="00B27F74"/>
    <w:rsid w:val="00B32204"/>
    <w:rsid w:val="00B32A95"/>
    <w:rsid w:val="00B33D1C"/>
    <w:rsid w:val="00B37185"/>
    <w:rsid w:val="00B378AA"/>
    <w:rsid w:val="00B40B86"/>
    <w:rsid w:val="00B41FBF"/>
    <w:rsid w:val="00B423CC"/>
    <w:rsid w:val="00B42CC8"/>
    <w:rsid w:val="00B43277"/>
    <w:rsid w:val="00B46088"/>
    <w:rsid w:val="00B46B42"/>
    <w:rsid w:val="00B51CDB"/>
    <w:rsid w:val="00B52744"/>
    <w:rsid w:val="00B57AAF"/>
    <w:rsid w:val="00B60281"/>
    <w:rsid w:val="00B60A86"/>
    <w:rsid w:val="00B60C9A"/>
    <w:rsid w:val="00B61DFA"/>
    <w:rsid w:val="00B6416D"/>
    <w:rsid w:val="00B6540A"/>
    <w:rsid w:val="00B656D5"/>
    <w:rsid w:val="00B67A87"/>
    <w:rsid w:val="00B76376"/>
    <w:rsid w:val="00B76F35"/>
    <w:rsid w:val="00B77310"/>
    <w:rsid w:val="00B81198"/>
    <w:rsid w:val="00B81432"/>
    <w:rsid w:val="00B84639"/>
    <w:rsid w:val="00B84930"/>
    <w:rsid w:val="00B87CCE"/>
    <w:rsid w:val="00B87E1E"/>
    <w:rsid w:val="00B9187B"/>
    <w:rsid w:val="00B935CA"/>
    <w:rsid w:val="00B951C8"/>
    <w:rsid w:val="00B95405"/>
    <w:rsid w:val="00B96A06"/>
    <w:rsid w:val="00BA0EAD"/>
    <w:rsid w:val="00BA3D8D"/>
    <w:rsid w:val="00BA4AE2"/>
    <w:rsid w:val="00BA57C8"/>
    <w:rsid w:val="00BA5A0F"/>
    <w:rsid w:val="00BA6673"/>
    <w:rsid w:val="00BA6D05"/>
    <w:rsid w:val="00BB176D"/>
    <w:rsid w:val="00BB2D3C"/>
    <w:rsid w:val="00BB63E8"/>
    <w:rsid w:val="00BB6867"/>
    <w:rsid w:val="00BB7E22"/>
    <w:rsid w:val="00BC1805"/>
    <w:rsid w:val="00BC1AEB"/>
    <w:rsid w:val="00BC3470"/>
    <w:rsid w:val="00BC70D3"/>
    <w:rsid w:val="00BD1F61"/>
    <w:rsid w:val="00BD23EA"/>
    <w:rsid w:val="00BD2503"/>
    <w:rsid w:val="00BD2F2F"/>
    <w:rsid w:val="00BD5580"/>
    <w:rsid w:val="00BD5B94"/>
    <w:rsid w:val="00BE141B"/>
    <w:rsid w:val="00BE2031"/>
    <w:rsid w:val="00BE2E8D"/>
    <w:rsid w:val="00BE3B86"/>
    <w:rsid w:val="00BE3E74"/>
    <w:rsid w:val="00BE4A5F"/>
    <w:rsid w:val="00BE56F3"/>
    <w:rsid w:val="00BE7DA7"/>
    <w:rsid w:val="00BF1579"/>
    <w:rsid w:val="00BF37F9"/>
    <w:rsid w:val="00BF6A74"/>
    <w:rsid w:val="00BF6F91"/>
    <w:rsid w:val="00BF731C"/>
    <w:rsid w:val="00C02E34"/>
    <w:rsid w:val="00C049F0"/>
    <w:rsid w:val="00C04B1B"/>
    <w:rsid w:val="00C0640B"/>
    <w:rsid w:val="00C074A8"/>
    <w:rsid w:val="00C10942"/>
    <w:rsid w:val="00C1242D"/>
    <w:rsid w:val="00C13069"/>
    <w:rsid w:val="00C13DDC"/>
    <w:rsid w:val="00C1563D"/>
    <w:rsid w:val="00C15E13"/>
    <w:rsid w:val="00C16142"/>
    <w:rsid w:val="00C16760"/>
    <w:rsid w:val="00C16BD4"/>
    <w:rsid w:val="00C17A92"/>
    <w:rsid w:val="00C203BF"/>
    <w:rsid w:val="00C2078B"/>
    <w:rsid w:val="00C20E5F"/>
    <w:rsid w:val="00C219BE"/>
    <w:rsid w:val="00C22837"/>
    <w:rsid w:val="00C238B0"/>
    <w:rsid w:val="00C239D0"/>
    <w:rsid w:val="00C24EBA"/>
    <w:rsid w:val="00C2539A"/>
    <w:rsid w:val="00C26E55"/>
    <w:rsid w:val="00C26E60"/>
    <w:rsid w:val="00C278D0"/>
    <w:rsid w:val="00C302AA"/>
    <w:rsid w:val="00C32650"/>
    <w:rsid w:val="00C338EC"/>
    <w:rsid w:val="00C36459"/>
    <w:rsid w:val="00C36996"/>
    <w:rsid w:val="00C411E0"/>
    <w:rsid w:val="00C41A2A"/>
    <w:rsid w:val="00C42181"/>
    <w:rsid w:val="00C429B3"/>
    <w:rsid w:val="00C429CE"/>
    <w:rsid w:val="00C42D37"/>
    <w:rsid w:val="00C438F1"/>
    <w:rsid w:val="00C455E6"/>
    <w:rsid w:val="00C47958"/>
    <w:rsid w:val="00C47FB0"/>
    <w:rsid w:val="00C53783"/>
    <w:rsid w:val="00C56F49"/>
    <w:rsid w:val="00C572BE"/>
    <w:rsid w:val="00C60286"/>
    <w:rsid w:val="00C609AF"/>
    <w:rsid w:val="00C62892"/>
    <w:rsid w:val="00C639AF"/>
    <w:rsid w:val="00C63D5A"/>
    <w:rsid w:val="00C65FB7"/>
    <w:rsid w:val="00C67496"/>
    <w:rsid w:val="00C7054F"/>
    <w:rsid w:val="00C71270"/>
    <w:rsid w:val="00C714A4"/>
    <w:rsid w:val="00C71F97"/>
    <w:rsid w:val="00C73198"/>
    <w:rsid w:val="00C738FB"/>
    <w:rsid w:val="00C73B48"/>
    <w:rsid w:val="00C73F64"/>
    <w:rsid w:val="00C74015"/>
    <w:rsid w:val="00C74142"/>
    <w:rsid w:val="00C7507F"/>
    <w:rsid w:val="00C75D8B"/>
    <w:rsid w:val="00C76033"/>
    <w:rsid w:val="00C77843"/>
    <w:rsid w:val="00C81578"/>
    <w:rsid w:val="00C81E9E"/>
    <w:rsid w:val="00C82621"/>
    <w:rsid w:val="00C85386"/>
    <w:rsid w:val="00C85A7F"/>
    <w:rsid w:val="00C90232"/>
    <w:rsid w:val="00C9108F"/>
    <w:rsid w:val="00C9159E"/>
    <w:rsid w:val="00C916A2"/>
    <w:rsid w:val="00C93C2E"/>
    <w:rsid w:val="00C940FB"/>
    <w:rsid w:val="00C94B05"/>
    <w:rsid w:val="00C94EDF"/>
    <w:rsid w:val="00C976F4"/>
    <w:rsid w:val="00CA0DD6"/>
    <w:rsid w:val="00CA2891"/>
    <w:rsid w:val="00CA349B"/>
    <w:rsid w:val="00CA3E17"/>
    <w:rsid w:val="00CA3EDD"/>
    <w:rsid w:val="00CA4A58"/>
    <w:rsid w:val="00CA5E6D"/>
    <w:rsid w:val="00CA6D16"/>
    <w:rsid w:val="00CA71FD"/>
    <w:rsid w:val="00CA7E24"/>
    <w:rsid w:val="00CB4B8B"/>
    <w:rsid w:val="00CB6477"/>
    <w:rsid w:val="00CB7ABF"/>
    <w:rsid w:val="00CC0296"/>
    <w:rsid w:val="00CC21EE"/>
    <w:rsid w:val="00CC23E1"/>
    <w:rsid w:val="00CC4612"/>
    <w:rsid w:val="00CC4DDF"/>
    <w:rsid w:val="00CC73F3"/>
    <w:rsid w:val="00CC7776"/>
    <w:rsid w:val="00CD022E"/>
    <w:rsid w:val="00CD09CE"/>
    <w:rsid w:val="00CD0CFB"/>
    <w:rsid w:val="00CD123F"/>
    <w:rsid w:val="00CD19C8"/>
    <w:rsid w:val="00CD2B4C"/>
    <w:rsid w:val="00CD3834"/>
    <w:rsid w:val="00CD4DB2"/>
    <w:rsid w:val="00CD5AF7"/>
    <w:rsid w:val="00CD77E0"/>
    <w:rsid w:val="00CE3524"/>
    <w:rsid w:val="00CE3CD8"/>
    <w:rsid w:val="00CE4073"/>
    <w:rsid w:val="00CE50E7"/>
    <w:rsid w:val="00CE5F65"/>
    <w:rsid w:val="00CE79DF"/>
    <w:rsid w:val="00CE7A7E"/>
    <w:rsid w:val="00CF009F"/>
    <w:rsid w:val="00CF2F2A"/>
    <w:rsid w:val="00CF4E88"/>
    <w:rsid w:val="00CF4FAE"/>
    <w:rsid w:val="00CF7957"/>
    <w:rsid w:val="00D00866"/>
    <w:rsid w:val="00D01A37"/>
    <w:rsid w:val="00D01A8E"/>
    <w:rsid w:val="00D01BAE"/>
    <w:rsid w:val="00D04603"/>
    <w:rsid w:val="00D04D80"/>
    <w:rsid w:val="00D068C4"/>
    <w:rsid w:val="00D07151"/>
    <w:rsid w:val="00D12D18"/>
    <w:rsid w:val="00D14869"/>
    <w:rsid w:val="00D16E95"/>
    <w:rsid w:val="00D202CE"/>
    <w:rsid w:val="00D20965"/>
    <w:rsid w:val="00D214F7"/>
    <w:rsid w:val="00D232C7"/>
    <w:rsid w:val="00D2408B"/>
    <w:rsid w:val="00D27301"/>
    <w:rsid w:val="00D30658"/>
    <w:rsid w:val="00D343CF"/>
    <w:rsid w:val="00D351B7"/>
    <w:rsid w:val="00D35673"/>
    <w:rsid w:val="00D35D58"/>
    <w:rsid w:val="00D35F35"/>
    <w:rsid w:val="00D37DBF"/>
    <w:rsid w:val="00D4016A"/>
    <w:rsid w:val="00D401A5"/>
    <w:rsid w:val="00D421A4"/>
    <w:rsid w:val="00D42A25"/>
    <w:rsid w:val="00D44D6F"/>
    <w:rsid w:val="00D44ED1"/>
    <w:rsid w:val="00D4516D"/>
    <w:rsid w:val="00D45DA6"/>
    <w:rsid w:val="00D45FBD"/>
    <w:rsid w:val="00D4687D"/>
    <w:rsid w:val="00D475C3"/>
    <w:rsid w:val="00D478C0"/>
    <w:rsid w:val="00D47D49"/>
    <w:rsid w:val="00D50A8D"/>
    <w:rsid w:val="00D527D2"/>
    <w:rsid w:val="00D53C5B"/>
    <w:rsid w:val="00D5462B"/>
    <w:rsid w:val="00D555DF"/>
    <w:rsid w:val="00D560EC"/>
    <w:rsid w:val="00D616D9"/>
    <w:rsid w:val="00D63D6C"/>
    <w:rsid w:val="00D647A6"/>
    <w:rsid w:val="00D7074B"/>
    <w:rsid w:val="00D70764"/>
    <w:rsid w:val="00D71200"/>
    <w:rsid w:val="00D72AB9"/>
    <w:rsid w:val="00D7377C"/>
    <w:rsid w:val="00D7420D"/>
    <w:rsid w:val="00D755B5"/>
    <w:rsid w:val="00D7780B"/>
    <w:rsid w:val="00D77E05"/>
    <w:rsid w:val="00D80ED9"/>
    <w:rsid w:val="00D8389F"/>
    <w:rsid w:val="00D843BB"/>
    <w:rsid w:val="00D84A32"/>
    <w:rsid w:val="00D86153"/>
    <w:rsid w:val="00D86DED"/>
    <w:rsid w:val="00D90A3D"/>
    <w:rsid w:val="00D9147D"/>
    <w:rsid w:val="00D920BA"/>
    <w:rsid w:val="00D93D06"/>
    <w:rsid w:val="00D950C1"/>
    <w:rsid w:val="00D95F58"/>
    <w:rsid w:val="00D95FDE"/>
    <w:rsid w:val="00D9684B"/>
    <w:rsid w:val="00D97E8F"/>
    <w:rsid w:val="00DA1612"/>
    <w:rsid w:val="00DA2684"/>
    <w:rsid w:val="00DA3BED"/>
    <w:rsid w:val="00DA5361"/>
    <w:rsid w:val="00DA5447"/>
    <w:rsid w:val="00DA571E"/>
    <w:rsid w:val="00DA6515"/>
    <w:rsid w:val="00DA6F94"/>
    <w:rsid w:val="00DA708F"/>
    <w:rsid w:val="00DB127F"/>
    <w:rsid w:val="00DB22EB"/>
    <w:rsid w:val="00DB50E9"/>
    <w:rsid w:val="00DB52FC"/>
    <w:rsid w:val="00DB5DC4"/>
    <w:rsid w:val="00DB6632"/>
    <w:rsid w:val="00DB7D42"/>
    <w:rsid w:val="00DB7E41"/>
    <w:rsid w:val="00DB7EAE"/>
    <w:rsid w:val="00DC024F"/>
    <w:rsid w:val="00DC108E"/>
    <w:rsid w:val="00DC139D"/>
    <w:rsid w:val="00DC2117"/>
    <w:rsid w:val="00DC2B1F"/>
    <w:rsid w:val="00DC368A"/>
    <w:rsid w:val="00DC5EF3"/>
    <w:rsid w:val="00DC6576"/>
    <w:rsid w:val="00DC78CD"/>
    <w:rsid w:val="00DC79F0"/>
    <w:rsid w:val="00DC7CC6"/>
    <w:rsid w:val="00DD19F1"/>
    <w:rsid w:val="00DD1D63"/>
    <w:rsid w:val="00DD2452"/>
    <w:rsid w:val="00DD2CFE"/>
    <w:rsid w:val="00DD766C"/>
    <w:rsid w:val="00DE071B"/>
    <w:rsid w:val="00DE0818"/>
    <w:rsid w:val="00DE2305"/>
    <w:rsid w:val="00DE2DB8"/>
    <w:rsid w:val="00DE3DBD"/>
    <w:rsid w:val="00DE3E09"/>
    <w:rsid w:val="00DE4117"/>
    <w:rsid w:val="00DE4CF5"/>
    <w:rsid w:val="00DF0F31"/>
    <w:rsid w:val="00DF4B86"/>
    <w:rsid w:val="00DF5079"/>
    <w:rsid w:val="00DF7CB6"/>
    <w:rsid w:val="00E0025B"/>
    <w:rsid w:val="00E018BF"/>
    <w:rsid w:val="00E04198"/>
    <w:rsid w:val="00E0502B"/>
    <w:rsid w:val="00E05EE9"/>
    <w:rsid w:val="00E06743"/>
    <w:rsid w:val="00E069AB"/>
    <w:rsid w:val="00E104D1"/>
    <w:rsid w:val="00E10C97"/>
    <w:rsid w:val="00E10CBC"/>
    <w:rsid w:val="00E12F3F"/>
    <w:rsid w:val="00E13181"/>
    <w:rsid w:val="00E1556D"/>
    <w:rsid w:val="00E16F30"/>
    <w:rsid w:val="00E213DE"/>
    <w:rsid w:val="00E21699"/>
    <w:rsid w:val="00E22A72"/>
    <w:rsid w:val="00E22E66"/>
    <w:rsid w:val="00E23E4F"/>
    <w:rsid w:val="00E23F58"/>
    <w:rsid w:val="00E25CFE"/>
    <w:rsid w:val="00E269D8"/>
    <w:rsid w:val="00E30559"/>
    <w:rsid w:val="00E3255D"/>
    <w:rsid w:val="00E362BD"/>
    <w:rsid w:val="00E40D12"/>
    <w:rsid w:val="00E41740"/>
    <w:rsid w:val="00E448CC"/>
    <w:rsid w:val="00E44A17"/>
    <w:rsid w:val="00E46A78"/>
    <w:rsid w:val="00E46AC0"/>
    <w:rsid w:val="00E47B2D"/>
    <w:rsid w:val="00E512C8"/>
    <w:rsid w:val="00E51C9A"/>
    <w:rsid w:val="00E523EB"/>
    <w:rsid w:val="00E535F0"/>
    <w:rsid w:val="00E54162"/>
    <w:rsid w:val="00E5601B"/>
    <w:rsid w:val="00E56931"/>
    <w:rsid w:val="00E573CE"/>
    <w:rsid w:val="00E57B87"/>
    <w:rsid w:val="00E6098A"/>
    <w:rsid w:val="00E60DC3"/>
    <w:rsid w:val="00E60ECD"/>
    <w:rsid w:val="00E62222"/>
    <w:rsid w:val="00E62712"/>
    <w:rsid w:val="00E645C8"/>
    <w:rsid w:val="00E65BA1"/>
    <w:rsid w:val="00E670C3"/>
    <w:rsid w:val="00E70A28"/>
    <w:rsid w:val="00E70B7B"/>
    <w:rsid w:val="00E736F4"/>
    <w:rsid w:val="00E74069"/>
    <w:rsid w:val="00E75A1A"/>
    <w:rsid w:val="00E7773E"/>
    <w:rsid w:val="00E77EF8"/>
    <w:rsid w:val="00E81ED9"/>
    <w:rsid w:val="00E83D69"/>
    <w:rsid w:val="00E849DB"/>
    <w:rsid w:val="00E8699E"/>
    <w:rsid w:val="00E90074"/>
    <w:rsid w:val="00E9020A"/>
    <w:rsid w:val="00E90D3F"/>
    <w:rsid w:val="00E933B3"/>
    <w:rsid w:val="00E93C19"/>
    <w:rsid w:val="00E9522D"/>
    <w:rsid w:val="00E95906"/>
    <w:rsid w:val="00E95E19"/>
    <w:rsid w:val="00E969DF"/>
    <w:rsid w:val="00E96F3E"/>
    <w:rsid w:val="00E97026"/>
    <w:rsid w:val="00EA1274"/>
    <w:rsid w:val="00EA12E9"/>
    <w:rsid w:val="00EA2130"/>
    <w:rsid w:val="00EA30A3"/>
    <w:rsid w:val="00EA6802"/>
    <w:rsid w:val="00EA6815"/>
    <w:rsid w:val="00EA7D91"/>
    <w:rsid w:val="00EB239B"/>
    <w:rsid w:val="00EB3145"/>
    <w:rsid w:val="00EB3759"/>
    <w:rsid w:val="00EB41E2"/>
    <w:rsid w:val="00EB4FDA"/>
    <w:rsid w:val="00EB5742"/>
    <w:rsid w:val="00EB5F1C"/>
    <w:rsid w:val="00EB69F0"/>
    <w:rsid w:val="00EC055C"/>
    <w:rsid w:val="00EC1321"/>
    <w:rsid w:val="00EC2D3A"/>
    <w:rsid w:val="00EC3048"/>
    <w:rsid w:val="00EC42ED"/>
    <w:rsid w:val="00EC6FD7"/>
    <w:rsid w:val="00EC7889"/>
    <w:rsid w:val="00ED1F38"/>
    <w:rsid w:val="00ED3320"/>
    <w:rsid w:val="00ED33C0"/>
    <w:rsid w:val="00ED3BAA"/>
    <w:rsid w:val="00ED5E3B"/>
    <w:rsid w:val="00ED6361"/>
    <w:rsid w:val="00ED64C9"/>
    <w:rsid w:val="00EE1E43"/>
    <w:rsid w:val="00EE2C40"/>
    <w:rsid w:val="00EE3FF5"/>
    <w:rsid w:val="00EE4904"/>
    <w:rsid w:val="00EE4E5F"/>
    <w:rsid w:val="00EE51FC"/>
    <w:rsid w:val="00EE6FCB"/>
    <w:rsid w:val="00EE7A3B"/>
    <w:rsid w:val="00EF4EFE"/>
    <w:rsid w:val="00EF57F3"/>
    <w:rsid w:val="00EF5890"/>
    <w:rsid w:val="00EF6FEF"/>
    <w:rsid w:val="00F0051F"/>
    <w:rsid w:val="00F006D7"/>
    <w:rsid w:val="00F03B8D"/>
    <w:rsid w:val="00F043B3"/>
    <w:rsid w:val="00F06173"/>
    <w:rsid w:val="00F07138"/>
    <w:rsid w:val="00F10000"/>
    <w:rsid w:val="00F10FE1"/>
    <w:rsid w:val="00F11E15"/>
    <w:rsid w:val="00F1269F"/>
    <w:rsid w:val="00F13F60"/>
    <w:rsid w:val="00F15F4B"/>
    <w:rsid w:val="00F16EB2"/>
    <w:rsid w:val="00F171D2"/>
    <w:rsid w:val="00F20377"/>
    <w:rsid w:val="00F22061"/>
    <w:rsid w:val="00F233A7"/>
    <w:rsid w:val="00F236A1"/>
    <w:rsid w:val="00F237ED"/>
    <w:rsid w:val="00F259D1"/>
    <w:rsid w:val="00F2711D"/>
    <w:rsid w:val="00F27642"/>
    <w:rsid w:val="00F27DF1"/>
    <w:rsid w:val="00F310CC"/>
    <w:rsid w:val="00F336AB"/>
    <w:rsid w:val="00F35F53"/>
    <w:rsid w:val="00F3647C"/>
    <w:rsid w:val="00F367CE"/>
    <w:rsid w:val="00F37595"/>
    <w:rsid w:val="00F37810"/>
    <w:rsid w:val="00F4087C"/>
    <w:rsid w:val="00F42496"/>
    <w:rsid w:val="00F44DD6"/>
    <w:rsid w:val="00F45FDB"/>
    <w:rsid w:val="00F46FE4"/>
    <w:rsid w:val="00F5382E"/>
    <w:rsid w:val="00F562E9"/>
    <w:rsid w:val="00F57657"/>
    <w:rsid w:val="00F60C90"/>
    <w:rsid w:val="00F61E41"/>
    <w:rsid w:val="00F62A19"/>
    <w:rsid w:val="00F655FC"/>
    <w:rsid w:val="00F65858"/>
    <w:rsid w:val="00F70F34"/>
    <w:rsid w:val="00F7175A"/>
    <w:rsid w:val="00F71961"/>
    <w:rsid w:val="00F72B32"/>
    <w:rsid w:val="00F73F83"/>
    <w:rsid w:val="00F74263"/>
    <w:rsid w:val="00F75820"/>
    <w:rsid w:val="00F7705D"/>
    <w:rsid w:val="00F80010"/>
    <w:rsid w:val="00F80ECA"/>
    <w:rsid w:val="00F81652"/>
    <w:rsid w:val="00F837D0"/>
    <w:rsid w:val="00F849AC"/>
    <w:rsid w:val="00F84F07"/>
    <w:rsid w:val="00F85136"/>
    <w:rsid w:val="00F861A5"/>
    <w:rsid w:val="00F864A6"/>
    <w:rsid w:val="00F86ACE"/>
    <w:rsid w:val="00F909D5"/>
    <w:rsid w:val="00F91BB3"/>
    <w:rsid w:val="00F93083"/>
    <w:rsid w:val="00F9396A"/>
    <w:rsid w:val="00F94F5D"/>
    <w:rsid w:val="00F95589"/>
    <w:rsid w:val="00F97AAF"/>
    <w:rsid w:val="00FA130B"/>
    <w:rsid w:val="00FA2C41"/>
    <w:rsid w:val="00FA383D"/>
    <w:rsid w:val="00FA484B"/>
    <w:rsid w:val="00FA4CFE"/>
    <w:rsid w:val="00FA5F1A"/>
    <w:rsid w:val="00FA711A"/>
    <w:rsid w:val="00FA73AE"/>
    <w:rsid w:val="00FA777E"/>
    <w:rsid w:val="00FB09B0"/>
    <w:rsid w:val="00FB1EC6"/>
    <w:rsid w:val="00FB3152"/>
    <w:rsid w:val="00FB3E82"/>
    <w:rsid w:val="00FB42CA"/>
    <w:rsid w:val="00FB4D01"/>
    <w:rsid w:val="00FB5B4F"/>
    <w:rsid w:val="00FB640D"/>
    <w:rsid w:val="00FB6665"/>
    <w:rsid w:val="00FB721F"/>
    <w:rsid w:val="00FC004A"/>
    <w:rsid w:val="00FC072A"/>
    <w:rsid w:val="00FC0A45"/>
    <w:rsid w:val="00FC0B14"/>
    <w:rsid w:val="00FC1734"/>
    <w:rsid w:val="00FC73E3"/>
    <w:rsid w:val="00FD2D54"/>
    <w:rsid w:val="00FD424D"/>
    <w:rsid w:val="00FD4837"/>
    <w:rsid w:val="00FD507B"/>
    <w:rsid w:val="00FD5AD1"/>
    <w:rsid w:val="00FD65FE"/>
    <w:rsid w:val="00FD7B6A"/>
    <w:rsid w:val="00FE0401"/>
    <w:rsid w:val="00FE2753"/>
    <w:rsid w:val="00FE2BE8"/>
    <w:rsid w:val="00FE2E72"/>
    <w:rsid w:val="00FE3B0B"/>
    <w:rsid w:val="00FE3BF6"/>
    <w:rsid w:val="00FE43E3"/>
    <w:rsid w:val="00FF6249"/>
    <w:rsid w:val="00FF69A4"/>
    <w:rsid w:val="00FF718C"/>
    <w:rsid w:val="00FF75AC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5F"/>
  </w:style>
  <w:style w:type="paragraph" w:styleId="Nagwek1">
    <w:name w:val="heading 1"/>
    <w:basedOn w:val="Normalny"/>
    <w:next w:val="Normalny"/>
    <w:link w:val="Nagwek1Znak"/>
    <w:qFormat/>
    <w:rsid w:val="0009255F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9255F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09255F"/>
    <w:pPr>
      <w:keepNext/>
      <w:spacing w:line="360" w:lineRule="auto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09255F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09255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09255F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09255F"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09255F"/>
    <w:pPr>
      <w:keepNext/>
      <w:widowControl w:val="0"/>
      <w:outlineLvl w:val="7"/>
    </w:pPr>
    <w:rPr>
      <w:b/>
      <w:i/>
      <w:snapToGrid w:val="0"/>
      <w:sz w:val="24"/>
    </w:rPr>
  </w:style>
  <w:style w:type="paragraph" w:styleId="Nagwek9">
    <w:name w:val="heading 9"/>
    <w:basedOn w:val="Normalny"/>
    <w:next w:val="Normalny"/>
    <w:qFormat/>
    <w:rsid w:val="0009255F"/>
    <w:pPr>
      <w:keepNext/>
      <w:spacing w:after="120"/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255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09255F"/>
    <w:pPr>
      <w:ind w:left="709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semiHidden/>
    <w:rsid w:val="0009255F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09255F"/>
    <w:pPr>
      <w:ind w:left="284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9255F"/>
    <w:pPr>
      <w:spacing w:line="360" w:lineRule="auto"/>
      <w:ind w:left="284" w:firstLine="360"/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09255F"/>
    <w:pPr>
      <w:spacing w:after="120" w:line="360" w:lineRule="auto"/>
      <w:jc w:val="both"/>
    </w:pPr>
    <w:rPr>
      <w:sz w:val="28"/>
    </w:rPr>
  </w:style>
  <w:style w:type="paragraph" w:styleId="Tekstpodstawowy2">
    <w:name w:val="Body Text 2"/>
    <w:basedOn w:val="Normalny"/>
    <w:semiHidden/>
    <w:rsid w:val="0009255F"/>
    <w:rPr>
      <w:sz w:val="24"/>
    </w:rPr>
  </w:style>
  <w:style w:type="character" w:styleId="Numerstrony">
    <w:name w:val="page number"/>
    <w:basedOn w:val="Domylnaczcionkaakapitu"/>
    <w:semiHidden/>
    <w:rsid w:val="0009255F"/>
  </w:style>
  <w:style w:type="paragraph" w:styleId="Akapitzlist">
    <w:name w:val="List Paragraph"/>
    <w:basedOn w:val="Normalny"/>
    <w:uiPriority w:val="34"/>
    <w:qFormat/>
    <w:rsid w:val="00166FBE"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F5F62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E6EF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F6FEF"/>
  </w:style>
  <w:style w:type="table" w:styleId="Tabela-Siatka">
    <w:name w:val="Table Grid"/>
    <w:basedOn w:val="Standardowy"/>
    <w:uiPriority w:val="59"/>
    <w:rsid w:val="00E609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F1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F4B"/>
  </w:style>
  <w:style w:type="paragraph" w:styleId="Tekstdymka">
    <w:name w:val="Balloon Text"/>
    <w:basedOn w:val="Normalny"/>
    <w:link w:val="TekstdymkaZnak"/>
    <w:uiPriority w:val="99"/>
    <w:semiHidden/>
    <w:unhideWhenUsed/>
    <w:rsid w:val="00DA5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6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E6B68"/>
    <w:rPr>
      <w:sz w:val="24"/>
    </w:rPr>
  </w:style>
  <w:style w:type="character" w:customStyle="1" w:styleId="Nagwek1Znak">
    <w:name w:val="Nagłówek 1 Znak"/>
    <w:link w:val="Nagwek1"/>
    <w:rsid w:val="00AD750D"/>
    <w:rPr>
      <w:sz w:val="28"/>
    </w:rPr>
  </w:style>
  <w:style w:type="character" w:customStyle="1" w:styleId="Nagwek2Znak">
    <w:name w:val="Nagłówek 2 Znak"/>
    <w:link w:val="Nagwek2"/>
    <w:rsid w:val="00AD750D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unhideWhenUsed/>
    <w:rsid w:val="00AD750D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949B6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DA70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C81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1D7B15"/>
    <w:rPr>
      <w:i/>
      <w:iCs/>
    </w:rPr>
  </w:style>
  <w:style w:type="paragraph" w:styleId="Legenda">
    <w:name w:val="caption"/>
    <w:basedOn w:val="Normalny"/>
    <w:next w:val="Normalny"/>
    <w:uiPriority w:val="35"/>
    <w:unhideWhenUsed/>
    <w:qFormat/>
    <w:rsid w:val="004814CD"/>
    <w:pPr>
      <w:spacing w:after="200"/>
    </w:pPr>
    <w:rPr>
      <w:b/>
      <w:bCs/>
      <w:color w:val="4F81BD" w:themeColor="accent1"/>
      <w:sz w:val="18"/>
      <w:szCs w:val="18"/>
    </w:rPr>
  </w:style>
  <w:style w:type="paragraph" w:styleId="Bezodstpw">
    <w:name w:val="No Spacing"/>
    <w:uiPriority w:val="1"/>
    <w:qFormat/>
    <w:rsid w:val="006D7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5F"/>
  </w:style>
  <w:style w:type="paragraph" w:styleId="Nagwek1">
    <w:name w:val="heading 1"/>
    <w:basedOn w:val="Normalny"/>
    <w:next w:val="Normalny"/>
    <w:link w:val="Nagwek1Znak"/>
    <w:qFormat/>
    <w:rsid w:val="0009255F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9255F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09255F"/>
    <w:pPr>
      <w:keepNext/>
      <w:spacing w:line="360" w:lineRule="auto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09255F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09255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09255F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09255F"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09255F"/>
    <w:pPr>
      <w:keepNext/>
      <w:widowControl w:val="0"/>
      <w:outlineLvl w:val="7"/>
    </w:pPr>
    <w:rPr>
      <w:b/>
      <w:i/>
      <w:snapToGrid w:val="0"/>
      <w:sz w:val="24"/>
    </w:rPr>
  </w:style>
  <w:style w:type="paragraph" w:styleId="Nagwek9">
    <w:name w:val="heading 9"/>
    <w:basedOn w:val="Normalny"/>
    <w:next w:val="Normalny"/>
    <w:qFormat/>
    <w:rsid w:val="0009255F"/>
    <w:pPr>
      <w:keepNext/>
      <w:spacing w:after="120"/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255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09255F"/>
    <w:pPr>
      <w:ind w:left="709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semiHidden/>
    <w:rsid w:val="0009255F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09255F"/>
    <w:pPr>
      <w:ind w:left="284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9255F"/>
    <w:pPr>
      <w:spacing w:line="360" w:lineRule="auto"/>
      <w:ind w:left="284" w:firstLine="360"/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09255F"/>
    <w:pPr>
      <w:spacing w:after="120" w:line="360" w:lineRule="auto"/>
      <w:jc w:val="both"/>
    </w:pPr>
    <w:rPr>
      <w:sz w:val="28"/>
    </w:rPr>
  </w:style>
  <w:style w:type="paragraph" w:styleId="Tekstpodstawowy2">
    <w:name w:val="Body Text 2"/>
    <w:basedOn w:val="Normalny"/>
    <w:semiHidden/>
    <w:rsid w:val="0009255F"/>
    <w:rPr>
      <w:sz w:val="24"/>
    </w:rPr>
  </w:style>
  <w:style w:type="character" w:styleId="Numerstrony">
    <w:name w:val="page number"/>
    <w:basedOn w:val="Domylnaczcionkaakapitu"/>
    <w:semiHidden/>
    <w:rsid w:val="0009255F"/>
  </w:style>
  <w:style w:type="paragraph" w:styleId="Akapitzlist">
    <w:name w:val="List Paragraph"/>
    <w:basedOn w:val="Normalny"/>
    <w:uiPriority w:val="34"/>
    <w:qFormat/>
    <w:rsid w:val="00166FBE"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F5F62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E6EF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F6FEF"/>
  </w:style>
  <w:style w:type="table" w:styleId="Tabela-Siatka">
    <w:name w:val="Table Grid"/>
    <w:basedOn w:val="Standardowy"/>
    <w:uiPriority w:val="59"/>
    <w:rsid w:val="00E609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F1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F4B"/>
  </w:style>
  <w:style w:type="paragraph" w:styleId="Tekstdymka">
    <w:name w:val="Balloon Text"/>
    <w:basedOn w:val="Normalny"/>
    <w:link w:val="TekstdymkaZnak"/>
    <w:uiPriority w:val="99"/>
    <w:semiHidden/>
    <w:unhideWhenUsed/>
    <w:rsid w:val="00DA5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6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E6B68"/>
    <w:rPr>
      <w:sz w:val="24"/>
    </w:rPr>
  </w:style>
  <w:style w:type="character" w:customStyle="1" w:styleId="Nagwek1Znak">
    <w:name w:val="Nagłówek 1 Znak"/>
    <w:link w:val="Nagwek1"/>
    <w:rsid w:val="00AD750D"/>
    <w:rPr>
      <w:sz w:val="28"/>
    </w:rPr>
  </w:style>
  <w:style w:type="character" w:customStyle="1" w:styleId="Nagwek2Znak">
    <w:name w:val="Nagłówek 2 Znak"/>
    <w:link w:val="Nagwek2"/>
    <w:rsid w:val="00AD750D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unhideWhenUsed/>
    <w:rsid w:val="00AD750D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949B6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DA70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C81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1D7B15"/>
    <w:rPr>
      <w:i/>
      <w:iCs/>
    </w:rPr>
  </w:style>
  <w:style w:type="paragraph" w:styleId="Legenda">
    <w:name w:val="caption"/>
    <w:basedOn w:val="Normalny"/>
    <w:next w:val="Normalny"/>
    <w:uiPriority w:val="35"/>
    <w:unhideWhenUsed/>
    <w:qFormat/>
    <w:rsid w:val="004814CD"/>
    <w:pPr>
      <w:spacing w:after="200"/>
    </w:pPr>
    <w:rPr>
      <w:b/>
      <w:bCs/>
      <w:color w:val="4F81BD" w:themeColor="accent1"/>
      <w:sz w:val="18"/>
      <w:szCs w:val="18"/>
    </w:rPr>
  </w:style>
  <w:style w:type="paragraph" w:styleId="Bezodstpw">
    <w:name w:val="No Spacing"/>
    <w:uiPriority w:val="1"/>
    <w:qFormat/>
    <w:rsid w:val="006D7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.xm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Arkusz1!$A$2:$A$9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Arkusz1!$B$2:$B$9</c:f>
              <c:numCache>
                <c:formatCode>General</c:formatCode>
                <c:ptCount val="8"/>
                <c:pt idx="0">
                  <c:v>114</c:v>
                </c:pt>
                <c:pt idx="1">
                  <c:v>73</c:v>
                </c:pt>
                <c:pt idx="2">
                  <c:v>113</c:v>
                </c:pt>
                <c:pt idx="3">
                  <c:v>216</c:v>
                </c:pt>
                <c:pt idx="4">
                  <c:v>202</c:v>
                </c:pt>
                <c:pt idx="5">
                  <c:v>333</c:v>
                </c:pt>
                <c:pt idx="6">
                  <c:v>356</c:v>
                </c:pt>
                <c:pt idx="7">
                  <c:v>992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8E4-4692-A961-F40F161A9B64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Arkusz1!$A$2:$A$9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Arkusz1!$C$2:$C$9</c:f>
              <c:numCache>
                <c:formatCode>General</c:formatCode>
                <c:ptCount val="8"/>
                <c:pt idx="0">
                  <c:v>123</c:v>
                </c:pt>
                <c:pt idx="1">
                  <c:v>71</c:v>
                </c:pt>
                <c:pt idx="2">
                  <c:v>149</c:v>
                </c:pt>
                <c:pt idx="3">
                  <c:v>262</c:v>
                </c:pt>
                <c:pt idx="4">
                  <c:v>257</c:v>
                </c:pt>
                <c:pt idx="5">
                  <c:v>349</c:v>
                </c:pt>
                <c:pt idx="6">
                  <c:v>407</c:v>
                </c:pt>
                <c:pt idx="7">
                  <c:v>1177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8E4-4692-A961-F40F161A9B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5709568"/>
        <c:axId val="255711104"/>
        <c:axId val="0"/>
      </c:bar3DChart>
      <c:catAx>
        <c:axId val="25570956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55711104"/>
        <c:crosses val="autoZero"/>
        <c:auto val="1"/>
        <c:lblAlgn val="ctr"/>
        <c:lblOffset val="100"/>
        <c:noMultiLvlLbl val="0"/>
      </c:catAx>
      <c:valAx>
        <c:axId val="255711104"/>
        <c:scaling>
          <c:orientation val="minMax"/>
          <c:max val="15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55709568"/>
        <c:crosses val="autoZero"/>
        <c:crossBetween val="between"/>
        <c:majorUnit val="500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057195210738518"/>
          <c:y val="0.10461629239456788"/>
          <c:w val="0.85962976218881759"/>
          <c:h val="0.80376089040960363"/>
        </c:manualLayout>
      </c:layout>
      <c:lineChart>
        <c:grouping val="standar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 </c:v>
                </c:pt>
              </c:strCache>
            </c:strRef>
          </c:tx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DDF-4E21-859F-54D6D47BDEF2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DDF-4E21-859F-54D6D47BDEF2}"/>
                </c:ext>
              </c:extLst>
            </c:dLbl>
            <c:dLbl>
              <c:idx val="2"/>
              <c:layout>
                <c:manualLayout>
                  <c:x val="-3.3368149479500619E-2"/>
                  <c:y val="-5.26031399970253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DDF-4E21-859F-54D6D47BDEF2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DDF-4E21-859F-54D6D47BDEF2}"/>
                </c:ext>
              </c:extLst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BDDF-4E21-859F-54D6D47BDEF2}"/>
                </c:ext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DDF-4E21-859F-54D6D47BDEF2}"/>
                </c:ext>
              </c:extLst>
            </c:dLbl>
            <c:dLbl>
              <c:idx val="6"/>
              <c:layout>
                <c:manualLayout>
                  <c:x val="-3.3370411568409343E-2"/>
                  <c:y val="8.1300813008130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BDDF-4E21-859F-54D6D47BDEF2}"/>
                </c:ext>
              </c:extLst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BDDF-4E21-859F-54D6D47BDEF2}"/>
                </c:ext>
              </c:extLst>
            </c:dLbl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BDDF-4E21-859F-54D6D47BDEF2}"/>
                </c:ext>
              </c:extLst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BDDF-4E21-859F-54D6D47BDEF2}"/>
                </c:ext>
              </c:extLst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BDDF-4E21-859F-54D6D47BDEF2}"/>
                </c:ext>
              </c:extLst>
            </c:dLbl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BDDF-4E21-859F-54D6D47BDEF2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General</c:formatCode>
                <c:ptCount val="12"/>
                <c:pt idx="0">
                  <c:v>542</c:v>
                </c:pt>
                <c:pt idx="1">
                  <c:v>443</c:v>
                </c:pt>
                <c:pt idx="2">
                  <c:v>679</c:v>
                </c:pt>
                <c:pt idx="3">
                  <c:v>674</c:v>
                </c:pt>
                <c:pt idx="4">
                  <c:v>530</c:v>
                </c:pt>
                <c:pt idx="5">
                  <c:v>839</c:v>
                </c:pt>
                <c:pt idx="6">
                  <c:v>598</c:v>
                </c:pt>
                <c:pt idx="7">
                  <c:v>576</c:v>
                </c:pt>
                <c:pt idx="8">
                  <c:v>630</c:v>
                </c:pt>
                <c:pt idx="9">
                  <c:v>672</c:v>
                </c:pt>
                <c:pt idx="10">
                  <c:v>552</c:v>
                </c:pt>
                <c:pt idx="11">
                  <c:v>402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BDDF-4E21-859F-54D6D47BDE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3641728"/>
        <c:axId val="283643264"/>
      </c:lineChart>
      <c:catAx>
        <c:axId val="2836417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83643264"/>
        <c:crosses val="autoZero"/>
        <c:auto val="1"/>
        <c:lblAlgn val="ctr"/>
        <c:lblOffset val="100"/>
        <c:noMultiLvlLbl val="0"/>
      </c:catAx>
      <c:valAx>
        <c:axId val="283643264"/>
        <c:scaling>
          <c:orientation val="minMax"/>
          <c:max val="900"/>
          <c:min val="0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283641728"/>
        <c:crosses val="autoZero"/>
        <c:crossBetween val="between"/>
        <c:majorUnit val="100"/>
        <c:minorUnit val="2.0000000000000007E-2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4"/>
    </mc:Choice>
    <mc:Fallback>
      <c:style val="24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9.1734614616587051E-2"/>
          <c:y val="0.20058187208611369"/>
          <c:w val="0.89473585014669132"/>
          <c:h val="0.636541490896921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 </c:v>
                </c:pt>
              </c:strCache>
            </c:strRef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C81-4223-8270-550C38672BD7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C81-4223-8270-550C38672BD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Arkusz1!$B$2:$B$3</c:f>
              <c:numCache>
                <c:formatCode>General</c:formatCode>
                <c:ptCount val="2"/>
                <c:pt idx="0">
                  <c:v>2429</c:v>
                </c:pt>
                <c:pt idx="1">
                  <c:v>2059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C81-4223-8270-550C38672B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3321472"/>
        <c:axId val="283323008"/>
      </c:barChart>
      <c:catAx>
        <c:axId val="283321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83323008"/>
        <c:crosses val="autoZero"/>
        <c:auto val="1"/>
        <c:lblAlgn val="ctr"/>
        <c:lblOffset val="100"/>
        <c:noMultiLvlLbl val="0"/>
      </c:catAx>
      <c:valAx>
        <c:axId val="283323008"/>
        <c:scaling>
          <c:orientation val="minMax"/>
          <c:max val="2500"/>
          <c:min val="0"/>
        </c:scaling>
        <c:delete val="0"/>
        <c:axPos val="l"/>
        <c:majorGridlines>
          <c:spPr>
            <a:ln w="9525"/>
          </c:spPr>
        </c:majorGridlines>
        <c:numFmt formatCode="General" sourceLinked="1"/>
        <c:majorTickMark val="out"/>
        <c:minorTickMark val="none"/>
        <c:tickLblPos val="nextTo"/>
        <c:crossAx val="283321472"/>
        <c:crosses val="autoZero"/>
        <c:crossBetween val="between"/>
        <c:majorUnit val="5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4"/>
    </mc:Choice>
    <mc:Fallback>
      <c:style val="24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Arkusz1!$B$2:$B$3</c:f>
              <c:numCache>
                <c:formatCode>General</c:formatCode>
                <c:ptCount val="2"/>
                <c:pt idx="0">
                  <c:v>4890</c:v>
                </c:pt>
                <c:pt idx="1">
                  <c:v>4177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3E-4EB3-965C-87FF9B6E5A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3753856"/>
        <c:axId val="283759744"/>
      </c:barChart>
      <c:catAx>
        <c:axId val="283753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83759744"/>
        <c:crosses val="autoZero"/>
        <c:auto val="1"/>
        <c:lblAlgn val="ctr"/>
        <c:lblOffset val="100"/>
        <c:noMultiLvlLbl val="0"/>
      </c:catAx>
      <c:valAx>
        <c:axId val="283759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37538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2016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Arkusz1!$A$2:$A$4</c:f>
              <c:strCache>
                <c:ptCount val="3"/>
                <c:pt idx="0">
                  <c:v>algorytm</c:v>
                </c:pt>
                <c:pt idx="1">
                  <c:v>EFS</c:v>
                </c:pt>
                <c:pt idx="2">
                  <c:v>REZERWA MRPiPS</c:v>
                </c:pt>
              </c:strCache>
            </c:strRef>
          </c:cat>
          <c:val>
            <c:numRef>
              <c:f>Arkusz1!$B$2:$B$4</c:f>
              <c:numCache>
                <c:formatCode>General</c:formatCode>
                <c:ptCount val="3"/>
                <c:pt idx="0">
                  <c:v>33</c:v>
                </c:pt>
                <c:pt idx="1">
                  <c:v>108</c:v>
                </c:pt>
                <c:pt idx="2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5B8-4309-9B1E-646FF0A6D3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Arkusz1!$D$268</c:f>
              <c:strCache>
                <c:ptCount val="1"/>
                <c:pt idx="0">
                  <c:v>2017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Arkusz1!$C$269:$C$271</c:f>
              <c:strCache>
                <c:ptCount val="3"/>
                <c:pt idx="0">
                  <c:v>algorytm</c:v>
                </c:pt>
                <c:pt idx="1">
                  <c:v>EFS</c:v>
                </c:pt>
                <c:pt idx="2">
                  <c:v>rezerwa MRPiPS</c:v>
                </c:pt>
              </c:strCache>
            </c:strRef>
          </c:cat>
          <c:val>
            <c:numRef>
              <c:f>Arkusz1!$D$269:$D$271</c:f>
              <c:numCache>
                <c:formatCode>General</c:formatCode>
                <c:ptCount val="3"/>
                <c:pt idx="0">
                  <c:v>51</c:v>
                </c:pt>
                <c:pt idx="1">
                  <c:v>88</c:v>
                </c:pt>
                <c:pt idx="2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376-46AB-AEA8-8E4305C9FF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Dotacje ogółem w tym: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30"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Arkusz1!$A$2:$A$3</c:f>
              <c:strCache>
                <c:ptCount val="2"/>
                <c:pt idx="0">
                  <c:v>ROK 2016</c:v>
                </c:pt>
                <c:pt idx="1">
                  <c:v>ROK 2017</c:v>
                </c:pt>
              </c:strCache>
            </c:strRef>
          </c:cat>
          <c:val>
            <c:numRef>
              <c:f>Arkusz1!$B$2:$B$3</c:f>
              <c:numCache>
                <c:formatCode>General</c:formatCode>
                <c:ptCount val="2"/>
                <c:pt idx="0">
                  <c:v>117</c:v>
                </c:pt>
                <c:pt idx="1">
                  <c:v>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FF-46A0-9B2F-C673C1D0DEA4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EFS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Arkusz1!$A$2:$A$3</c:f>
              <c:strCache>
                <c:ptCount val="2"/>
                <c:pt idx="0">
                  <c:v>ROK 2016</c:v>
                </c:pt>
                <c:pt idx="1">
                  <c:v>ROK 2017</c:v>
                </c:pt>
              </c:strCache>
            </c:strRef>
          </c:cat>
          <c:val>
            <c:numRef>
              <c:f>Arkusz1!$C$2:$C$3</c:f>
              <c:numCache>
                <c:formatCode>General</c:formatCode>
                <c:ptCount val="2"/>
                <c:pt idx="0">
                  <c:v>40</c:v>
                </c:pt>
                <c:pt idx="1">
                  <c:v>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0FF-46A0-9B2F-C673C1D0DEA4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FP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Arkusz1!$A$2:$A$3</c:f>
              <c:strCache>
                <c:ptCount val="2"/>
                <c:pt idx="0">
                  <c:v>ROK 2016</c:v>
                </c:pt>
                <c:pt idx="1">
                  <c:v>ROK 2017</c:v>
                </c:pt>
              </c:strCache>
            </c:strRef>
          </c:cat>
          <c:val>
            <c:numRef>
              <c:f>Arkusz1!$D$2:$D$3</c:f>
              <c:numCache>
                <c:formatCode>General</c:formatCode>
                <c:ptCount val="2"/>
                <c:pt idx="0">
                  <c:v>32</c:v>
                </c:pt>
                <c:pt idx="1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0FF-46A0-9B2F-C673C1D0DEA4}"/>
            </c:ext>
          </c:extLst>
        </c:ser>
        <c:ser>
          <c:idx val="3"/>
          <c:order val="3"/>
          <c:tx>
            <c:strRef>
              <c:f>Arkusz1!$E$1</c:f>
              <c:strCache>
                <c:ptCount val="1"/>
                <c:pt idx="0">
                  <c:v>rezerwa MRPiPS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Arkusz1!$A$2:$A$3</c:f>
              <c:strCache>
                <c:ptCount val="2"/>
                <c:pt idx="0">
                  <c:v>ROK 2016</c:v>
                </c:pt>
                <c:pt idx="1">
                  <c:v>ROK 2017</c:v>
                </c:pt>
              </c:strCache>
            </c:strRef>
          </c:cat>
          <c:val>
            <c:numRef>
              <c:f>Arkusz1!$E$2:$E$3</c:f>
              <c:numCache>
                <c:formatCode>General</c:formatCode>
                <c:ptCount val="2"/>
                <c:pt idx="0">
                  <c:v>45</c:v>
                </c:pt>
                <c:pt idx="1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0FF-46A0-9B2F-C673C1D0DE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8274688"/>
        <c:axId val="288694272"/>
      </c:barChart>
      <c:catAx>
        <c:axId val="288274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 i="0" baseline="0"/>
            </a:pPr>
            <a:endParaRPr lang="pl-PL"/>
          </a:p>
        </c:txPr>
        <c:crossAx val="288694272"/>
        <c:crosses val="autoZero"/>
        <c:auto val="1"/>
        <c:lblAlgn val="ctr"/>
        <c:lblOffset val="100"/>
        <c:noMultiLvlLbl val="0"/>
      </c:catAx>
      <c:valAx>
        <c:axId val="288694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82746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06B-44E4-9588-7C2D885045A3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06B-44E4-9588-7C2D885045A3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C06B-44E4-9588-7C2D885045A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pl-PL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Arkusz1!$B$1:$B$3</c:f>
              <c:strCache>
                <c:ptCount val="3"/>
                <c:pt idx="0">
                  <c:v>zadania fakultatywne</c:v>
                </c:pt>
                <c:pt idx="1">
                  <c:v>formy przeciwdziałania bezrobociu i promocji zatrudnienia</c:v>
                </c:pt>
                <c:pt idx="2">
                  <c:v>wydatki obligatoryjne, w tym zasiłki dla bezrobotnych</c:v>
                </c:pt>
              </c:strCache>
            </c:strRef>
          </c:cat>
          <c:val>
            <c:numRef>
              <c:f>Arkusz1!$A$1:$A$3</c:f>
              <c:numCache>
                <c:formatCode>0.00%</c:formatCode>
                <c:ptCount val="3"/>
                <c:pt idx="0">
                  <c:v>4.19E-2</c:v>
                </c:pt>
                <c:pt idx="1">
                  <c:v>0.56770000000000009</c:v>
                </c:pt>
                <c:pt idx="2">
                  <c:v>0.39040000000000008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06B-44E4-9588-7C2D885045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308213902392831"/>
          <c:y val="0.14201010584411144"/>
          <c:w val="0.31586224891316711"/>
          <c:h val="0.6636144331330972"/>
        </c:manualLayout>
      </c:layout>
      <c:overlay val="0"/>
      <c:txPr>
        <a:bodyPr/>
        <a:lstStyle/>
        <a:p>
          <a:pPr rtl="0">
            <a:defRPr sz="1050"/>
          </a:pPr>
          <a:endParaRPr lang="pl-PL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     </c:v>
                </c:pt>
              </c:strCache>
            </c:strRef>
          </c:tx>
          <c:marker>
            <c:symbol val="square"/>
            <c:size val="7"/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Arkusz1!$A$2:$A$13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wrzesien</c:v>
                </c:pt>
                <c:pt idx="9">
                  <c:v>październik</c:v>
                </c:pt>
                <c:pt idx="10">
                  <c:v>listopad </c:v>
                </c:pt>
                <c:pt idx="11">
                  <c:v>grudzień</c:v>
                </c:pt>
              </c:strCache>
            </c:strRef>
          </c:cat>
          <c:val>
            <c:numRef>
              <c:f>Arkusz1!$B$2:$B$13</c:f>
              <c:numCache>
                <c:formatCode>0.0</c:formatCode>
                <c:ptCount val="12"/>
                <c:pt idx="0">
                  <c:v>6</c:v>
                </c:pt>
                <c:pt idx="1">
                  <c:v>6</c:v>
                </c:pt>
                <c:pt idx="2">
                  <c:v>5.9</c:v>
                </c:pt>
                <c:pt idx="3" formatCode="General">
                  <c:v>5.7</c:v>
                </c:pt>
                <c:pt idx="4" formatCode="#,##0.0_ ;\-#,##0.0\ ">
                  <c:v>5.5</c:v>
                </c:pt>
                <c:pt idx="5" formatCode="General">
                  <c:v>5.3</c:v>
                </c:pt>
                <c:pt idx="6" formatCode="General">
                  <c:v>5.3</c:v>
                </c:pt>
                <c:pt idx="7" formatCode="General">
                  <c:v>5.3</c:v>
                </c:pt>
                <c:pt idx="8" formatCode="General">
                  <c:v>5.2</c:v>
                </c:pt>
                <c:pt idx="9">
                  <c:v>5</c:v>
                </c:pt>
                <c:pt idx="10">
                  <c:v>4.9000000000000004</c:v>
                </c:pt>
                <c:pt idx="11">
                  <c:v>4.9000000000000004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E4A-4407-866A-23FD20B6E4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5892096"/>
        <c:axId val="255992192"/>
      </c:lineChart>
      <c:catAx>
        <c:axId val="255892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5992192"/>
        <c:crosses val="autoZero"/>
        <c:auto val="1"/>
        <c:lblAlgn val="ctr"/>
        <c:lblOffset val="100"/>
        <c:noMultiLvlLbl val="0"/>
      </c:catAx>
      <c:valAx>
        <c:axId val="255992192"/>
        <c:scaling>
          <c:orientation val="minMax"/>
          <c:max val="10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255892096"/>
        <c:crosses val="autoZero"/>
        <c:crossBetween val="between"/>
        <c:majorUnit val="2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Arkusz1!$D$385</c:f>
              <c:strCache>
                <c:ptCount val="1"/>
                <c:pt idx="0">
                  <c:v>2017</c:v>
                </c:pt>
              </c:strCache>
            </c:strRef>
          </c:tx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3260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FCB-4778-AEAE-1CDE825C35EA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Arkusz1!$C$386:$C$397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Arkusz1!$D$386:$D$397</c:f>
              <c:numCache>
                <c:formatCode>General</c:formatCode>
                <c:ptCount val="12"/>
                <c:pt idx="0">
                  <c:v>2918</c:v>
                </c:pt>
                <c:pt idx="1">
                  <c:v>2931</c:v>
                </c:pt>
                <c:pt idx="2">
                  <c:v>2857</c:v>
                </c:pt>
                <c:pt idx="3">
                  <c:v>2755</c:v>
                </c:pt>
                <c:pt idx="4">
                  <c:v>2661</c:v>
                </c:pt>
                <c:pt idx="5">
                  <c:v>2595</c:v>
                </c:pt>
                <c:pt idx="6">
                  <c:v>2589</c:v>
                </c:pt>
                <c:pt idx="7">
                  <c:v>2601</c:v>
                </c:pt>
                <c:pt idx="8">
                  <c:v>2531</c:v>
                </c:pt>
                <c:pt idx="9">
                  <c:v>2417</c:v>
                </c:pt>
                <c:pt idx="10">
                  <c:v>2390</c:v>
                </c:pt>
                <c:pt idx="11">
                  <c:v>2399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FCB-4778-AEAE-1CDE825C35EA}"/>
            </c:ext>
          </c:extLst>
        </c:ser>
        <c:ser>
          <c:idx val="1"/>
          <c:order val="1"/>
          <c:tx>
            <c:strRef>
              <c:f>Arkusz1!$E$385</c:f>
              <c:strCache>
                <c:ptCount val="1"/>
                <c:pt idx="0">
                  <c:v>2016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Arkusz1!$C$386:$C$397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Arkusz1!$E$386:$E$397</c:f>
              <c:numCache>
                <c:formatCode>General</c:formatCode>
                <c:ptCount val="12"/>
                <c:pt idx="0">
                  <c:v>3232</c:v>
                </c:pt>
                <c:pt idx="1">
                  <c:v>3260</c:v>
                </c:pt>
                <c:pt idx="2">
                  <c:v>3202</c:v>
                </c:pt>
                <c:pt idx="3">
                  <c:v>3154</c:v>
                </c:pt>
                <c:pt idx="4">
                  <c:v>3085</c:v>
                </c:pt>
                <c:pt idx="5">
                  <c:v>2962</c:v>
                </c:pt>
                <c:pt idx="6">
                  <c:v>2953</c:v>
                </c:pt>
                <c:pt idx="7">
                  <c:v>2967</c:v>
                </c:pt>
                <c:pt idx="8">
                  <c:v>2891</c:v>
                </c:pt>
                <c:pt idx="9">
                  <c:v>2821</c:v>
                </c:pt>
                <c:pt idx="10">
                  <c:v>2807</c:v>
                </c:pt>
                <c:pt idx="11">
                  <c:v>2795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FCB-4778-AEAE-1CDE825C35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5716352"/>
        <c:axId val="255894272"/>
      </c:lineChart>
      <c:catAx>
        <c:axId val="255716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5894272"/>
        <c:crosses val="autoZero"/>
        <c:auto val="1"/>
        <c:lblAlgn val="ctr"/>
        <c:lblOffset val="100"/>
        <c:noMultiLvlLbl val="0"/>
      </c:catAx>
      <c:valAx>
        <c:axId val="255894272"/>
        <c:scaling>
          <c:orientation val="minMax"/>
          <c:max val="100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5716352"/>
        <c:crosses val="autoZero"/>
        <c:crossBetween val="between"/>
        <c:majorUnit val="2000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Arkusz1!$A$2:$A$6</c:f>
              <c:strCache>
                <c:ptCount val="5"/>
                <c:pt idx="0">
                  <c:v>18 - 24</c:v>
                </c:pt>
                <c:pt idx="1">
                  <c:v>25 - 34</c:v>
                </c:pt>
                <c:pt idx="2">
                  <c:v>35 - 44</c:v>
                </c:pt>
                <c:pt idx="3">
                  <c:v>45 - 54</c:v>
                </c:pt>
                <c:pt idx="4">
                  <c:v>55 i powyżej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247</c:v>
                </c:pt>
                <c:pt idx="1">
                  <c:v>550</c:v>
                </c:pt>
                <c:pt idx="2">
                  <c:v>581</c:v>
                </c:pt>
                <c:pt idx="3">
                  <c:v>459</c:v>
                </c:pt>
                <c:pt idx="4">
                  <c:v>562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0B1-4F8E-A65B-07D256BC64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6128512"/>
        <c:axId val="256130048"/>
      </c:barChart>
      <c:catAx>
        <c:axId val="256128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6130048"/>
        <c:crosses val="autoZero"/>
        <c:auto val="1"/>
        <c:lblAlgn val="ctr"/>
        <c:lblOffset val="100"/>
        <c:noMultiLvlLbl val="0"/>
      </c:catAx>
      <c:valAx>
        <c:axId val="256130048"/>
        <c:scaling>
          <c:orientation val="minMax"/>
          <c:max val="10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6128512"/>
        <c:crosses val="autoZero"/>
        <c:crossBetween val="between"/>
        <c:majorUnit val="100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Arkusz1!$E$420</c:f>
              <c:strCache>
                <c:ptCount val="1"/>
                <c:pt idx="0">
                  <c:v>liczba bezrobotnych 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Arkusz1!$D$421:$D$425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ogólnoksztcące</c:v>
                </c:pt>
                <c:pt idx="3">
                  <c:v>Zasadnicze</c:v>
                </c:pt>
                <c:pt idx="4">
                  <c:v>Gimnazjalne</c:v>
                </c:pt>
              </c:strCache>
            </c:strRef>
          </c:cat>
          <c:val>
            <c:numRef>
              <c:f>Arkusz1!$E$421:$E$425</c:f>
              <c:numCache>
                <c:formatCode>General</c:formatCode>
                <c:ptCount val="5"/>
                <c:pt idx="0">
                  <c:v>358</c:v>
                </c:pt>
                <c:pt idx="1">
                  <c:v>531</c:v>
                </c:pt>
                <c:pt idx="2">
                  <c:v>278</c:v>
                </c:pt>
                <c:pt idx="3">
                  <c:v>558</c:v>
                </c:pt>
                <c:pt idx="4">
                  <c:v>674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8E2-4C84-A934-7ECA198DB1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6159744"/>
        <c:axId val="256161280"/>
      </c:barChart>
      <c:catAx>
        <c:axId val="256159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6161280"/>
        <c:crosses val="autoZero"/>
        <c:auto val="1"/>
        <c:lblAlgn val="ctr"/>
        <c:lblOffset val="100"/>
        <c:noMultiLvlLbl val="0"/>
      </c:catAx>
      <c:valAx>
        <c:axId val="256161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61597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Arkusz1!$D$435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Arkusz1!$C$436:$C$440</c:f>
              <c:strCache>
                <c:ptCount val="5"/>
                <c:pt idx="0">
                  <c:v>Do 1 miesiąca</c:v>
                </c:pt>
                <c:pt idx="1">
                  <c:v>1 – 3 miesiące</c:v>
                </c:pt>
                <c:pt idx="2">
                  <c:v>3 – 6 miesięcy</c:v>
                </c:pt>
                <c:pt idx="3">
                  <c:v>6 – 12 miesięcy</c:v>
                </c:pt>
                <c:pt idx="4">
                  <c:v>Pow. 12 miesięcy</c:v>
                </c:pt>
              </c:strCache>
            </c:strRef>
          </c:cat>
          <c:val>
            <c:numRef>
              <c:f>Arkusz1!$D$436:$D$440</c:f>
              <c:numCache>
                <c:formatCode>General</c:formatCode>
                <c:ptCount val="5"/>
                <c:pt idx="0">
                  <c:v>240</c:v>
                </c:pt>
                <c:pt idx="1">
                  <c:v>494</c:v>
                </c:pt>
                <c:pt idx="2">
                  <c:v>409</c:v>
                </c:pt>
                <c:pt idx="3">
                  <c:v>429</c:v>
                </c:pt>
                <c:pt idx="4">
                  <c:v>827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F69-472F-9D13-74A13738AA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6317696"/>
        <c:axId val="256331776"/>
      </c:barChart>
      <c:catAx>
        <c:axId val="2563176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6331776"/>
        <c:crosses val="autoZero"/>
        <c:auto val="1"/>
        <c:lblAlgn val="ctr"/>
        <c:lblOffset val="100"/>
        <c:noMultiLvlLbl val="0"/>
      </c:catAx>
      <c:valAx>
        <c:axId val="256331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63176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Arkusz1!$D$465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Arkusz1!$C$466:$C$472</c:f>
              <c:strCache>
                <c:ptCount val="7"/>
                <c:pt idx="0">
                  <c:v>Do 1 roku</c:v>
                </c:pt>
                <c:pt idx="1">
                  <c:v>1 – 5</c:v>
                </c:pt>
                <c:pt idx="2">
                  <c:v>5 – 10</c:v>
                </c:pt>
                <c:pt idx="3">
                  <c:v>10 – 20</c:v>
                </c:pt>
                <c:pt idx="4">
                  <c:v>20 – 30</c:v>
                </c:pt>
                <c:pt idx="5">
                  <c:v>30 lat i więcej</c:v>
                </c:pt>
                <c:pt idx="6">
                  <c:v>Bez stażu</c:v>
                </c:pt>
              </c:strCache>
            </c:strRef>
          </c:cat>
          <c:val>
            <c:numRef>
              <c:f>Arkusz1!$D$466:$D$472</c:f>
              <c:numCache>
                <c:formatCode>General</c:formatCode>
                <c:ptCount val="7"/>
                <c:pt idx="0">
                  <c:v>403</c:v>
                </c:pt>
                <c:pt idx="1">
                  <c:v>473</c:v>
                </c:pt>
                <c:pt idx="2">
                  <c:v>389</c:v>
                </c:pt>
                <c:pt idx="3">
                  <c:v>459</c:v>
                </c:pt>
                <c:pt idx="4">
                  <c:v>308</c:v>
                </c:pt>
                <c:pt idx="5">
                  <c:v>126</c:v>
                </c:pt>
                <c:pt idx="6">
                  <c:v>241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129-4BD0-BFF1-C3436F647B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6418560"/>
        <c:axId val="256420096"/>
      </c:barChart>
      <c:catAx>
        <c:axId val="2564185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56420096"/>
        <c:crosses val="autoZero"/>
        <c:auto val="1"/>
        <c:lblAlgn val="ctr"/>
        <c:lblOffset val="100"/>
        <c:noMultiLvlLbl val="0"/>
      </c:catAx>
      <c:valAx>
        <c:axId val="256420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64185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43539530841877466"/>
          <c:y val="4.6128553046019913E-2"/>
          <c:w val="0.51353621237145086"/>
          <c:h val="0.8697847411237206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Arkusz1!$D$482:$D$483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Arkusz1!$C$484:$C$489</c:f>
              <c:strCache>
                <c:ptCount val="6"/>
                <c:pt idx="0">
                  <c:v>Bezrobotni do 30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Bezrobotni korzystający ze  świadczeń z pomocy społecznej</c:v>
                </c:pt>
                <c:pt idx="4">
                  <c:v>Bezrobotni posiadający co najmniej jedno dziecko do 6 roku życia lub co najmniej jedno dziecko niepełnosprawne do 18 roku życia</c:v>
                </c:pt>
                <c:pt idx="5">
                  <c:v>Bezrobotni niepełnosprawni</c:v>
                </c:pt>
              </c:strCache>
            </c:strRef>
          </c:cat>
          <c:val>
            <c:numRef>
              <c:f>Arkusz1!$D$484:$D$489</c:f>
              <c:numCache>
                <c:formatCode>General</c:formatCode>
                <c:ptCount val="6"/>
                <c:pt idx="0">
                  <c:v>499</c:v>
                </c:pt>
                <c:pt idx="1">
                  <c:v>1105</c:v>
                </c:pt>
                <c:pt idx="2">
                  <c:v>817</c:v>
                </c:pt>
                <c:pt idx="3">
                  <c:v>33</c:v>
                </c:pt>
                <c:pt idx="4">
                  <c:v>427</c:v>
                </c:pt>
                <c:pt idx="5">
                  <c:v>102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C5A-439B-9558-91EE3E3DAE0C}"/>
            </c:ext>
          </c:extLst>
        </c:ser>
        <c:ser>
          <c:idx val="1"/>
          <c:order val="1"/>
          <c:tx>
            <c:strRef>
              <c:f>Arkusz1!$E$482:$E$483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Arkusz1!$C$484:$C$489</c:f>
              <c:strCache>
                <c:ptCount val="6"/>
                <c:pt idx="0">
                  <c:v>Bezrobotni do 30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Bezrobotni korzystający ze  świadczeń z pomocy społecznej</c:v>
                </c:pt>
                <c:pt idx="4">
                  <c:v>Bezrobotni posiadający co najmniej jedno dziecko do 6 roku życia lub co najmniej jedno dziecko niepełnosprawne do 18 roku życia</c:v>
                </c:pt>
                <c:pt idx="5">
                  <c:v>Bezrobotni niepełnosprawni</c:v>
                </c:pt>
              </c:strCache>
            </c:strRef>
          </c:cat>
          <c:val>
            <c:numRef>
              <c:f>Arkusz1!$E$484:$E$489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C5A-439B-9558-91EE3E3DAE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6566400"/>
        <c:axId val="256567936"/>
        <c:axId val="0"/>
      </c:bar3DChart>
      <c:catAx>
        <c:axId val="25656640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 baseline="0"/>
            </a:pPr>
            <a:endParaRPr lang="pl-PL"/>
          </a:p>
        </c:txPr>
        <c:crossAx val="256567936"/>
        <c:crosses val="autoZero"/>
        <c:auto val="1"/>
        <c:lblAlgn val="ctr"/>
        <c:lblOffset val="100"/>
        <c:noMultiLvlLbl val="0"/>
      </c:catAx>
      <c:valAx>
        <c:axId val="2565679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56566400"/>
        <c:crosses val="autoZero"/>
        <c:crossBetween val="between"/>
      </c:valAx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7886681349086172"/>
          <c:y val="0.37149136262273436"/>
          <c:w val="0.20305610234055838"/>
          <c:h val="8.2521217539473307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niesubsydiowane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Arkusz1!$B$2:$B$3</c:f>
              <c:numCache>
                <c:formatCode>General</c:formatCode>
                <c:ptCount val="2"/>
                <c:pt idx="0">
                  <c:v>5381</c:v>
                </c:pt>
                <c:pt idx="1">
                  <c:v>6498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A1F-4FB6-BABB-3F014616B782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subsydiowane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2016</c:v>
                </c:pt>
                <c:pt idx="1">
                  <c:v>2017</c:v>
                </c:pt>
              </c:numCache>
            </c:numRef>
          </c:cat>
          <c:val>
            <c:numRef>
              <c:f>Arkusz1!$C$2:$C$3</c:f>
              <c:numCache>
                <c:formatCode>General</c:formatCode>
                <c:ptCount val="2"/>
                <c:pt idx="0">
                  <c:v>676</c:v>
                </c:pt>
                <c:pt idx="1">
                  <c:v>639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A1F-4FB6-BABB-3F014616B7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83531520"/>
        <c:axId val="283541504"/>
        <c:axId val="0"/>
      </c:bar3DChart>
      <c:catAx>
        <c:axId val="283531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83541504"/>
        <c:crosses val="autoZero"/>
        <c:auto val="1"/>
        <c:lblAlgn val="ctr"/>
        <c:lblOffset val="100"/>
        <c:noMultiLvlLbl val="0"/>
      </c:catAx>
      <c:valAx>
        <c:axId val="283541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35315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E23AB-173D-4AFD-8DA9-FE657102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FDD012E7</Template>
  <TotalTime>91</TotalTime>
  <Pages>58</Pages>
  <Words>12551</Words>
  <Characters>75311</Characters>
  <Application>Microsoft Office Word</Application>
  <DocSecurity>0</DocSecurity>
  <Lines>627</Lines>
  <Paragraphs>175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SPRAWOZDANIE</vt:lpstr>
      <vt:lpstr>SPRAWOZDANIE</vt:lpstr>
    </vt:vector>
  </TitlesOfParts>
  <Company>PUP</Company>
  <LinksUpToDate>false</LinksUpToDate>
  <CharactersWithSpaces>87687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</dc:title>
  <dc:creator>kkasprzak</dc:creator>
  <cp:lastModifiedBy>kkasprzak</cp:lastModifiedBy>
  <cp:revision>32</cp:revision>
  <cp:lastPrinted>2018-04-11T11:42:00Z</cp:lastPrinted>
  <dcterms:created xsi:type="dcterms:W3CDTF">2018-04-10T11:09:00Z</dcterms:created>
  <dcterms:modified xsi:type="dcterms:W3CDTF">2018-04-12T10:10:00Z</dcterms:modified>
</cp:coreProperties>
</file>